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F2455C" w14:textId="77777777" w:rsidR="00316901" w:rsidRPr="0058678B" w:rsidRDefault="00316901" w:rsidP="006C2343">
      <w:pPr>
        <w:pStyle w:val="Titul2"/>
        <w:rPr>
          <w:sz w:val="18"/>
          <w:szCs w:val="18"/>
        </w:rPr>
      </w:pPr>
    </w:p>
    <w:p w14:paraId="515B7F8C" w14:textId="77777777" w:rsidR="0035531B" w:rsidRPr="000719BB" w:rsidRDefault="0035531B" w:rsidP="0035531B">
      <w:pPr>
        <w:pStyle w:val="Titul2"/>
      </w:pPr>
      <w:r>
        <w:t>Díl 1</w:t>
      </w:r>
    </w:p>
    <w:p w14:paraId="3E390AFE"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2D678E70" w14:textId="77777777" w:rsidR="00AD0C7B" w:rsidRDefault="00AD0C7B" w:rsidP="00AD0C7B">
      <w:pPr>
        <w:pStyle w:val="Titul2"/>
      </w:pPr>
    </w:p>
    <w:p w14:paraId="78D02232" w14:textId="77777777" w:rsidR="0035531B" w:rsidRDefault="0035531B" w:rsidP="00AD0C7B">
      <w:pPr>
        <w:pStyle w:val="Titul2"/>
      </w:pPr>
      <w:r>
        <w:t>Část 2</w:t>
      </w:r>
    </w:p>
    <w:p w14:paraId="63BCCB41" w14:textId="77777777" w:rsidR="00AD0C7B" w:rsidRPr="00316901" w:rsidRDefault="0035531B" w:rsidP="006C2343">
      <w:pPr>
        <w:pStyle w:val="Titul1"/>
        <w:rPr>
          <w:caps w:val="0"/>
          <w:sz w:val="48"/>
        </w:rPr>
      </w:pPr>
      <w:r w:rsidRPr="00316901">
        <w:rPr>
          <w:caps w:val="0"/>
          <w:sz w:val="48"/>
        </w:rPr>
        <w:t>Pokyny pro dodavatele</w:t>
      </w:r>
    </w:p>
    <w:p w14:paraId="5CCE5673" w14:textId="77777777" w:rsidR="00A12463" w:rsidRDefault="00A12463" w:rsidP="00EB46E5">
      <w:pPr>
        <w:pStyle w:val="Titul2"/>
      </w:pPr>
    </w:p>
    <w:p w14:paraId="4F482728" w14:textId="007FB401" w:rsidR="00E82883" w:rsidRPr="00840ABE" w:rsidRDefault="004C7419" w:rsidP="00E82883">
      <w:pPr>
        <w:pStyle w:val="Titul2"/>
        <w:spacing w:after="0"/>
      </w:pPr>
      <w:r w:rsidRPr="00840ABE">
        <w:t xml:space="preserve">Záměr projektu </w:t>
      </w:r>
    </w:p>
    <w:p w14:paraId="63077166" w14:textId="77777777" w:rsidR="000161D4" w:rsidRPr="00840ABE" w:rsidRDefault="000161D4" w:rsidP="000161D4">
      <w:pPr>
        <w:pStyle w:val="Titul2"/>
        <w:spacing w:after="0"/>
      </w:pPr>
      <w:r w:rsidRPr="00840ABE">
        <w:t xml:space="preserve">Projektová dokumentace pro povolení stavby </w:t>
      </w:r>
    </w:p>
    <w:p w14:paraId="0061FEE8" w14:textId="74F3CFAC" w:rsidR="00E7502F" w:rsidRDefault="00E7502F" w:rsidP="00652EFD">
      <w:pPr>
        <w:pStyle w:val="Titul2"/>
      </w:pPr>
      <w:r w:rsidRPr="00840ABE">
        <w:t>Dozor projektanta</w:t>
      </w:r>
    </w:p>
    <w:p w14:paraId="25309FB4" w14:textId="77777777" w:rsidR="0058678B" w:rsidRPr="0058678B" w:rsidRDefault="0058678B" w:rsidP="0058678B">
      <w:pPr>
        <w:pStyle w:val="Titul2"/>
        <w:spacing w:line="240" w:lineRule="auto"/>
        <w:rPr>
          <w:sz w:val="18"/>
          <w:szCs w:val="18"/>
          <w:highlight w:val="green"/>
        </w:rPr>
      </w:pPr>
    </w:p>
    <w:p w14:paraId="0B5B8BF2" w14:textId="63372FCB" w:rsidR="0035531B" w:rsidRDefault="0035531B" w:rsidP="0058678B">
      <w:pPr>
        <w:pStyle w:val="Titul2"/>
        <w:spacing w:line="240" w:lineRule="auto"/>
      </w:pPr>
      <w:r w:rsidRPr="00840ABE">
        <w:t>„</w:t>
      </w:r>
      <w:r w:rsidR="00840ABE" w:rsidRPr="00840ABE">
        <w:t xml:space="preserve">Prostá elektrizace trati </w:t>
      </w:r>
      <w:r w:rsidR="00C635AD" w:rsidRPr="00840ABE">
        <w:t>Praha – Vrané</w:t>
      </w:r>
      <w:r w:rsidR="00840ABE" w:rsidRPr="00840ABE">
        <w:t xml:space="preserve"> n. Vlt. / Měchenice - Čerčany</w:t>
      </w:r>
      <w:r w:rsidRPr="00840ABE">
        <w:t>“</w:t>
      </w:r>
    </w:p>
    <w:p w14:paraId="7896BFC2" w14:textId="77777777" w:rsidR="003F4C40" w:rsidRDefault="003F4C40" w:rsidP="000E125F">
      <w:pPr>
        <w:pStyle w:val="Text1-1"/>
        <w:numPr>
          <w:ilvl w:val="0"/>
          <w:numId w:val="0"/>
        </w:numPr>
        <w:tabs>
          <w:tab w:val="left" w:pos="708"/>
        </w:tabs>
        <w:ind w:left="737" w:hanging="737"/>
      </w:pPr>
    </w:p>
    <w:p w14:paraId="74FD9848" w14:textId="5F1E9546" w:rsidR="000E125F" w:rsidRDefault="000E125F" w:rsidP="000E125F">
      <w:pPr>
        <w:pStyle w:val="Text1-1"/>
        <w:numPr>
          <w:ilvl w:val="0"/>
          <w:numId w:val="0"/>
        </w:numPr>
        <w:tabs>
          <w:tab w:val="left" w:pos="708"/>
        </w:tabs>
        <w:ind w:left="737" w:hanging="737"/>
      </w:pPr>
      <w:r>
        <w:t xml:space="preserve">Č.j. </w:t>
      </w:r>
      <w:r w:rsidR="009A4347">
        <w:t>22906/2024-SŽ-SSZ-OVZ</w:t>
      </w:r>
    </w:p>
    <w:p w14:paraId="1577217D" w14:textId="77777777" w:rsidR="007A68BE" w:rsidRDefault="007A68BE" w:rsidP="007A68BE">
      <w:pPr>
        <w:spacing w:after="0" w:line="240" w:lineRule="auto"/>
        <w:rPr>
          <w:i/>
          <w:color w:val="FF0000"/>
        </w:rPr>
      </w:pPr>
    </w:p>
    <w:p w14:paraId="25562580" w14:textId="77777777" w:rsidR="000960A0" w:rsidRDefault="000960A0" w:rsidP="0058678B">
      <w:pPr>
        <w:spacing w:after="0" w:line="240" w:lineRule="auto"/>
        <w:rPr>
          <w:i/>
          <w:color w:val="FF0000"/>
        </w:rPr>
      </w:pPr>
    </w:p>
    <w:p w14:paraId="6A7DEC03" w14:textId="77777777" w:rsidR="00A727C6" w:rsidRDefault="00A727C6" w:rsidP="0058678B">
      <w:pPr>
        <w:spacing w:after="0" w:line="240" w:lineRule="auto"/>
        <w:rPr>
          <w:i/>
          <w:color w:val="FF0000"/>
        </w:rPr>
      </w:pPr>
    </w:p>
    <w:p w14:paraId="545947A2" w14:textId="77777777" w:rsidR="00840ABE" w:rsidRDefault="00840ABE" w:rsidP="0058678B">
      <w:pPr>
        <w:spacing w:after="0" w:line="240" w:lineRule="auto"/>
        <w:rPr>
          <w:i/>
          <w:color w:val="FF0000"/>
        </w:rPr>
      </w:pPr>
    </w:p>
    <w:p w14:paraId="1ACA4A3A" w14:textId="77777777" w:rsidR="00840ABE" w:rsidRDefault="00840ABE" w:rsidP="0058678B">
      <w:pPr>
        <w:spacing w:after="0" w:line="240" w:lineRule="auto"/>
        <w:rPr>
          <w:i/>
          <w:color w:val="FF0000"/>
        </w:rPr>
      </w:pPr>
    </w:p>
    <w:p w14:paraId="3AEC929A" w14:textId="77777777" w:rsidR="00840ABE" w:rsidRDefault="00840ABE" w:rsidP="0058678B">
      <w:pPr>
        <w:spacing w:after="0" w:line="240" w:lineRule="auto"/>
        <w:rPr>
          <w:i/>
          <w:color w:val="FF0000"/>
        </w:rPr>
      </w:pPr>
    </w:p>
    <w:p w14:paraId="73C5ECF3" w14:textId="5D8E6604" w:rsidR="0058678B" w:rsidRDefault="0058678B" w:rsidP="0058678B">
      <w:pPr>
        <w:spacing w:after="0" w:line="240" w:lineRule="auto"/>
        <w:rPr>
          <w:i/>
          <w:color w:val="FF0000"/>
        </w:rPr>
      </w:pPr>
      <w:r w:rsidRPr="004C7962">
        <w:rPr>
          <w:noProof/>
          <w:lang w:eastAsia="cs-CZ"/>
        </w:rPr>
        <w:drawing>
          <wp:inline distT="0" distB="0" distL="0" distR="0" wp14:anchorId="0B2018B2" wp14:editId="69602639">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209A5375" w14:textId="3DC29FF5" w:rsidR="003F4C40" w:rsidRDefault="003F4C40" w:rsidP="007A68BE">
      <w:pPr>
        <w:spacing w:after="0" w:line="240" w:lineRule="auto"/>
        <w:rPr>
          <w:i/>
          <w:color w:val="FF0000"/>
        </w:rPr>
      </w:pPr>
      <w:r>
        <w:rPr>
          <w:i/>
          <w:color w:val="FF0000"/>
        </w:rPr>
        <w:t xml:space="preserve"> </w:t>
      </w:r>
    </w:p>
    <w:p w14:paraId="16402365" w14:textId="77777777" w:rsidR="00A727C6" w:rsidRDefault="00A727C6" w:rsidP="007A68BE">
      <w:pPr>
        <w:spacing w:after="0"/>
        <w:rPr>
          <w:i/>
          <w:color w:val="FF0000"/>
        </w:rPr>
      </w:pPr>
    </w:p>
    <w:p w14:paraId="096FC78E" w14:textId="77777777" w:rsidR="00A727C6" w:rsidRDefault="00A727C6" w:rsidP="007A68BE">
      <w:pPr>
        <w:spacing w:after="0"/>
        <w:rPr>
          <w:i/>
          <w:color w:val="FF0000"/>
        </w:rPr>
      </w:pPr>
    </w:p>
    <w:p w14:paraId="782BE870" w14:textId="15063B12" w:rsidR="00BD7E91" w:rsidRDefault="00BD7E91" w:rsidP="00FE4333">
      <w:pPr>
        <w:pStyle w:val="Nadpisbezsl1-1"/>
      </w:pPr>
      <w:r>
        <w:lastRenderedPageBreak/>
        <w:t>Obsah</w:t>
      </w:r>
      <w:r w:rsidR="00887F36">
        <w:t xml:space="preserve"> </w:t>
      </w:r>
    </w:p>
    <w:p w14:paraId="3B2A112F" w14:textId="46905480" w:rsidR="00BA34EE" w:rsidRDefault="00BD7E91">
      <w:pPr>
        <w:pStyle w:val="Obsah1"/>
        <w:rPr>
          <w:rFonts w:eastAsiaTheme="minorEastAsia"/>
          <w:caps w:val="0"/>
          <w:noProof/>
          <w:kern w:val="2"/>
          <w:sz w:val="24"/>
          <w:szCs w:val="24"/>
          <w:lang w:eastAsia="cs-CZ"/>
          <w14:ligatures w14:val="standardContextual"/>
        </w:rPr>
      </w:pPr>
      <w:r>
        <w:fldChar w:fldCharType="begin"/>
      </w:r>
      <w:r>
        <w:instrText xml:space="preserve"> TOC \o "1-2" \h \z \u </w:instrText>
      </w:r>
      <w:r>
        <w:fldChar w:fldCharType="separate"/>
      </w:r>
      <w:hyperlink w:anchor="_Toc185239923" w:history="1">
        <w:r w:rsidR="00BA34EE" w:rsidRPr="006A68CA">
          <w:rPr>
            <w:rStyle w:val="Hypertextovodkaz"/>
          </w:rPr>
          <w:t>1.</w:t>
        </w:r>
        <w:r w:rsidR="00BA34EE">
          <w:rPr>
            <w:rFonts w:eastAsiaTheme="minorEastAsia"/>
            <w:caps w:val="0"/>
            <w:noProof/>
            <w:kern w:val="2"/>
            <w:sz w:val="24"/>
            <w:szCs w:val="24"/>
            <w:lang w:eastAsia="cs-CZ"/>
            <w14:ligatures w14:val="standardContextual"/>
          </w:rPr>
          <w:tab/>
        </w:r>
        <w:r w:rsidR="00BA34EE" w:rsidRPr="006A68CA">
          <w:rPr>
            <w:rStyle w:val="Hypertextovodkaz"/>
          </w:rPr>
          <w:t>ÚVODNÍ USTANOVENÍ</w:t>
        </w:r>
        <w:r w:rsidR="00BA34EE">
          <w:rPr>
            <w:noProof/>
            <w:webHidden/>
          </w:rPr>
          <w:tab/>
        </w:r>
        <w:r w:rsidR="00BA34EE">
          <w:rPr>
            <w:noProof/>
            <w:webHidden/>
          </w:rPr>
          <w:fldChar w:fldCharType="begin"/>
        </w:r>
        <w:r w:rsidR="00BA34EE">
          <w:rPr>
            <w:noProof/>
            <w:webHidden/>
          </w:rPr>
          <w:instrText xml:space="preserve"> PAGEREF _Toc185239923 \h </w:instrText>
        </w:r>
        <w:r w:rsidR="00BA34EE">
          <w:rPr>
            <w:noProof/>
            <w:webHidden/>
          </w:rPr>
        </w:r>
        <w:r w:rsidR="00BA34EE">
          <w:rPr>
            <w:noProof/>
            <w:webHidden/>
          </w:rPr>
          <w:fldChar w:fldCharType="separate"/>
        </w:r>
        <w:r w:rsidR="00BA34EE">
          <w:rPr>
            <w:noProof/>
            <w:webHidden/>
          </w:rPr>
          <w:t>3</w:t>
        </w:r>
        <w:r w:rsidR="00BA34EE">
          <w:rPr>
            <w:noProof/>
            <w:webHidden/>
          </w:rPr>
          <w:fldChar w:fldCharType="end"/>
        </w:r>
      </w:hyperlink>
    </w:p>
    <w:p w14:paraId="57E1FDFB" w14:textId="415A7CC9" w:rsidR="00BA34EE" w:rsidRDefault="00BA34EE">
      <w:pPr>
        <w:pStyle w:val="Obsah1"/>
        <w:rPr>
          <w:rFonts w:eastAsiaTheme="minorEastAsia"/>
          <w:caps w:val="0"/>
          <w:noProof/>
          <w:kern w:val="2"/>
          <w:sz w:val="24"/>
          <w:szCs w:val="24"/>
          <w:lang w:eastAsia="cs-CZ"/>
          <w14:ligatures w14:val="standardContextual"/>
        </w:rPr>
      </w:pPr>
      <w:hyperlink w:anchor="_Toc185239924" w:history="1">
        <w:r w:rsidRPr="006A68CA">
          <w:rPr>
            <w:rStyle w:val="Hypertextovodkaz"/>
          </w:rPr>
          <w:t>2.</w:t>
        </w:r>
        <w:r>
          <w:rPr>
            <w:rFonts w:eastAsiaTheme="minorEastAsia"/>
            <w:caps w:val="0"/>
            <w:noProof/>
            <w:kern w:val="2"/>
            <w:sz w:val="24"/>
            <w:szCs w:val="24"/>
            <w:lang w:eastAsia="cs-CZ"/>
            <w14:ligatures w14:val="standardContextual"/>
          </w:rPr>
          <w:tab/>
        </w:r>
        <w:r w:rsidRPr="006A68CA">
          <w:rPr>
            <w:rStyle w:val="Hypertextovodkaz"/>
          </w:rPr>
          <w:t>IDENTIFIKAČNÍ ÚDAJE ZADAVATELE</w:t>
        </w:r>
        <w:r>
          <w:rPr>
            <w:noProof/>
            <w:webHidden/>
          </w:rPr>
          <w:tab/>
        </w:r>
        <w:r>
          <w:rPr>
            <w:noProof/>
            <w:webHidden/>
          </w:rPr>
          <w:fldChar w:fldCharType="begin"/>
        </w:r>
        <w:r>
          <w:rPr>
            <w:noProof/>
            <w:webHidden/>
          </w:rPr>
          <w:instrText xml:space="preserve"> PAGEREF _Toc185239924 \h </w:instrText>
        </w:r>
        <w:r>
          <w:rPr>
            <w:noProof/>
            <w:webHidden/>
          </w:rPr>
        </w:r>
        <w:r>
          <w:rPr>
            <w:noProof/>
            <w:webHidden/>
          </w:rPr>
          <w:fldChar w:fldCharType="separate"/>
        </w:r>
        <w:r>
          <w:rPr>
            <w:noProof/>
            <w:webHidden/>
          </w:rPr>
          <w:t>3</w:t>
        </w:r>
        <w:r>
          <w:rPr>
            <w:noProof/>
            <w:webHidden/>
          </w:rPr>
          <w:fldChar w:fldCharType="end"/>
        </w:r>
      </w:hyperlink>
    </w:p>
    <w:p w14:paraId="13D97215" w14:textId="1419B387" w:rsidR="00BA34EE" w:rsidRDefault="00BA34EE">
      <w:pPr>
        <w:pStyle w:val="Obsah1"/>
        <w:rPr>
          <w:rFonts w:eastAsiaTheme="minorEastAsia"/>
          <w:caps w:val="0"/>
          <w:noProof/>
          <w:kern w:val="2"/>
          <w:sz w:val="24"/>
          <w:szCs w:val="24"/>
          <w:lang w:eastAsia="cs-CZ"/>
          <w14:ligatures w14:val="standardContextual"/>
        </w:rPr>
      </w:pPr>
      <w:hyperlink w:anchor="_Toc185239925" w:history="1">
        <w:r w:rsidRPr="006A68CA">
          <w:rPr>
            <w:rStyle w:val="Hypertextovodkaz"/>
          </w:rPr>
          <w:t>3.</w:t>
        </w:r>
        <w:r>
          <w:rPr>
            <w:rFonts w:eastAsiaTheme="minorEastAsia"/>
            <w:caps w:val="0"/>
            <w:noProof/>
            <w:kern w:val="2"/>
            <w:sz w:val="24"/>
            <w:szCs w:val="24"/>
            <w:lang w:eastAsia="cs-CZ"/>
            <w14:ligatures w14:val="standardContextual"/>
          </w:rPr>
          <w:tab/>
        </w:r>
        <w:r w:rsidRPr="006A68CA">
          <w:rPr>
            <w:rStyle w:val="Hypertextovodkaz"/>
          </w:rPr>
          <w:t>KOMUNIKACE MEZI ZADAVATELEM a DODAVATELEM</w:t>
        </w:r>
        <w:r>
          <w:rPr>
            <w:noProof/>
            <w:webHidden/>
          </w:rPr>
          <w:tab/>
        </w:r>
        <w:r>
          <w:rPr>
            <w:noProof/>
            <w:webHidden/>
          </w:rPr>
          <w:fldChar w:fldCharType="begin"/>
        </w:r>
        <w:r>
          <w:rPr>
            <w:noProof/>
            <w:webHidden/>
          </w:rPr>
          <w:instrText xml:space="preserve"> PAGEREF _Toc185239925 \h </w:instrText>
        </w:r>
        <w:r>
          <w:rPr>
            <w:noProof/>
            <w:webHidden/>
          </w:rPr>
        </w:r>
        <w:r>
          <w:rPr>
            <w:noProof/>
            <w:webHidden/>
          </w:rPr>
          <w:fldChar w:fldCharType="separate"/>
        </w:r>
        <w:r>
          <w:rPr>
            <w:noProof/>
            <w:webHidden/>
          </w:rPr>
          <w:t>4</w:t>
        </w:r>
        <w:r>
          <w:rPr>
            <w:noProof/>
            <w:webHidden/>
          </w:rPr>
          <w:fldChar w:fldCharType="end"/>
        </w:r>
      </w:hyperlink>
    </w:p>
    <w:p w14:paraId="17FA58B0" w14:textId="137987E1" w:rsidR="00BA34EE" w:rsidRDefault="00BA34EE">
      <w:pPr>
        <w:pStyle w:val="Obsah1"/>
        <w:rPr>
          <w:rFonts w:eastAsiaTheme="minorEastAsia"/>
          <w:caps w:val="0"/>
          <w:noProof/>
          <w:kern w:val="2"/>
          <w:sz w:val="24"/>
          <w:szCs w:val="24"/>
          <w:lang w:eastAsia="cs-CZ"/>
          <w14:ligatures w14:val="standardContextual"/>
        </w:rPr>
      </w:pPr>
      <w:hyperlink w:anchor="_Toc185239926" w:history="1">
        <w:r w:rsidRPr="006A68CA">
          <w:rPr>
            <w:rStyle w:val="Hypertextovodkaz"/>
          </w:rPr>
          <w:t>4.</w:t>
        </w:r>
        <w:r>
          <w:rPr>
            <w:rFonts w:eastAsiaTheme="minorEastAsia"/>
            <w:caps w:val="0"/>
            <w:noProof/>
            <w:kern w:val="2"/>
            <w:sz w:val="24"/>
            <w:szCs w:val="24"/>
            <w:lang w:eastAsia="cs-CZ"/>
            <w14:ligatures w14:val="standardContextual"/>
          </w:rPr>
          <w:tab/>
        </w:r>
        <w:r w:rsidRPr="006A68CA">
          <w:rPr>
            <w:rStyle w:val="Hypertextovodkaz"/>
          </w:rPr>
          <w:t>ÚČEL a PŘEDMĚT PLNĚNÍ VEŘEJNÉ ZAKÁZKY</w:t>
        </w:r>
        <w:r>
          <w:rPr>
            <w:noProof/>
            <w:webHidden/>
          </w:rPr>
          <w:tab/>
        </w:r>
        <w:r>
          <w:rPr>
            <w:noProof/>
            <w:webHidden/>
          </w:rPr>
          <w:fldChar w:fldCharType="begin"/>
        </w:r>
        <w:r>
          <w:rPr>
            <w:noProof/>
            <w:webHidden/>
          </w:rPr>
          <w:instrText xml:space="preserve"> PAGEREF _Toc185239926 \h </w:instrText>
        </w:r>
        <w:r>
          <w:rPr>
            <w:noProof/>
            <w:webHidden/>
          </w:rPr>
        </w:r>
        <w:r>
          <w:rPr>
            <w:noProof/>
            <w:webHidden/>
          </w:rPr>
          <w:fldChar w:fldCharType="separate"/>
        </w:r>
        <w:r>
          <w:rPr>
            <w:noProof/>
            <w:webHidden/>
          </w:rPr>
          <w:t>4</w:t>
        </w:r>
        <w:r>
          <w:rPr>
            <w:noProof/>
            <w:webHidden/>
          </w:rPr>
          <w:fldChar w:fldCharType="end"/>
        </w:r>
      </w:hyperlink>
    </w:p>
    <w:p w14:paraId="7A290F3B" w14:textId="05C79AD3" w:rsidR="00BA34EE" w:rsidRDefault="00BA34EE">
      <w:pPr>
        <w:pStyle w:val="Obsah1"/>
        <w:rPr>
          <w:rFonts w:eastAsiaTheme="minorEastAsia"/>
          <w:caps w:val="0"/>
          <w:noProof/>
          <w:kern w:val="2"/>
          <w:sz w:val="24"/>
          <w:szCs w:val="24"/>
          <w:lang w:eastAsia="cs-CZ"/>
          <w14:ligatures w14:val="standardContextual"/>
        </w:rPr>
      </w:pPr>
      <w:hyperlink w:anchor="_Toc185239927" w:history="1">
        <w:r w:rsidRPr="006A68CA">
          <w:rPr>
            <w:rStyle w:val="Hypertextovodkaz"/>
          </w:rPr>
          <w:t>5.</w:t>
        </w:r>
        <w:r>
          <w:rPr>
            <w:rFonts w:eastAsiaTheme="minorEastAsia"/>
            <w:caps w:val="0"/>
            <w:noProof/>
            <w:kern w:val="2"/>
            <w:sz w:val="24"/>
            <w:szCs w:val="24"/>
            <w:lang w:eastAsia="cs-CZ"/>
            <w14:ligatures w14:val="standardContextual"/>
          </w:rPr>
          <w:tab/>
        </w:r>
        <w:r w:rsidRPr="006A68CA">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_Toc185239927 \h </w:instrText>
        </w:r>
        <w:r>
          <w:rPr>
            <w:noProof/>
            <w:webHidden/>
          </w:rPr>
        </w:r>
        <w:r>
          <w:rPr>
            <w:noProof/>
            <w:webHidden/>
          </w:rPr>
          <w:fldChar w:fldCharType="separate"/>
        </w:r>
        <w:r>
          <w:rPr>
            <w:noProof/>
            <w:webHidden/>
          </w:rPr>
          <w:t>5</w:t>
        </w:r>
        <w:r>
          <w:rPr>
            <w:noProof/>
            <w:webHidden/>
          </w:rPr>
          <w:fldChar w:fldCharType="end"/>
        </w:r>
      </w:hyperlink>
    </w:p>
    <w:p w14:paraId="143A4C96" w14:textId="27A53B91" w:rsidR="00BA34EE" w:rsidRDefault="00BA34EE">
      <w:pPr>
        <w:pStyle w:val="Obsah1"/>
        <w:rPr>
          <w:rFonts w:eastAsiaTheme="minorEastAsia"/>
          <w:caps w:val="0"/>
          <w:noProof/>
          <w:kern w:val="2"/>
          <w:sz w:val="24"/>
          <w:szCs w:val="24"/>
          <w:lang w:eastAsia="cs-CZ"/>
          <w14:ligatures w14:val="standardContextual"/>
        </w:rPr>
      </w:pPr>
      <w:hyperlink w:anchor="_Toc185239928" w:history="1">
        <w:r w:rsidRPr="006A68CA">
          <w:rPr>
            <w:rStyle w:val="Hypertextovodkaz"/>
          </w:rPr>
          <w:t>6.</w:t>
        </w:r>
        <w:r>
          <w:rPr>
            <w:rFonts w:eastAsiaTheme="minorEastAsia"/>
            <w:caps w:val="0"/>
            <w:noProof/>
            <w:kern w:val="2"/>
            <w:sz w:val="24"/>
            <w:szCs w:val="24"/>
            <w:lang w:eastAsia="cs-CZ"/>
            <w14:ligatures w14:val="standardContextual"/>
          </w:rPr>
          <w:tab/>
        </w:r>
        <w:r w:rsidRPr="006A68CA">
          <w:rPr>
            <w:rStyle w:val="Hypertextovodkaz"/>
          </w:rPr>
          <w:t>OBSAH ZADÁVACÍ DOKUMENTACE</w:t>
        </w:r>
        <w:r>
          <w:rPr>
            <w:noProof/>
            <w:webHidden/>
          </w:rPr>
          <w:tab/>
        </w:r>
        <w:r>
          <w:rPr>
            <w:noProof/>
            <w:webHidden/>
          </w:rPr>
          <w:fldChar w:fldCharType="begin"/>
        </w:r>
        <w:r>
          <w:rPr>
            <w:noProof/>
            <w:webHidden/>
          </w:rPr>
          <w:instrText xml:space="preserve"> PAGEREF _Toc185239928 \h </w:instrText>
        </w:r>
        <w:r>
          <w:rPr>
            <w:noProof/>
            <w:webHidden/>
          </w:rPr>
        </w:r>
        <w:r>
          <w:rPr>
            <w:noProof/>
            <w:webHidden/>
          </w:rPr>
          <w:fldChar w:fldCharType="separate"/>
        </w:r>
        <w:r>
          <w:rPr>
            <w:noProof/>
            <w:webHidden/>
          </w:rPr>
          <w:t>5</w:t>
        </w:r>
        <w:r>
          <w:rPr>
            <w:noProof/>
            <w:webHidden/>
          </w:rPr>
          <w:fldChar w:fldCharType="end"/>
        </w:r>
      </w:hyperlink>
    </w:p>
    <w:p w14:paraId="1B98DD9A" w14:textId="158CC95F" w:rsidR="00BA34EE" w:rsidRDefault="00BA34EE">
      <w:pPr>
        <w:pStyle w:val="Obsah1"/>
        <w:rPr>
          <w:rFonts w:eastAsiaTheme="minorEastAsia"/>
          <w:caps w:val="0"/>
          <w:noProof/>
          <w:kern w:val="2"/>
          <w:sz w:val="24"/>
          <w:szCs w:val="24"/>
          <w:lang w:eastAsia="cs-CZ"/>
          <w14:ligatures w14:val="standardContextual"/>
        </w:rPr>
      </w:pPr>
      <w:hyperlink w:anchor="_Toc185239929" w:history="1">
        <w:r w:rsidRPr="006A68CA">
          <w:rPr>
            <w:rStyle w:val="Hypertextovodkaz"/>
          </w:rPr>
          <w:t>7.</w:t>
        </w:r>
        <w:r>
          <w:rPr>
            <w:rFonts w:eastAsiaTheme="minorEastAsia"/>
            <w:caps w:val="0"/>
            <w:noProof/>
            <w:kern w:val="2"/>
            <w:sz w:val="24"/>
            <w:szCs w:val="24"/>
            <w:lang w:eastAsia="cs-CZ"/>
            <w14:ligatures w14:val="standardContextual"/>
          </w:rPr>
          <w:tab/>
        </w:r>
        <w:r w:rsidRPr="006A68CA">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_Toc185239929 \h </w:instrText>
        </w:r>
        <w:r>
          <w:rPr>
            <w:noProof/>
            <w:webHidden/>
          </w:rPr>
        </w:r>
        <w:r>
          <w:rPr>
            <w:noProof/>
            <w:webHidden/>
          </w:rPr>
          <w:fldChar w:fldCharType="separate"/>
        </w:r>
        <w:r>
          <w:rPr>
            <w:noProof/>
            <w:webHidden/>
          </w:rPr>
          <w:t>6</w:t>
        </w:r>
        <w:r>
          <w:rPr>
            <w:noProof/>
            <w:webHidden/>
          </w:rPr>
          <w:fldChar w:fldCharType="end"/>
        </w:r>
      </w:hyperlink>
    </w:p>
    <w:p w14:paraId="527A1EE2" w14:textId="1B4F40C7" w:rsidR="00BA34EE" w:rsidRDefault="00BA34EE">
      <w:pPr>
        <w:pStyle w:val="Obsah1"/>
        <w:rPr>
          <w:rFonts w:eastAsiaTheme="minorEastAsia"/>
          <w:caps w:val="0"/>
          <w:noProof/>
          <w:kern w:val="2"/>
          <w:sz w:val="24"/>
          <w:szCs w:val="24"/>
          <w:lang w:eastAsia="cs-CZ"/>
          <w14:ligatures w14:val="standardContextual"/>
        </w:rPr>
      </w:pPr>
      <w:hyperlink w:anchor="_Toc185239930" w:history="1">
        <w:r w:rsidRPr="006A68CA">
          <w:rPr>
            <w:rStyle w:val="Hypertextovodkaz"/>
          </w:rPr>
          <w:t>8.</w:t>
        </w:r>
        <w:r>
          <w:rPr>
            <w:rFonts w:eastAsiaTheme="minorEastAsia"/>
            <w:caps w:val="0"/>
            <w:noProof/>
            <w:kern w:val="2"/>
            <w:sz w:val="24"/>
            <w:szCs w:val="24"/>
            <w:lang w:eastAsia="cs-CZ"/>
            <w14:ligatures w14:val="standardContextual"/>
          </w:rPr>
          <w:tab/>
        </w:r>
        <w:r w:rsidRPr="006A68CA">
          <w:rPr>
            <w:rStyle w:val="Hypertextovodkaz"/>
          </w:rPr>
          <w:t>POŽADAVKY ZADAVATELE NA KVALIFIKACI</w:t>
        </w:r>
        <w:r>
          <w:rPr>
            <w:noProof/>
            <w:webHidden/>
          </w:rPr>
          <w:tab/>
        </w:r>
        <w:r>
          <w:rPr>
            <w:noProof/>
            <w:webHidden/>
          </w:rPr>
          <w:fldChar w:fldCharType="begin"/>
        </w:r>
        <w:r>
          <w:rPr>
            <w:noProof/>
            <w:webHidden/>
          </w:rPr>
          <w:instrText xml:space="preserve"> PAGEREF _Toc185239930 \h </w:instrText>
        </w:r>
        <w:r>
          <w:rPr>
            <w:noProof/>
            <w:webHidden/>
          </w:rPr>
        </w:r>
        <w:r>
          <w:rPr>
            <w:noProof/>
            <w:webHidden/>
          </w:rPr>
          <w:fldChar w:fldCharType="separate"/>
        </w:r>
        <w:r>
          <w:rPr>
            <w:noProof/>
            <w:webHidden/>
          </w:rPr>
          <w:t>6</w:t>
        </w:r>
        <w:r>
          <w:rPr>
            <w:noProof/>
            <w:webHidden/>
          </w:rPr>
          <w:fldChar w:fldCharType="end"/>
        </w:r>
      </w:hyperlink>
    </w:p>
    <w:p w14:paraId="31FF97F3" w14:textId="3D1531C1" w:rsidR="00BA34EE" w:rsidRDefault="00BA34EE">
      <w:pPr>
        <w:pStyle w:val="Obsah1"/>
        <w:rPr>
          <w:rFonts w:eastAsiaTheme="minorEastAsia"/>
          <w:caps w:val="0"/>
          <w:noProof/>
          <w:kern w:val="2"/>
          <w:sz w:val="24"/>
          <w:szCs w:val="24"/>
          <w:lang w:eastAsia="cs-CZ"/>
          <w14:ligatures w14:val="standardContextual"/>
        </w:rPr>
      </w:pPr>
      <w:hyperlink w:anchor="_Toc185239931" w:history="1">
        <w:r w:rsidRPr="006A68CA">
          <w:rPr>
            <w:rStyle w:val="Hypertextovodkaz"/>
          </w:rPr>
          <w:t>9.</w:t>
        </w:r>
        <w:r>
          <w:rPr>
            <w:rFonts w:eastAsiaTheme="minorEastAsia"/>
            <w:caps w:val="0"/>
            <w:noProof/>
            <w:kern w:val="2"/>
            <w:sz w:val="24"/>
            <w:szCs w:val="24"/>
            <w:lang w:eastAsia="cs-CZ"/>
            <w14:ligatures w14:val="standardContextual"/>
          </w:rPr>
          <w:tab/>
        </w:r>
        <w:r w:rsidRPr="006A68CA">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_Toc185239931 \h </w:instrText>
        </w:r>
        <w:r>
          <w:rPr>
            <w:noProof/>
            <w:webHidden/>
          </w:rPr>
        </w:r>
        <w:r>
          <w:rPr>
            <w:noProof/>
            <w:webHidden/>
          </w:rPr>
          <w:fldChar w:fldCharType="separate"/>
        </w:r>
        <w:r>
          <w:rPr>
            <w:noProof/>
            <w:webHidden/>
          </w:rPr>
          <w:t>20</w:t>
        </w:r>
        <w:r>
          <w:rPr>
            <w:noProof/>
            <w:webHidden/>
          </w:rPr>
          <w:fldChar w:fldCharType="end"/>
        </w:r>
      </w:hyperlink>
    </w:p>
    <w:p w14:paraId="35750292" w14:textId="5752665B" w:rsidR="00BA34EE" w:rsidRDefault="00BA34EE">
      <w:pPr>
        <w:pStyle w:val="Obsah1"/>
        <w:rPr>
          <w:rFonts w:eastAsiaTheme="minorEastAsia"/>
          <w:caps w:val="0"/>
          <w:noProof/>
          <w:kern w:val="2"/>
          <w:sz w:val="24"/>
          <w:szCs w:val="24"/>
          <w:lang w:eastAsia="cs-CZ"/>
          <w14:ligatures w14:val="standardContextual"/>
        </w:rPr>
      </w:pPr>
      <w:hyperlink w:anchor="_Toc185239932" w:history="1">
        <w:r w:rsidRPr="006A68CA">
          <w:rPr>
            <w:rStyle w:val="Hypertextovodkaz"/>
          </w:rPr>
          <w:t>10.</w:t>
        </w:r>
        <w:r>
          <w:rPr>
            <w:rFonts w:eastAsiaTheme="minorEastAsia"/>
            <w:caps w:val="0"/>
            <w:noProof/>
            <w:kern w:val="2"/>
            <w:sz w:val="24"/>
            <w:szCs w:val="24"/>
            <w:lang w:eastAsia="cs-CZ"/>
            <w14:ligatures w14:val="standardContextual"/>
          </w:rPr>
          <w:tab/>
        </w:r>
        <w:r w:rsidRPr="006A68CA">
          <w:rPr>
            <w:rStyle w:val="Hypertextovodkaz"/>
          </w:rPr>
          <w:t>JAZYK NABÍDEK A KOMUNIKAČNÍ JAZYK</w:t>
        </w:r>
        <w:r>
          <w:rPr>
            <w:noProof/>
            <w:webHidden/>
          </w:rPr>
          <w:tab/>
        </w:r>
        <w:r>
          <w:rPr>
            <w:noProof/>
            <w:webHidden/>
          </w:rPr>
          <w:fldChar w:fldCharType="begin"/>
        </w:r>
        <w:r>
          <w:rPr>
            <w:noProof/>
            <w:webHidden/>
          </w:rPr>
          <w:instrText xml:space="preserve"> PAGEREF _Toc185239932 \h </w:instrText>
        </w:r>
        <w:r>
          <w:rPr>
            <w:noProof/>
            <w:webHidden/>
          </w:rPr>
        </w:r>
        <w:r>
          <w:rPr>
            <w:noProof/>
            <w:webHidden/>
          </w:rPr>
          <w:fldChar w:fldCharType="separate"/>
        </w:r>
        <w:r>
          <w:rPr>
            <w:noProof/>
            <w:webHidden/>
          </w:rPr>
          <w:t>22</w:t>
        </w:r>
        <w:r>
          <w:rPr>
            <w:noProof/>
            <w:webHidden/>
          </w:rPr>
          <w:fldChar w:fldCharType="end"/>
        </w:r>
      </w:hyperlink>
    </w:p>
    <w:p w14:paraId="64F064D7" w14:textId="077716D3" w:rsidR="00BA34EE" w:rsidRDefault="00BA34EE">
      <w:pPr>
        <w:pStyle w:val="Obsah1"/>
        <w:rPr>
          <w:rFonts w:eastAsiaTheme="minorEastAsia"/>
          <w:caps w:val="0"/>
          <w:noProof/>
          <w:kern w:val="2"/>
          <w:sz w:val="24"/>
          <w:szCs w:val="24"/>
          <w:lang w:eastAsia="cs-CZ"/>
          <w14:ligatures w14:val="standardContextual"/>
        </w:rPr>
      </w:pPr>
      <w:hyperlink w:anchor="_Toc185239933" w:history="1">
        <w:r w:rsidRPr="006A68CA">
          <w:rPr>
            <w:rStyle w:val="Hypertextovodkaz"/>
          </w:rPr>
          <w:t>11.</w:t>
        </w:r>
        <w:r>
          <w:rPr>
            <w:rFonts w:eastAsiaTheme="minorEastAsia"/>
            <w:caps w:val="0"/>
            <w:noProof/>
            <w:kern w:val="2"/>
            <w:sz w:val="24"/>
            <w:szCs w:val="24"/>
            <w:lang w:eastAsia="cs-CZ"/>
            <w14:ligatures w14:val="standardContextual"/>
          </w:rPr>
          <w:tab/>
        </w:r>
        <w:r w:rsidRPr="006A68CA">
          <w:rPr>
            <w:rStyle w:val="Hypertextovodkaz"/>
          </w:rPr>
          <w:t>OBSAH a PODÁVÁNÍ NABÍDEK</w:t>
        </w:r>
        <w:r>
          <w:rPr>
            <w:noProof/>
            <w:webHidden/>
          </w:rPr>
          <w:tab/>
        </w:r>
        <w:r>
          <w:rPr>
            <w:noProof/>
            <w:webHidden/>
          </w:rPr>
          <w:fldChar w:fldCharType="begin"/>
        </w:r>
        <w:r>
          <w:rPr>
            <w:noProof/>
            <w:webHidden/>
          </w:rPr>
          <w:instrText xml:space="preserve"> PAGEREF _Toc185239933 \h </w:instrText>
        </w:r>
        <w:r>
          <w:rPr>
            <w:noProof/>
            <w:webHidden/>
          </w:rPr>
        </w:r>
        <w:r>
          <w:rPr>
            <w:noProof/>
            <w:webHidden/>
          </w:rPr>
          <w:fldChar w:fldCharType="separate"/>
        </w:r>
        <w:r>
          <w:rPr>
            <w:noProof/>
            <w:webHidden/>
          </w:rPr>
          <w:t>22</w:t>
        </w:r>
        <w:r>
          <w:rPr>
            <w:noProof/>
            <w:webHidden/>
          </w:rPr>
          <w:fldChar w:fldCharType="end"/>
        </w:r>
      </w:hyperlink>
    </w:p>
    <w:p w14:paraId="75598915" w14:textId="026919B2" w:rsidR="00BA34EE" w:rsidRDefault="00BA34EE">
      <w:pPr>
        <w:pStyle w:val="Obsah1"/>
        <w:rPr>
          <w:rFonts w:eastAsiaTheme="minorEastAsia"/>
          <w:caps w:val="0"/>
          <w:noProof/>
          <w:kern w:val="2"/>
          <w:sz w:val="24"/>
          <w:szCs w:val="24"/>
          <w:lang w:eastAsia="cs-CZ"/>
          <w14:ligatures w14:val="standardContextual"/>
        </w:rPr>
      </w:pPr>
      <w:hyperlink w:anchor="_Toc185239934" w:history="1">
        <w:r w:rsidRPr="006A68CA">
          <w:rPr>
            <w:rStyle w:val="Hypertextovodkaz"/>
          </w:rPr>
          <w:t>12.</w:t>
        </w:r>
        <w:r>
          <w:rPr>
            <w:rFonts w:eastAsiaTheme="minorEastAsia"/>
            <w:caps w:val="0"/>
            <w:noProof/>
            <w:kern w:val="2"/>
            <w:sz w:val="24"/>
            <w:szCs w:val="24"/>
            <w:lang w:eastAsia="cs-CZ"/>
            <w14:ligatures w14:val="standardContextual"/>
          </w:rPr>
          <w:tab/>
        </w:r>
        <w:r w:rsidRPr="006A68CA">
          <w:rPr>
            <w:rStyle w:val="Hypertextovodkaz"/>
          </w:rPr>
          <w:t>POŽADAVKY NA ZPRACOVÁNÍ NABÍDKOVÉ CENY</w:t>
        </w:r>
        <w:r>
          <w:rPr>
            <w:noProof/>
            <w:webHidden/>
          </w:rPr>
          <w:tab/>
        </w:r>
        <w:r>
          <w:rPr>
            <w:noProof/>
            <w:webHidden/>
          </w:rPr>
          <w:fldChar w:fldCharType="begin"/>
        </w:r>
        <w:r>
          <w:rPr>
            <w:noProof/>
            <w:webHidden/>
          </w:rPr>
          <w:instrText xml:space="preserve"> PAGEREF _Toc185239934 \h </w:instrText>
        </w:r>
        <w:r>
          <w:rPr>
            <w:noProof/>
            <w:webHidden/>
          </w:rPr>
        </w:r>
        <w:r>
          <w:rPr>
            <w:noProof/>
            <w:webHidden/>
          </w:rPr>
          <w:fldChar w:fldCharType="separate"/>
        </w:r>
        <w:r>
          <w:rPr>
            <w:noProof/>
            <w:webHidden/>
          </w:rPr>
          <w:t>25</w:t>
        </w:r>
        <w:r>
          <w:rPr>
            <w:noProof/>
            <w:webHidden/>
          </w:rPr>
          <w:fldChar w:fldCharType="end"/>
        </w:r>
      </w:hyperlink>
    </w:p>
    <w:p w14:paraId="06ECE9F0" w14:textId="161AD083" w:rsidR="00BA34EE" w:rsidRDefault="00BA34EE">
      <w:pPr>
        <w:pStyle w:val="Obsah1"/>
        <w:rPr>
          <w:rFonts w:eastAsiaTheme="minorEastAsia"/>
          <w:caps w:val="0"/>
          <w:noProof/>
          <w:kern w:val="2"/>
          <w:sz w:val="24"/>
          <w:szCs w:val="24"/>
          <w:lang w:eastAsia="cs-CZ"/>
          <w14:ligatures w14:val="standardContextual"/>
        </w:rPr>
      </w:pPr>
      <w:hyperlink w:anchor="_Toc185239935" w:history="1">
        <w:r w:rsidRPr="006A68CA">
          <w:rPr>
            <w:rStyle w:val="Hypertextovodkaz"/>
          </w:rPr>
          <w:t>13.</w:t>
        </w:r>
        <w:r>
          <w:rPr>
            <w:rFonts w:eastAsiaTheme="minorEastAsia"/>
            <w:caps w:val="0"/>
            <w:noProof/>
            <w:kern w:val="2"/>
            <w:sz w:val="24"/>
            <w:szCs w:val="24"/>
            <w:lang w:eastAsia="cs-CZ"/>
            <w14:ligatures w14:val="standardContextual"/>
          </w:rPr>
          <w:tab/>
        </w:r>
        <w:r w:rsidRPr="006A68CA">
          <w:rPr>
            <w:rStyle w:val="Hypertextovodkaz"/>
          </w:rPr>
          <w:t>VARIANTY NABÍDKY</w:t>
        </w:r>
        <w:r>
          <w:rPr>
            <w:noProof/>
            <w:webHidden/>
          </w:rPr>
          <w:tab/>
        </w:r>
        <w:r>
          <w:rPr>
            <w:noProof/>
            <w:webHidden/>
          </w:rPr>
          <w:fldChar w:fldCharType="begin"/>
        </w:r>
        <w:r>
          <w:rPr>
            <w:noProof/>
            <w:webHidden/>
          </w:rPr>
          <w:instrText xml:space="preserve"> PAGEREF _Toc185239935 \h </w:instrText>
        </w:r>
        <w:r>
          <w:rPr>
            <w:noProof/>
            <w:webHidden/>
          </w:rPr>
        </w:r>
        <w:r>
          <w:rPr>
            <w:noProof/>
            <w:webHidden/>
          </w:rPr>
          <w:fldChar w:fldCharType="separate"/>
        </w:r>
        <w:r>
          <w:rPr>
            <w:noProof/>
            <w:webHidden/>
          </w:rPr>
          <w:t>25</w:t>
        </w:r>
        <w:r>
          <w:rPr>
            <w:noProof/>
            <w:webHidden/>
          </w:rPr>
          <w:fldChar w:fldCharType="end"/>
        </w:r>
      </w:hyperlink>
    </w:p>
    <w:p w14:paraId="49D740AD" w14:textId="72F0891A" w:rsidR="00BA34EE" w:rsidRDefault="00BA34EE">
      <w:pPr>
        <w:pStyle w:val="Obsah1"/>
        <w:rPr>
          <w:rFonts w:eastAsiaTheme="minorEastAsia"/>
          <w:caps w:val="0"/>
          <w:noProof/>
          <w:kern w:val="2"/>
          <w:sz w:val="24"/>
          <w:szCs w:val="24"/>
          <w:lang w:eastAsia="cs-CZ"/>
          <w14:ligatures w14:val="standardContextual"/>
        </w:rPr>
      </w:pPr>
      <w:hyperlink w:anchor="_Toc185239936" w:history="1">
        <w:r w:rsidRPr="006A68CA">
          <w:rPr>
            <w:rStyle w:val="Hypertextovodkaz"/>
          </w:rPr>
          <w:t>14.</w:t>
        </w:r>
        <w:r>
          <w:rPr>
            <w:rFonts w:eastAsiaTheme="minorEastAsia"/>
            <w:caps w:val="0"/>
            <w:noProof/>
            <w:kern w:val="2"/>
            <w:sz w:val="24"/>
            <w:szCs w:val="24"/>
            <w:lang w:eastAsia="cs-CZ"/>
            <w14:ligatures w14:val="standardContextual"/>
          </w:rPr>
          <w:tab/>
        </w:r>
        <w:r w:rsidRPr="006A68CA">
          <w:rPr>
            <w:rStyle w:val="Hypertextovodkaz"/>
          </w:rPr>
          <w:t>OTEVÍRÁNÍ NABÍDEK</w:t>
        </w:r>
        <w:r>
          <w:rPr>
            <w:noProof/>
            <w:webHidden/>
          </w:rPr>
          <w:tab/>
        </w:r>
        <w:r>
          <w:rPr>
            <w:noProof/>
            <w:webHidden/>
          </w:rPr>
          <w:fldChar w:fldCharType="begin"/>
        </w:r>
        <w:r>
          <w:rPr>
            <w:noProof/>
            <w:webHidden/>
          </w:rPr>
          <w:instrText xml:space="preserve"> PAGEREF _Toc185239936 \h </w:instrText>
        </w:r>
        <w:r>
          <w:rPr>
            <w:noProof/>
            <w:webHidden/>
          </w:rPr>
        </w:r>
        <w:r>
          <w:rPr>
            <w:noProof/>
            <w:webHidden/>
          </w:rPr>
          <w:fldChar w:fldCharType="separate"/>
        </w:r>
        <w:r>
          <w:rPr>
            <w:noProof/>
            <w:webHidden/>
          </w:rPr>
          <w:t>25</w:t>
        </w:r>
        <w:r>
          <w:rPr>
            <w:noProof/>
            <w:webHidden/>
          </w:rPr>
          <w:fldChar w:fldCharType="end"/>
        </w:r>
      </w:hyperlink>
    </w:p>
    <w:p w14:paraId="61D9184B" w14:textId="0000528B" w:rsidR="00BA34EE" w:rsidRDefault="00BA34EE">
      <w:pPr>
        <w:pStyle w:val="Obsah1"/>
        <w:rPr>
          <w:rFonts w:eastAsiaTheme="minorEastAsia"/>
          <w:caps w:val="0"/>
          <w:noProof/>
          <w:kern w:val="2"/>
          <w:sz w:val="24"/>
          <w:szCs w:val="24"/>
          <w:lang w:eastAsia="cs-CZ"/>
          <w14:ligatures w14:val="standardContextual"/>
        </w:rPr>
      </w:pPr>
      <w:hyperlink w:anchor="_Toc185239937" w:history="1">
        <w:r w:rsidRPr="006A68CA">
          <w:rPr>
            <w:rStyle w:val="Hypertextovodkaz"/>
          </w:rPr>
          <w:t>15.</w:t>
        </w:r>
        <w:r>
          <w:rPr>
            <w:rFonts w:eastAsiaTheme="minorEastAsia"/>
            <w:caps w:val="0"/>
            <w:noProof/>
            <w:kern w:val="2"/>
            <w:sz w:val="24"/>
            <w:szCs w:val="24"/>
            <w:lang w:eastAsia="cs-CZ"/>
            <w14:ligatures w14:val="standardContextual"/>
          </w:rPr>
          <w:tab/>
        </w:r>
        <w:r w:rsidRPr="006A68CA">
          <w:rPr>
            <w:rStyle w:val="Hypertextovodkaz"/>
          </w:rPr>
          <w:t>POSOUZENÍ SPLNĚNÍ PODMÍNEK ÚČASTI</w:t>
        </w:r>
        <w:r>
          <w:rPr>
            <w:noProof/>
            <w:webHidden/>
          </w:rPr>
          <w:tab/>
        </w:r>
        <w:r>
          <w:rPr>
            <w:noProof/>
            <w:webHidden/>
          </w:rPr>
          <w:fldChar w:fldCharType="begin"/>
        </w:r>
        <w:r>
          <w:rPr>
            <w:noProof/>
            <w:webHidden/>
          </w:rPr>
          <w:instrText xml:space="preserve"> PAGEREF _Toc185239937 \h </w:instrText>
        </w:r>
        <w:r>
          <w:rPr>
            <w:noProof/>
            <w:webHidden/>
          </w:rPr>
        </w:r>
        <w:r>
          <w:rPr>
            <w:noProof/>
            <w:webHidden/>
          </w:rPr>
          <w:fldChar w:fldCharType="separate"/>
        </w:r>
        <w:r>
          <w:rPr>
            <w:noProof/>
            <w:webHidden/>
          </w:rPr>
          <w:t>25</w:t>
        </w:r>
        <w:r>
          <w:rPr>
            <w:noProof/>
            <w:webHidden/>
          </w:rPr>
          <w:fldChar w:fldCharType="end"/>
        </w:r>
      </w:hyperlink>
    </w:p>
    <w:p w14:paraId="6085E137" w14:textId="0432AB8D" w:rsidR="00BA34EE" w:rsidRDefault="00BA34EE">
      <w:pPr>
        <w:pStyle w:val="Obsah1"/>
        <w:rPr>
          <w:rFonts w:eastAsiaTheme="minorEastAsia"/>
          <w:caps w:val="0"/>
          <w:noProof/>
          <w:kern w:val="2"/>
          <w:sz w:val="24"/>
          <w:szCs w:val="24"/>
          <w:lang w:eastAsia="cs-CZ"/>
          <w14:ligatures w14:val="standardContextual"/>
        </w:rPr>
      </w:pPr>
      <w:hyperlink w:anchor="_Toc185239938" w:history="1">
        <w:r w:rsidRPr="006A68CA">
          <w:rPr>
            <w:rStyle w:val="Hypertextovodkaz"/>
          </w:rPr>
          <w:t>16.</w:t>
        </w:r>
        <w:r>
          <w:rPr>
            <w:rFonts w:eastAsiaTheme="minorEastAsia"/>
            <w:caps w:val="0"/>
            <w:noProof/>
            <w:kern w:val="2"/>
            <w:sz w:val="24"/>
            <w:szCs w:val="24"/>
            <w:lang w:eastAsia="cs-CZ"/>
            <w14:ligatures w14:val="standardContextual"/>
          </w:rPr>
          <w:tab/>
        </w:r>
        <w:r w:rsidRPr="006A68CA">
          <w:rPr>
            <w:rStyle w:val="Hypertextovodkaz"/>
          </w:rPr>
          <w:t>HODNOCENÍ NABÍDEK</w:t>
        </w:r>
        <w:r>
          <w:rPr>
            <w:noProof/>
            <w:webHidden/>
          </w:rPr>
          <w:tab/>
        </w:r>
        <w:r>
          <w:rPr>
            <w:noProof/>
            <w:webHidden/>
          </w:rPr>
          <w:fldChar w:fldCharType="begin"/>
        </w:r>
        <w:r>
          <w:rPr>
            <w:noProof/>
            <w:webHidden/>
          </w:rPr>
          <w:instrText xml:space="preserve"> PAGEREF _Toc185239938 \h </w:instrText>
        </w:r>
        <w:r>
          <w:rPr>
            <w:noProof/>
            <w:webHidden/>
          </w:rPr>
        </w:r>
        <w:r>
          <w:rPr>
            <w:noProof/>
            <w:webHidden/>
          </w:rPr>
          <w:fldChar w:fldCharType="separate"/>
        </w:r>
        <w:r>
          <w:rPr>
            <w:noProof/>
            <w:webHidden/>
          </w:rPr>
          <w:t>25</w:t>
        </w:r>
        <w:r>
          <w:rPr>
            <w:noProof/>
            <w:webHidden/>
          </w:rPr>
          <w:fldChar w:fldCharType="end"/>
        </w:r>
      </w:hyperlink>
    </w:p>
    <w:p w14:paraId="0B1DF15F" w14:textId="77B9139C" w:rsidR="00BA34EE" w:rsidRDefault="00BA34EE">
      <w:pPr>
        <w:pStyle w:val="Obsah1"/>
        <w:rPr>
          <w:rFonts w:eastAsiaTheme="minorEastAsia"/>
          <w:caps w:val="0"/>
          <w:noProof/>
          <w:kern w:val="2"/>
          <w:sz w:val="24"/>
          <w:szCs w:val="24"/>
          <w:lang w:eastAsia="cs-CZ"/>
          <w14:ligatures w14:val="standardContextual"/>
        </w:rPr>
      </w:pPr>
      <w:hyperlink w:anchor="_Toc185239939" w:history="1">
        <w:r w:rsidRPr="006A68CA">
          <w:rPr>
            <w:rStyle w:val="Hypertextovodkaz"/>
          </w:rPr>
          <w:t>17.</w:t>
        </w:r>
        <w:r>
          <w:rPr>
            <w:rFonts w:eastAsiaTheme="minorEastAsia"/>
            <w:caps w:val="0"/>
            <w:noProof/>
            <w:kern w:val="2"/>
            <w:sz w:val="24"/>
            <w:szCs w:val="24"/>
            <w:lang w:eastAsia="cs-CZ"/>
            <w14:ligatures w14:val="standardContextual"/>
          </w:rPr>
          <w:tab/>
        </w:r>
        <w:r w:rsidRPr="006A68CA">
          <w:rPr>
            <w:rStyle w:val="Hypertextovodkaz"/>
          </w:rPr>
          <w:t>ZRUŠENÍ ZADÁVACÍHO ŘÍZENÍ</w:t>
        </w:r>
        <w:r>
          <w:rPr>
            <w:noProof/>
            <w:webHidden/>
          </w:rPr>
          <w:tab/>
        </w:r>
        <w:r>
          <w:rPr>
            <w:noProof/>
            <w:webHidden/>
          </w:rPr>
          <w:fldChar w:fldCharType="begin"/>
        </w:r>
        <w:r>
          <w:rPr>
            <w:noProof/>
            <w:webHidden/>
          </w:rPr>
          <w:instrText xml:space="preserve"> PAGEREF _Toc185239939 \h </w:instrText>
        </w:r>
        <w:r>
          <w:rPr>
            <w:noProof/>
            <w:webHidden/>
          </w:rPr>
        </w:r>
        <w:r>
          <w:rPr>
            <w:noProof/>
            <w:webHidden/>
          </w:rPr>
          <w:fldChar w:fldCharType="separate"/>
        </w:r>
        <w:r>
          <w:rPr>
            <w:noProof/>
            <w:webHidden/>
          </w:rPr>
          <w:t>30</w:t>
        </w:r>
        <w:r>
          <w:rPr>
            <w:noProof/>
            <w:webHidden/>
          </w:rPr>
          <w:fldChar w:fldCharType="end"/>
        </w:r>
      </w:hyperlink>
    </w:p>
    <w:p w14:paraId="16C17CB1" w14:textId="5A59D795" w:rsidR="00BA34EE" w:rsidRDefault="00BA34EE">
      <w:pPr>
        <w:pStyle w:val="Obsah1"/>
        <w:rPr>
          <w:rFonts w:eastAsiaTheme="minorEastAsia"/>
          <w:caps w:val="0"/>
          <w:noProof/>
          <w:kern w:val="2"/>
          <w:sz w:val="24"/>
          <w:szCs w:val="24"/>
          <w:lang w:eastAsia="cs-CZ"/>
          <w14:ligatures w14:val="standardContextual"/>
        </w:rPr>
      </w:pPr>
      <w:hyperlink w:anchor="_Toc185239940" w:history="1">
        <w:r w:rsidRPr="006A68CA">
          <w:rPr>
            <w:rStyle w:val="Hypertextovodkaz"/>
          </w:rPr>
          <w:t>18.</w:t>
        </w:r>
        <w:r>
          <w:rPr>
            <w:rFonts w:eastAsiaTheme="minorEastAsia"/>
            <w:caps w:val="0"/>
            <w:noProof/>
            <w:kern w:val="2"/>
            <w:sz w:val="24"/>
            <w:szCs w:val="24"/>
            <w:lang w:eastAsia="cs-CZ"/>
            <w14:ligatures w14:val="standardContextual"/>
          </w:rPr>
          <w:tab/>
        </w:r>
        <w:r w:rsidRPr="006A68CA">
          <w:rPr>
            <w:rStyle w:val="Hypertextovodkaz"/>
          </w:rPr>
          <w:t>UZAVŘENÍ SMLOUVY</w:t>
        </w:r>
        <w:r>
          <w:rPr>
            <w:noProof/>
            <w:webHidden/>
          </w:rPr>
          <w:tab/>
        </w:r>
        <w:r>
          <w:rPr>
            <w:noProof/>
            <w:webHidden/>
          </w:rPr>
          <w:fldChar w:fldCharType="begin"/>
        </w:r>
        <w:r>
          <w:rPr>
            <w:noProof/>
            <w:webHidden/>
          </w:rPr>
          <w:instrText xml:space="preserve"> PAGEREF _Toc185239940 \h </w:instrText>
        </w:r>
        <w:r>
          <w:rPr>
            <w:noProof/>
            <w:webHidden/>
          </w:rPr>
        </w:r>
        <w:r>
          <w:rPr>
            <w:noProof/>
            <w:webHidden/>
          </w:rPr>
          <w:fldChar w:fldCharType="separate"/>
        </w:r>
        <w:r>
          <w:rPr>
            <w:noProof/>
            <w:webHidden/>
          </w:rPr>
          <w:t>30</w:t>
        </w:r>
        <w:r>
          <w:rPr>
            <w:noProof/>
            <w:webHidden/>
          </w:rPr>
          <w:fldChar w:fldCharType="end"/>
        </w:r>
      </w:hyperlink>
    </w:p>
    <w:p w14:paraId="17D9481A" w14:textId="193FAE69" w:rsidR="00BA34EE" w:rsidRDefault="00BA34EE">
      <w:pPr>
        <w:pStyle w:val="Obsah1"/>
        <w:rPr>
          <w:rFonts w:eastAsiaTheme="minorEastAsia"/>
          <w:caps w:val="0"/>
          <w:noProof/>
          <w:kern w:val="2"/>
          <w:sz w:val="24"/>
          <w:szCs w:val="24"/>
          <w:lang w:eastAsia="cs-CZ"/>
          <w14:ligatures w14:val="standardContextual"/>
        </w:rPr>
      </w:pPr>
      <w:hyperlink w:anchor="_Toc185239941" w:history="1">
        <w:r w:rsidRPr="006A68CA">
          <w:rPr>
            <w:rStyle w:val="Hypertextovodkaz"/>
          </w:rPr>
          <w:t>19.</w:t>
        </w:r>
        <w:r>
          <w:rPr>
            <w:rFonts w:eastAsiaTheme="minorEastAsia"/>
            <w:caps w:val="0"/>
            <w:noProof/>
            <w:kern w:val="2"/>
            <w:sz w:val="24"/>
            <w:szCs w:val="24"/>
            <w:lang w:eastAsia="cs-CZ"/>
            <w14:ligatures w14:val="standardContextual"/>
          </w:rPr>
          <w:tab/>
        </w:r>
        <w:r w:rsidRPr="006A68CA">
          <w:rPr>
            <w:rStyle w:val="Hypertextovodkaz"/>
          </w:rPr>
          <w:t>OCHRANA INFORMACÍ</w:t>
        </w:r>
        <w:r>
          <w:rPr>
            <w:noProof/>
            <w:webHidden/>
          </w:rPr>
          <w:tab/>
        </w:r>
        <w:r>
          <w:rPr>
            <w:noProof/>
            <w:webHidden/>
          </w:rPr>
          <w:fldChar w:fldCharType="begin"/>
        </w:r>
        <w:r>
          <w:rPr>
            <w:noProof/>
            <w:webHidden/>
          </w:rPr>
          <w:instrText xml:space="preserve"> PAGEREF _Toc185239941 \h </w:instrText>
        </w:r>
        <w:r>
          <w:rPr>
            <w:noProof/>
            <w:webHidden/>
          </w:rPr>
        </w:r>
        <w:r>
          <w:rPr>
            <w:noProof/>
            <w:webHidden/>
          </w:rPr>
          <w:fldChar w:fldCharType="separate"/>
        </w:r>
        <w:r>
          <w:rPr>
            <w:noProof/>
            <w:webHidden/>
          </w:rPr>
          <w:t>33</w:t>
        </w:r>
        <w:r>
          <w:rPr>
            <w:noProof/>
            <w:webHidden/>
          </w:rPr>
          <w:fldChar w:fldCharType="end"/>
        </w:r>
      </w:hyperlink>
    </w:p>
    <w:p w14:paraId="05AFD0F6" w14:textId="4F4396BD" w:rsidR="00BA34EE" w:rsidRDefault="00BA34EE">
      <w:pPr>
        <w:pStyle w:val="Obsah1"/>
        <w:rPr>
          <w:rFonts w:eastAsiaTheme="minorEastAsia"/>
          <w:caps w:val="0"/>
          <w:noProof/>
          <w:kern w:val="2"/>
          <w:sz w:val="24"/>
          <w:szCs w:val="24"/>
          <w:lang w:eastAsia="cs-CZ"/>
          <w14:ligatures w14:val="standardContextual"/>
        </w:rPr>
      </w:pPr>
      <w:hyperlink w:anchor="_Toc185239942" w:history="1">
        <w:r w:rsidRPr="006A68CA">
          <w:rPr>
            <w:rStyle w:val="Hypertextovodkaz"/>
          </w:rPr>
          <w:t>20.</w:t>
        </w:r>
        <w:r>
          <w:rPr>
            <w:rFonts w:eastAsiaTheme="minorEastAsia"/>
            <w:caps w:val="0"/>
            <w:noProof/>
            <w:kern w:val="2"/>
            <w:sz w:val="24"/>
            <w:szCs w:val="24"/>
            <w:lang w:eastAsia="cs-CZ"/>
            <w14:ligatures w14:val="standardContextual"/>
          </w:rPr>
          <w:tab/>
        </w:r>
        <w:r w:rsidRPr="006A68CA">
          <w:rPr>
            <w:rStyle w:val="Hypertextovodkaz"/>
          </w:rPr>
          <w:t>ZADÁVACÍ LHŮTA A JISTOTA ZA NABÍDKU</w:t>
        </w:r>
        <w:r>
          <w:rPr>
            <w:noProof/>
            <w:webHidden/>
          </w:rPr>
          <w:tab/>
        </w:r>
        <w:r>
          <w:rPr>
            <w:noProof/>
            <w:webHidden/>
          </w:rPr>
          <w:fldChar w:fldCharType="begin"/>
        </w:r>
        <w:r>
          <w:rPr>
            <w:noProof/>
            <w:webHidden/>
          </w:rPr>
          <w:instrText xml:space="preserve"> PAGEREF _Toc185239942 \h </w:instrText>
        </w:r>
        <w:r>
          <w:rPr>
            <w:noProof/>
            <w:webHidden/>
          </w:rPr>
        </w:r>
        <w:r>
          <w:rPr>
            <w:noProof/>
            <w:webHidden/>
          </w:rPr>
          <w:fldChar w:fldCharType="separate"/>
        </w:r>
        <w:r>
          <w:rPr>
            <w:noProof/>
            <w:webHidden/>
          </w:rPr>
          <w:t>33</w:t>
        </w:r>
        <w:r>
          <w:rPr>
            <w:noProof/>
            <w:webHidden/>
          </w:rPr>
          <w:fldChar w:fldCharType="end"/>
        </w:r>
      </w:hyperlink>
    </w:p>
    <w:p w14:paraId="44F013BB" w14:textId="222D4F6A" w:rsidR="00BA34EE" w:rsidRDefault="00BA34EE">
      <w:pPr>
        <w:pStyle w:val="Obsah1"/>
        <w:rPr>
          <w:rFonts w:eastAsiaTheme="minorEastAsia"/>
          <w:caps w:val="0"/>
          <w:noProof/>
          <w:kern w:val="2"/>
          <w:sz w:val="24"/>
          <w:szCs w:val="24"/>
          <w:lang w:eastAsia="cs-CZ"/>
          <w14:ligatures w14:val="standardContextual"/>
        </w:rPr>
      </w:pPr>
      <w:hyperlink w:anchor="_Toc185239943" w:history="1">
        <w:r w:rsidRPr="006A68CA">
          <w:rPr>
            <w:rStyle w:val="Hypertextovodkaz"/>
          </w:rPr>
          <w:t>21.</w:t>
        </w:r>
        <w:r>
          <w:rPr>
            <w:rFonts w:eastAsiaTheme="minorEastAsia"/>
            <w:caps w:val="0"/>
            <w:noProof/>
            <w:kern w:val="2"/>
            <w:sz w:val="24"/>
            <w:szCs w:val="24"/>
            <w:lang w:eastAsia="cs-CZ"/>
            <w14:ligatures w14:val="standardContextual"/>
          </w:rPr>
          <w:tab/>
        </w:r>
        <w:r w:rsidRPr="006A68CA">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_Toc185239943 \h </w:instrText>
        </w:r>
        <w:r>
          <w:rPr>
            <w:noProof/>
            <w:webHidden/>
          </w:rPr>
        </w:r>
        <w:r>
          <w:rPr>
            <w:noProof/>
            <w:webHidden/>
          </w:rPr>
          <w:fldChar w:fldCharType="separate"/>
        </w:r>
        <w:r>
          <w:rPr>
            <w:noProof/>
            <w:webHidden/>
          </w:rPr>
          <w:t>34</w:t>
        </w:r>
        <w:r>
          <w:rPr>
            <w:noProof/>
            <w:webHidden/>
          </w:rPr>
          <w:fldChar w:fldCharType="end"/>
        </w:r>
      </w:hyperlink>
    </w:p>
    <w:p w14:paraId="4931C6C6" w14:textId="5DF3F5D8" w:rsidR="00BA34EE" w:rsidRDefault="00BA34EE">
      <w:pPr>
        <w:pStyle w:val="Obsah1"/>
        <w:rPr>
          <w:rFonts w:eastAsiaTheme="minorEastAsia"/>
          <w:caps w:val="0"/>
          <w:noProof/>
          <w:kern w:val="2"/>
          <w:sz w:val="24"/>
          <w:szCs w:val="24"/>
          <w:lang w:eastAsia="cs-CZ"/>
          <w14:ligatures w14:val="standardContextual"/>
        </w:rPr>
      </w:pPr>
      <w:hyperlink w:anchor="_Toc185239944" w:history="1">
        <w:r w:rsidRPr="006A68CA">
          <w:rPr>
            <w:rStyle w:val="Hypertextovodkaz"/>
          </w:rPr>
          <w:t>22.</w:t>
        </w:r>
        <w:r>
          <w:rPr>
            <w:rFonts w:eastAsiaTheme="minorEastAsia"/>
            <w:caps w:val="0"/>
            <w:noProof/>
            <w:kern w:val="2"/>
            <w:sz w:val="24"/>
            <w:szCs w:val="24"/>
            <w:lang w:eastAsia="cs-CZ"/>
            <w14:ligatures w14:val="standardContextual"/>
          </w:rPr>
          <w:tab/>
        </w:r>
        <w:r w:rsidRPr="006A68CA">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_Toc185239944 \h </w:instrText>
        </w:r>
        <w:r>
          <w:rPr>
            <w:noProof/>
            <w:webHidden/>
          </w:rPr>
        </w:r>
        <w:r>
          <w:rPr>
            <w:noProof/>
            <w:webHidden/>
          </w:rPr>
          <w:fldChar w:fldCharType="separate"/>
        </w:r>
        <w:r>
          <w:rPr>
            <w:noProof/>
            <w:webHidden/>
          </w:rPr>
          <w:t>34</w:t>
        </w:r>
        <w:r>
          <w:rPr>
            <w:noProof/>
            <w:webHidden/>
          </w:rPr>
          <w:fldChar w:fldCharType="end"/>
        </w:r>
      </w:hyperlink>
    </w:p>
    <w:p w14:paraId="15A36B9B" w14:textId="65070D8E" w:rsidR="00BA34EE" w:rsidRDefault="00BA34EE">
      <w:pPr>
        <w:pStyle w:val="Obsah1"/>
        <w:rPr>
          <w:rFonts w:eastAsiaTheme="minorEastAsia"/>
          <w:caps w:val="0"/>
          <w:noProof/>
          <w:kern w:val="2"/>
          <w:sz w:val="24"/>
          <w:szCs w:val="24"/>
          <w:lang w:eastAsia="cs-CZ"/>
          <w14:ligatures w14:val="standardContextual"/>
        </w:rPr>
      </w:pPr>
      <w:hyperlink w:anchor="_Toc185239945" w:history="1">
        <w:r w:rsidRPr="006A68CA">
          <w:rPr>
            <w:rStyle w:val="Hypertextovodkaz"/>
          </w:rPr>
          <w:t>23.</w:t>
        </w:r>
        <w:r>
          <w:rPr>
            <w:rFonts w:eastAsiaTheme="minorEastAsia"/>
            <w:caps w:val="0"/>
            <w:noProof/>
            <w:kern w:val="2"/>
            <w:sz w:val="24"/>
            <w:szCs w:val="24"/>
            <w:lang w:eastAsia="cs-CZ"/>
            <w14:ligatures w14:val="standardContextual"/>
          </w:rPr>
          <w:tab/>
        </w:r>
        <w:r w:rsidRPr="006A68CA">
          <w:rPr>
            <w:rStyle w:val="Hypertextovodkaz"/>
          </w:rPr>
          <w:t>PŘÍLOHY TĚCHTO POKYNŮ</w:t>
        </w:r>
        <w:r>
          <w:rPr>
            <w:noProof/>
            <w:webHidden/>
          </w:rPr>
          <w:tab/>
        </w:r>
        <w:r>
          <w:rPr>
            <w:noProof/>
            <w:webHidden/>
          </w:rPr>
          <w:fldChar w:fldCharType="begin"/>
        </w:r>
        <w:r>
          <w:rPr>
            <w:noProof/>
            <w:webHidden/>
          </w:rPr>
          <w:instrText xml:space="preserve"> PAGEREF _Toc185239945 \h </w:instrText>
        </w:r>
        <w:r>
          <w:rPr>
            <w:noProof/>
            <w:webHidden/>
          </w:rPr>
        </w:r>
        <w:r>
          <w:rPr>
            <w:noProof/>
            <w:webHidden/>
          </w:rPr>
          <w:fldChar w:fldCharType="separate"/>
        </w:r>
        <w:r>
          <w:rPr>
            <w:noProof/>
            <w:webHidden/>
          </w:rPr>
          <w:t>36</w:t>
        </w:r>
        <w:r>
          <w:rPr>
            <w:noProof/>
            <w:webHidden/>
          </w:rPr>
          <w:fldChar w:fldCharType="end"/>
        </w:r>
      </w:hyperlink>
    </w:p>
    <w:p w14:paraId="60B1C051" w14:textId="3963CC56" w:rsidR="00AD0C7B" w:rsidRDefault="00BD7E91" w:rsidP="008D03B9">
      <w:r>
        <w:fldChar w:fldCharType="end"/>
      </w:r>
    </w:p>
    <w:p w14:paraId="1E2BD219" w14:textId="77777777" w:rsidR="00AD0C7B" w:rsidRDefault="00AD0C7B">
      <w:r>
        <w:br w:type="page"/>
      </w:r>
    </w:p>
    <w:p w14:paraId="1227C76D" w14:textId="77777777" w:rsidR="0035531B" w:rsidRDefault="0035531B" w:rsidP="0035531B">
      <w:pPr>
        <w:pStyle w:val="Nadpis1-1"/>
      </w:pPr>
      <w:bookmarkStart w:id="0" w:name="_Toc185239923"/>
      <w:bookmarkStart w:id="1" w:name="_Toc389559699"/>
      <w:bookmarkStart w:id="2" w:name="_Toc397429847"/>
      <w:bookmarkStart w:id="3" w:name="_Ref433028040"/>
      <w:bookmarkStart w:id="4" w:name="_Toc1048197"/>
      <w:r>
        <w:lastRenderedPageBreak/>
        <w:t>ÚVODNÍ USTANOVENÍ</w:t>
      </w:r>
      <w:bookmarkEnd w:id="0"/>
    </w:p>
    <w:p w14:paraId="1B1A58DF" w14:textId="11C60B48"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nabídky účastník zadávacího řízení zcela a bez výhrad akceptuje zadávací podmínky této veřejné zakázky. </w:t>
      </w:r>
    </w:p>
    <w:p w14:paraId="5CD0264C" w14:textId="75AB8685" w:rsidR="00652EFD" w:rsidRPr="00652EFD" w:rsidRDefault="00652EFD" w:rsidP="00652EFD">
      <w:pPr>
        <w:pStyle w:val="Text1-1"/>
        <w:rPr>
          <w:b/>
        </w:rPr>
      </w:pPr>
      <w:r w:rsidRPr="00652EFD">
        <w:rPr>
          <w:b/>
        </w:rPr>
        <w:t>Zadavatel je veřejným zadavatelem, který zadává tuto veřejnou zakázku při výkonu relevantní činnosti ve smyslu § 153 odst. 1 písm. f) ZZVZ. V souladu s § 151 odst. 1 ZZVZ se tato zakázka považuje za sektorovou veřejnou zakázku.</w:t>
      </w:r>
    </w:p>
    <w:p w14:paraId="385A0FCC" w14:textId="77777777" w:rsidR="00652EFD" w:rsidRPr="00652EFD" w:rsidRDefault="00652EFD" w:rsidP="00652EFD">
      <w:pPr>
        <w:pStyle w:val="Text1-1"/>
        <w:rPr>
          <w:b/>
        </w:rPr>
      </w:pPr>
      <w:r w:rsidRPr="00652EFD">
        <w:rPr>
          <w:b/>
        </w:rPr>
        <w:t>Veřejná zakázka na služby je zadávána v otevřeném řízení dle § 56 a násl. ZZVZ.</w:t>
      </w:r>
    </w:p>
    <w:p w14:paraId="721CC4F2" w14:textId="50549374"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w:t>
      </w:r>
      <w:r w:rsidR="00F275D7">
        <w:t xml:space="preserve"> sektorová veřejná zakázka </w:t>
      </w:r>
      <w:r>
        <w:t xml:space="preserve">a dále specifikované v zadávací dokumentaci, </w:t>
      </w:r>
      <w:r w:rsidR="000161D4">
        <w:t>mohou</w:t>
      </w:r>
      <w:r>
        <w:t xml:space="preserve"> mít podle okolností za následek vyřazení nabídky a vyloučení účastníka zadávacího řízení ze zadávacího řízení této veřejné zakázky.</w:t>
      </w:r>
    </w:p>
    <w:p w14:paraId="54BC6ED3" w14:textId="57A99BC9" w:rsidR="00652EFD" w:rsidRDefault="00652EFD" w:rsidP="00652EFD">
      <w:pPr>
        <w:pStyle w:val="Text1-1"/>
      </w:pPr>
      <w:r>
        <w:t>Článek 10 těchto Pokynů pro dodavatele (dále jen „</w:t>
      </w:r>
      <w:r w:rsidRPr="00652EFD">
        <w:rPr>
          <w:b/>
        </w:rPr>
        <w:t>Pokyny</w:t>
      </w:r>
      <w:r>
        <w:t xml:space="preserve">“) stanoví jazyk podávaných nabídek. Soubor dokumentů tvořících zadávací podmínky je </w:t>
      </w:r>
      <w:r w:rsidR="000161D4">
        <w:t>vyhotoven</w:t>
      </w:r>
      <w:r>
        <w:t xml:space="preserve"> v českém jazyce.</w:t>
      </w:r>
    </w:p>
    <w:p w14:paraId="5BF478AE"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4CC697DB" w14:textId="0C823BFE"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 xml:space="preserve">To neplatí v případě postupu dle § 40 odst. </w:t>
      </w:r>
      <w:r w:rsidR="00D70AEA">
        <w:rPr>
          <w:szCs w:val="24"/>
        </w:rPr>
        <w:t>6</w:t>
      </w:r>
      <w:r w:rsidR="00A85121" w:rsidRPr="00DD3B19">
        <w:rPr>
          <w:szCs w:val="24"/>
        </w:rPr>
        <w:t xml:space="preserve"> ZZVZ</w:t>
      </w:r>
      <w:r w:rsidR="00CA69CC">
        <w:rPr>
          <w:szCs w:val="24"/>
        </w:rPr>
        <w:t>.</w:t>
      </w:r>
    </w:p>
    <w:p w14:paraId="79BC94EE" w14:textId="763326E1" w:rsidR="00652EFD" w:rsidRDefault="00652EFD" w:rsidP="00652EFD">
      <w:pPr>
        <w:pStyle w:val="Text1-1"/>
      </w:pPr>
      <w:r>
        <w:t xml:space="preserve">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w:t>
      </w:r>
      <w:r w:rsidR="000161D4">
        <w:t xml:space="preserve">závazného vzoru </w:t>
      </w:r>
      <w:r>
        <w:t xml:space="preserve">smlouvy anebo jejích součástí mohou být považovány za nesplnění podmínek účasti v zadávacím řízení s </w:t>
      </w:r>
      <w:r w:rsidR="000161D4">
        <w:t xml:space="preserve">možným </w:t>
      </w:r>
      <w:r>
        <w:t>následkem vyloučení účastníka zadávacího řízení. Vybraný dodavatel bude pro nesplnění podmínek účasti v zadávacím řízení vyloučen v souladu s § 48 ZZVZ.</w:t>
      </w:r>
    </w:p>
    <w:p w14:paraId="52AA6FA3"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6F899FBF" w14:textId="77777777" w:rsidR="0035531B" w:rsidRDefault="0035531B" w:rsidP="0035531B">
      <w:pPr>
        <w:pStyle w:val="Nadpis1-1"/>
      </w:pPr>
      <w:bookmarkStart w:id="5" w:name="_Toc185239924"/>
      <w:r>
        <w:t>IDENTIFIKAČNÍ ÚDAJE ZADAVATELE</w:t>
      </w:r>
      <w:bookmarkEnd w:id="5"/>
    </w:p>
    <w:p w14:paraId="0DC252EF"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72F447B4" w14:textId="77777777" w:rsidR="0035531B" w:rsidRDefault="0035531B" w:rsidP="0035531B">
      <w:pPr>
        <w:pStyle w:val="Textbezslovn"/>
        <w:spacing w:after="0"/>
      </w:pPr>
      <w:r>
        <w:t>sídlo: Dlážděná 1003/7, Praha 1</w:t>
      </w:r>
      <w:r w:rsidR="0076241C">
        <w:t>-</w:t>
      </w:r>
      <w:r>
        <w:t xml:space="preserve"> Nové Město, PSČ 110 00</w:t>
      </w:r>
    </w:p>
    <w:p w14:paraId="206FBD07"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79B37A19" w14:textId="77777777" w:rsidR="0035531B" w:rsidRDefault="0035531B" w:rsidP="0035531B">
      <w:pPr>
        <w:pStyle w:val="Textbezslovn"/>
        <w:spacing w:after="0"/>
      </w:pPr>
      <w:r>
        <w:t>IČO: 70994234</w:t>
      </w:r>
    </w:p>
    <w:p w14:paraId="75601900" w14:textId="77777777" w:rsidR="0035531B" w:rsidRDefault="0035531B" w:rsidP="0035531B">
      <w:pPr>
        <w:pStyle w:val="Textbezslovn"/>
        <w:spacing w:after="0"/>
      </w:pPr>
      <w:r>
        <w:t>DIČ: CZ70994234</w:t>
      </w:r>
    </w:p>
    <w:p w14:paraId="02AC0206" w14:textId="77777777" w:rsidR="0035531B" w:rsidRDefault="0035531B" w:rsidP="0035531B">
      <w:pPr>
        <w:pStyle w:val="Textbezslovn"/>
        <w:spacing w:after="0"/>
      </w:pPr>
      <w:r>
        <w:t>Identifikátor datové schránky: uccchjm</w:t>
      </w:r>
    </w:p>
    <w:p w14:paraId="1BD65EBF"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09FD9292" w14:textId="029328B2" w:rsidR="0035531B" w:rsidRDefault="0035531B" w:rsidP="0035531B">
      <w:pPr>
        <w:pStyle w:val="Textbezslovn"/>
      </w:pPr>
      <w:r w:rsidRPr="000174E8">
        <w:lastRenderedPageBreak/>
        <w:tab/>
      </w:r>
    </w:p>
    <w:p w14:paraId="5FEC9299" w14:textId="77777777" w:rsidR="0035531B" w:rsidRDefault="0035531B" w:rsidP="0035531B">
      <w:pPr>
        <w:pStyle w:val="Nadpis1-1"/>
      </w:pPr>
      <w:bookmarkStart w:id="6" w:name="_Toc185239925"/>
      <w:r>
        <w:t>KOMUNIKACE MEZI ZADAVATELEM</w:t>
      </w:r>
      <w:r w:rsidR="00845C50">
        <w:t xml:space="preserve"> a </w:t>
      </w:r>
      <w:r>
        <w:t>DODAVATELEM</w:t>
      </w:r>
      <w:bookmarkEnd w:id="6"/>
      <w:r>
        <w:t xml:space="preserve"> </w:t>
      </w:r>
    </w:p>
    <w:p w14:paraId="11C0F431" w14:textId="53E67987" w:rsidR="0035531B" w:rsidRDefault="00FE56B5" w:rsidP="0035531B">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 </w:t>
      </w:r>
      <w:r w:rsidRPr="00FE56B5">
        <w:t xml:space="preserve"> </w:t>
      </w:r>
      <w:r>
        <w:t>Písemná</w:t>
      </w:r>
      <w:r w:rsidR="00845C50">
        <w:t>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w:history="1"/>
      <w:hyperlink r:id="rId12" w:history="1">
        <w:r w:rsidR="003468DC" w:rsidRPr="003468DC">
          <w:rPr>
            <w:rStyle w:val="Hypertextovodkaz"/>
            <w:noProof w:val="0"/>
          </w:rPr>
          <w:t>https://zakazky.s</w:t>
        </w:r>
        <w:r w:rsidR="003468DC" w:rsidRPr="00D01AF3">
          <w:rPr>
            <w:rStyle w:val="Hypertextovodkaz"/>
            <w:noProof w:val="0"/>
          </w:rPr>
          <w:t>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385C59" w:rsidRPr="00385C59">
        <w:t xml:space="preserve"> </w:t>
      </w:r>
      <w:r w:rsidR="00385C59">
        <w:t>s výjimkou případů, kdy komunikace s dodavatelem prostřednictvím elektronického nástroje nebude objektivně možná, např. s ohledem na chybějící registraci dodavatele v elektronickém nástroji.</w:t>
      </w:r>
    </w:p>
    <w:p w14:paraId="3264B1E6" w14:textId="489025FC" w:rsidR="0035531B" w:rsidRDefault="0035531B" w:rsidP="0035531B">
      <w:pPr>
        <w:pStyle w:val="Text1-1"/>
      </w:pPr>
      <w:r>
        <w:t>Kontaktní osobou zadavatele pro zadávací řízení je:</w:t>
      </w:r>
      <w:r w:rsidR="00840ABE">
        <w:t xml:space="preserve"> Helena Baštářová</w:t>
      </w:r>
    </w:p>
    <w:p w14:paraId="0915EBC0" w14:textId="77777777" w:rsidR="00840ABE" w:rsidRDefault="00840ABE" w:rsidP="00840ABE">
      <w:pPr>
        <w:pStyle w:val="Textbezslovn"/>
        <w:spacing w:after="0"/>
      </w:pPr>
      <w:r>
        <w:t xml:space="preserve">telefon: </w:t>
      </w:r>
      <w:r>
        <w:tab/>
        <w:t>+420 724 129 033</w:t>
      </w:r>
    </w:p>
    <w:p w14:paraId="2901E2A4" w14:textId="77777777" w:rsidR="00840ABE" w:rsidRDefault="00840ABE" w:rsidP="00840ABE">
      <w:pPr>
        <w:pStyle w:val="Textbezslovn"/>
        <w:spacing w:after="0"/>
      </w:pPr>
      <w:r>
        <w:t xml:space="preserve">e-mail: </w:t>
      </w:r>
      <w:r>
        <w:tab/>
      </w:r>
      <w:hyperlink r:id="rId13" w:history="1">
        <w:r w:rsidRPr="00903738">
          <w:rPr>
            <w:rStyle w:val="Hypertextovodkaz"/>
            <w:noProof w:val="0"/>
          </w:rPr>
          <w:t>Bastarova@spravazeleznic.cz</w:t>
        </w:r>
      </w:hyperlink>
    </w:p>
    <w:p w14:paraId="486088C4" w14:textId="77777777" w:rsidR="00840ABE" w:rsidRDefault="00840ABE" w:rsidP="00840ABE">
      <w:pPr>
        <w:pStyle w:val="Textbezslovn"/>
        <w:spacing w:after="0"/>
      </w:pPr>
      <w:r>
        <w:t xml:space="preserve">adresa: </w:t>
      </w:r>
      <w:r>
        <w:tab/>
        <w:t>Správa železnic, státní organizace</w:t>
      </w:r>
    </w:p>
    <w:p w14:paraId="3A6BA337" w14:textId="77777777" w:rsidR="00840ABE" w:rsidRDefault="00840ABE" w:rsidP="00840ABE">
      <w:pPr>
        <w:pStyle w:val="Textbezslovn"/>
        <w:spacing w:after="0"/>
      </w:pPr>
      <w:r>
        <w:t xml:space="preserve">                      Stavební správa západ, Ke Štvanici 656/3, 186 00 Praha 8</w:t>
      </w:r>
    </w:p>
    <w:p w14:paraId="02B4CF50" w14:textId="77777777" w:rsidR="00840ABE" w:rsidRDefault="00840ABE" w:rsidP="0035531B">
      <w:pPr>
        <w:pStyle w:val="Textbezslovn"/>
        <w:spacing w:after="0"/>
      </w:pPr>
    </w:p>
    <w:p w14:paraId="636A6AA7" w14:textId="77777777" w:rsidR="0035531B" w:rsidRDefault="0035531B" w:rsidP="0035531B">
      <w:pPr>
        <w:pStyle w:val="Nadpis1-1"/>
      </w:pPr>
      <w:bookmarkStart w:id="7" w:name="_Toc185239926"/>
      <w:r>
        <w:t>ÚČEL</w:t>
      </w:r>
      <w:r w:rsidR="00845C50">
        <w:t xml:space="preserve"> a </w:t>
      </w:r>
      <w:r>
        <w:t>PŘEDMĚT PLNĚNÍ VEŘEJNÉ ZAKÁZKY</w:t>
      </w:r>
      <w:bookmarkEnd w:id="7"/>
    </w:p>
    <w:p w14:paraId="048A6356" w14:textId="77777777" w:rsidR="0035531B" w:rsidRDefault="0035531B" w:rsidP="0035531B">
      <w:pPr>
        <w:pStyle w:val="Text1-1"/>
      </w:pPr>
      <w:r>
        <w:t>Účel veřejné zakázky</w:t>
      </w:r>
    </w:p>
    <w:p w14:paraId="52CF2360" w14:textId="21E58F21" w:rsidR="00840ABE" w:rsidRPr="00840ABE" w:rsidDel="00FB05B2" w:rsidRDefault="00413FC4" w:rsidP="00413FC4">
      <w:pPr>
        <w:pStyle w:val="Text1-2"/>
        <w:numPr>
          <w:ilvl w:val="0"/>
          <w:numId w:val="0"/>
        </w:numPr>
        <w:ind w:left="737"/>
      </w:pPr>
      <w:r>
        <w:t xml:space="preserve">Účelem veřejné zakázky </w:t>
      </w:r>
      <w:r w:rsidR="00840ABE" w:rsidRPr="00840ABE" w:rsidDel="00FB05B2">
        <w:t>je</w:t>
      </w:r>
      <w:r w:rsidR="00840ABE" w:rsidRPr="00840ABE">
        <w:t xml:space="preserve"> prostá elektrizace trati Praha-Krč – Čerčany a odbočka Skochovice – Dobříš. Rozsah elektrizace vyplyne z prověření v rámci této zakázky, prověří se možnost kompletní plné elektrizace a umožnění vozby klasickými elektrickými vozidly, nebo dojde k částečné elektrizaci a v neelektrizovaných úsecích bude vozba zajištěna bateriovými vozidly, v prověřování budou zohledněny také požadavky krajského objednatele dopravy. Prostá elektrizace má za cíl </w:t>
      </w:r>
      <w:r w:rsidR="00840ABE" w:rsidRPr="00840ABE">
        <w:rPr>
          <w:color w:val="000000"/>
        </w:rPr>
        <w:t xml:space="preserve">zavedení </w:t>
      </w:r>
      <w:r w:rsidR="00840ABE" w:rsidRPr="00840ABE">
        <w:t>provozu vlaků</w:t>
      </w:r>
      <w:r w:rsidR="00840ABE" w:rsidRPr="00840ABE">
        <w:rPr>
          <w:color w:val="000000"/>
        </w:rPr>
        <w:t xml:space="preserve"> v </w:t>
      </w:r>
      <w:r w:rsidR="00840ABE" w:rsidRPr="00840ABE">
        <w:t>elektrické trakci na této trati v souladu s Koncepcí rozvoje elektrické trakce v České republice a s plánem na dekarbonizaci železniční dopravy, bez nutnosti dalších investičně náročných úprav trati a bez úprav, které by vyžadovaly dlouhou přípravu a posuzování vlivu na životní prostředí (EIA).</w:t>
      </w:r>
    </w:p>
    <w:p w14:paraId="573A6BBE" w14:textId="77777777" w:rsidR="0035531B" w:rsidRDefault="0035531B" w:rsidP="0035531B">
      <w:pPr>
        <w:pStyle w:val="Text1-1"/>
      </w:pPr>
      <w:r>
        <w:t>Předmět plnění veřejné zakázky</w:t>
      </w:r>
    </w:p>
    <w:p w14:paraId="431C60FB" w14:textId="3F01FC2E" w:rsidR="00413FC4" w:rsidRDefault="00413FC4" w:rsidP="00413FC4">
      <w:pPr>
        <w:pStyle w:val="Text1-2"/>
        <w:numPr>
          <w:ilvl w:val="0"/>
          <w:numId w:val="0"/>
        </w:numPr>
        <w:ind w:left="709" w:hanging="737"/>
      </w:pPr>
      <w:bookmarkStart w:id="8" w:name="_Ref164688429"/>
      <w:bookmarkStart w:id="9" w:name="_Ref173504519"/>
      <w:r>
        <w:t xml:space="preserve">            </w:t>
      </w:r>
      <w:r w:rsidRPr="00FD501F" w:rsidDel="00FB05B2">
        <w:t xml:space="preserve">Předmětem </w:t>
      </w:r>
      <w:r w:rsidRPr="00F46F42" w:rsidDel="00FB05B2">
        <w:t>Díla „</w:t>
      </w:r>
      <w:r>
        <w:rPr>
          <w:rStyle w:val="Tun"/>
        </w:rPr>
        <w:t>Prostá elektrizace trati Praha – Vrané n. Vlt. / Měchenice Čerčany</w:t>
      </w:r>
      <w:r w:rsidRPr="00F46F42" w:rsidDel="00FB05B2">
        <w:t>“ je</w:t>
      </w:r>
      <w:r w:rsidDel="00FB05B2">
        <w:t>:</w:t>
      </w:r>
      <w:bookmarkEnd w:id="8"/>
      <w:bookmarkEnd w:id="9"/>
    </w:p>
    <w:p w14:paraId="6E5B8FA9" w14:textId="128E83A7" w:rsidR="00413FC4" w:rsidRDefault="00413FC4" w:rsidP="00413FC4">
      <w:pPr>
        <w:pStyle w:val="Text1-1"/>
        <w:numPr>
          <w:ilvl w:val="0"/>
          <w:numId w:val="0"/>
        </w:numPr>
        <w:ind w:left="993" w:hanging="256"/>
      </w:pPr>
      <w:r>
        <w:t xml:space="preserve">a)  Zhotovení Záměru projektu podle dokumentu MD „Pravidla přípravy a realizace akcí dopravní infrastruktury financovaných Státním fondem dopravní infrastruktury“ č. j. MD-46506/2024-910/1, 08/2024 (dále jen „Pravidla MD“). </w:t>
      </w:r>
    </w:p>
    <w:p w14:paraId="49A32AA6" w14:textId="5BD2E5BB" w:rsidR="00413FC4" w:rsidRDefault="00413FC4" w:rsidP="00413FC4">
      <w:pPr>
        <w:pStyle w:val="Text1-1"/>
        <w:numPr>
          <w:ilvl w:val="0"/>
          <w:numId w:val="0"/>
        </w:numPr>
        <w:ind w:left="993" w:hanging="256"/>
      </w:pPr>
      <w:r>
        <w:t xml:space="preserve">b)  Zhotovení Doprovodné dokumentace k ZP, která bude zpracována dle požadavků uvedených v těchto ZTP. </w:t>
      </w:r>
    </w:p>
    <w:p w14:paraId="13A7FDA5" w14:textId="59C03F09" w:rsidR="00413FC4" w:rsidRDefault="00413FC4" w:rsidP="00413FC4">
      <w:pPr>
        <w:pStyle w:val="Text1-1"/>
        <w:numPr>
          <w:ilvl w:val="0"/>
          <w:numId w:val="0"/>
        </w:numPr>
        <w:ind w:left="993" w:hanging="256"/>
      </w:pPr>
      <w:r>
        <w:t xml:space="preserve">c)   Zpracování oznámení záměru dle § 6 (dále jen „oznámení EIA“) a dokumentace (dále jen „dokumentace EIA“) dle § 8 zákona č. 100/2001 Sb., o posuzování vlivů na životní prostředí, v platném znění. Závěr z procesu EIA bude zapracován do DPS. </w:t>
      </w:r>
      <w:r w:rsidR="00E00C91" w:rsidRPr="00E00C91">
        <w:t>Rozsah tohoto plnění si Objednatel vyhrazuje jako změnu závazku ze smlouvy v souladu s ustanovením § 100 odst. 1 ZZVZ. Plnění bude Zhotovitel realizovat na základě pokynu Objednatele po obdržení Závěru zjišťovacího řízení.</w:t>
      </w:r>
    </w:p>
    <w:p w14:paraId="2EBA6687" w14:textId="7C6DCE25" w:rsidR="00413FC4" w:rsidRDefault="00413FC4" w:rsidP="00413FC4">
      <w:pPr>
        <w:pStyle w:val="Text1-1"/>
        <w:numPr>
          <w:ilvl w:val="0"/>
          <w:numId w:val="0"/>
        </w:numPr>
        <w:ind w:left="993" w:hanging="256"/>
      </w:pPr>
      <w:r>
        <w:lastRenderedPageBreak/>
        <w:t>d)  Zhotovení Projektové dokumentace pro povolení stavby (DPS), která specifikuje předmět Díla v takovém rozsahu, aby ji bylo možno projednat v řízení o povolení záměru, získat pravomocné povolení záměru (povolení stavby nebo zařízení) dle zákona č. 283/2021 Sb., stavební zákon, (dále jen „stavební zákon“), včetně Stanoviska oznámeného subjektu ve fázi vydání povolení záměru a činností koordinátora BOZP při práci na staveništi ve fázi přípravy včetně zpracování plánu BOZP na staveništi a manuálu údržby.</w:t>
      </w:r>
    </w:p>
    <w:p w14:paraId="3FFC1CBD" w14:textId="576F0719" w:rsidR="00413FC4" w:rsidRDefault="00413FC4" w:rsidP="00413FC4">
      <w:pPr>
        <w:pStyle w:val="Text1-1"/>
        <w:numPr>
          <w:ilvl w:val="0"/>
          <w:numId w:val="0"/>
        </w:numPr>
        <w:ind w:left="993" w:hanging="256"/>
      </w:pPr>
      <w:r>
        <w:t>e)   Zpracování a podání žádosti o vydání povolení záměru dle stavebního zákona, včetně všech vyžadovaných podkladů, jejímž výsledkem bude vydání povolení záměru (povolení stavby nebo zařízení). Zhotovitel bude spolupracovat při vydání příslušných rozhodnutí do nabytí jejich právní moci.</w:t>
      </w:r>
    </w:p>
    <w:p w14:paraId="6B8D97A9" w14:textId="6E101821" w:rsidR="00413FC4" w:rsidRDefault="00413FC4" w:rsidP="00413FC4">
      <w:pPr>
        <w:pStyle w:val="Text1-1"/>
        <w:numPr>
          <w:ilvl w:val="0"/>
          <w:numId w:val="0"/>
        </w:numPr>
        <w:ind w:left="737"/>
        <w:rPr>
          <w:highlight w:val="green"/>
        </w:rPr>
      </w:pPr>
      <w:r>
        <w:t>f)   Výkon Dozoru projektanta při zhotovení PDPS</w:t>
      </w:r>
    </w:p>
    <w:p w14:paraId="1BF8E85E"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36F7161F" w14:textId="77777777" w:rsidR="00652EFD" w:rsidRDefault="00652EFD" w:rsidP="00652EFD">
      <w:pPr>
        <w:pStyle w:val="Text1-1"/>
      </w:pPr>
      <w:r>
        <w:t>Klasifikace předmětu veřejné zakázky</w:t>
      </w:r>
    </w:p>
    <w:p w14:paraId="4018710A" w14:textId="77777777" w:rsidR="00652EFD" w:rsidRPr="00413FC4" w:rsidRDefault="00652EFD" w:rsidP="00652EFD">
      <w:pPr>
        <w:pStyle w:val="Text1-1"/>
        <w:numPr>
          <w:ilvl w:val="0"/>
          <w:numId w:val="0"/>
        </w:numPr>
        <w:spacing w:after="0"/>
        <w:ind w:left="737"/>
      </w:pPr>
      <w:r w:rsidRPr="00413FC4">
        <w:t>kód CPV 71322000-1 Technické projekty pro provádění stavebně inženýrských prací</w:t>
      </w:r>
    </w:p>
    <w:p w14:paraId="04B554F1" w14:textId="77777777" w:rsidR="00652EFD" w:rsidRPr="00413FC4" w:rsidRDefault="00652EFD" w:rsidP="00652EFD">
      <w:pPr>
        <w:pStyle w:val="Text1-1"/>
        <w:numPr>
          <w:ilvl w:val="0"/>
          <w:numId w:val="0"/>
        </w:numPr>
        <w:spacing w:after="0"/>
        <w:ind w:left="737"/>
      </w:pPr>
      <w:r w:rsidRPr="00413FC4">
        <w:t>kód CPV 71311230-2 Železniční stavitelství</w:t>
      </w:r>
    </w:p>
    <w:p w14:paraId="79D38C76" w14:textId="32A89A4C" w:rsidR="00652EFD" w:rsidRPr="00321323" w:rsidRDefault="00652EFD" w:rsidP="00CA69CC">
      <w:pPr>
        <w:pStyle w:val="Text1-1"/>
        <w:numPr>
          <w:ilvl w:val="0"/>
          <w:numId w:val="0"/>
        </w:numPr>
        <w:spacing w:after="0"/>
        <w:ind w:left="737"/>
      </w:pPr>
      <w:r w:rsidRPr="00321323">
        <w:t>kód CPV 71313400-9 Posouzení vlivu stavby na životní prostředí</w:t>
      </w:r>
    </w:p>
    <w:p w14:paraId="093430CD" w14:textId="768BA166" w:rsidR="00CA69CC" w:rsidRDefault="00CA69CC" w:rsidP="00652EFD">
      <w:pPr>
        <w:pStyle w:val="Text1-1"/>
        <w:numPr>
          <w:ilvl w:val="0"/>
          <w:numId w:val="0"/>
        </w:numPr>
        <w:ind w:left="737"/>
      </w:pPr>
      <w:r w:rsidRPr="00413FC4">
        <w:t xml:space="preserve">kód CPV </w:t>
      </w:r>
      <w:r w:rsidRPr="00413FC4">
        <w:rPr>
          <w:rFonts w:cs="Segoe UI"/>
        </w:rPr>
        <w:t>71300000-1 Technicko-inženýrské služby</w:t>
      </w:r>
    </w:p>
    <w:p w14:paraId="43C07484" w14:textId="77777777"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14:paraId="4942CA4A" w14:textId="77777777" w:rsidR="0035531B" w:rsidRDefault="0035531B" w:rsidP="006F6B09">
      <w:pPr>
        <w:pStyle w:val="Nadpis1-1"/>
      </w:pPr>
      <w:bookmarkStart w:id="10" w:name="_Toc185239927"/>
      <w:r>
        <w:t>ZDROJE FINANCOVÁNÍ</w:t>
      </w:r>
      <w:r w:rsidR="00845C50">
        <w:t xml:space="preserve"> a </w:t>
      </w:r>
      <w:r>
        <w:t>PŘEDPOKLÁDANÁ HODNOTA VEŘEJNÉ ZAKÁZKY</w:t>
      </w:r>
      <w:bookmarkEnd w:id="10"/>
    </w:p>
    <w:p w14:paraId="76432480" w14:textId="0C3BB822" w:rsidR="003F4C40" w:rsidRDefault="003F4C40" w:rsidP="003F4C40">
      <w:pPr>
        <w:pStyle w:val="Text1-1"/>
      </w:pPr>
      <w:r>
        <w:t>U této zakázky se předpokládá, že bude financována z prostředků Státního fondu dopravní infrastruktury.</w:t>
      </w:r>
    </w:p>
    <w:p w14:paraId="093E89B4"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w:t>
      </w:r>
      <w:r w:rsidR="0076241C">
        <w:t>-</w:t>
      </w:r>
      <w:r>
        <w:t xml:space="preserve"> Nové Město, Dlážděná 1003/7, PSČ 110 00 (zadavatel).</w:t>
      </w:r>
    </w:p>
    <w:p w14:paraId="3F357CBB" w14:textId="34C7B56A" w:rsidR="0035531B" w:rsidRDefault="0035531B" w:rsidP="0035531B">
      <w:pPr>
        <w:pStyle w:val="Text1-1"/>
      </w:pPr>
      <w:r>
        <w:t xml:space="preserve">Předpokládaná hodnota veřejné zakázky </w:t>
      </w:r>
      <w:r w:rsidR="00BB7489" w:rsidRPr="00F66EA9">
        <w:t>po odečtení hodnoty vyhrazených změn závazků ze smlouvy (tzn. vyhrazených „víceprací“</w:t>
      </w:r>
      <w:r w:rsidR="006C5409">
        <w:t xml:space="preserve"> uvedených v čl. 3.</w:t>
      </w:r>
      <w:r w:rsidR="00C16E4F">
        <w:t>9</w:t>
      </w:r>
      <w:r w:rsidR="006C5409">
        <w:t xml:space="preserve"> Smlouvy</w:t>
      </w:r>
      <w:r w:rsidR="00BB7489" w:rsidRPr="00F66EA9">
        <w:t xml:space="preserve">) </w:t>
      </w:r>
      <w:r>
        <w:t xml:space="preserve">činí </w:t>
      </w:r>
      <w:r w:rsidR="00480CED" w:rsidRPr="00480CED">
        <w:rPr>
          <w:b/>
          <w:bCs/>
        </w:rPr>
        <w:t>49 471 508,- K</w:t>
      </w:r>
      <w:r w:rsidRPr="00480CED">
        <w:rPr>
          <w:b/>
          <w:bCs/>
        </w:rPr>
        <w:t>č</w:t>
      </w:r>
      <w:r>
        <w:t xml:space="preserve"> (bez DPH).</w:t>
      </w:r>
    </w:p>
    <w:p w14:paraId="01FEF092" w14:textId="77777777" w:rsidR="0035531B" w:rsidRDefault="0035531B" w:rsidP="006F6B09">
      <w:pPr>
        <w:pStyle w:val="Nadpis1-1"/>
      </w:pPr>
      <w:bookmarkStart w:id="11" w:name="_Toc185239928"/>
      <w:r>
        <w:t>OBSAH ZADÁVACÍ DOKUMENTACE</w:t>
      </w:r>
      <w:bookmarkEnd w:id="11"/>
      <w:r>
        <w:t xml:space="preserve"> </w:t>
      </w:r>
    </w:p>
    <w:p w14:paraId="2C5FD454" w14:textId="616BD21F" w:rsidR="00ED116C" w:rsidRDefault="00ED116C" w:rsidP="00ED116C">
      <w:pPr>
        <w:pStyle w:val="Text1-1"/>
      </w:pPr>
      <w:r>
        <w:t>Zadávací dokumentaci tvoří následující dokumenty obsahující zadávací podmínky, zpřístupňované dodavatelům ode dne uveřejnění oznámení o zahájení zadávacího řízení –</w:t>
      </w:r>
      <w:r w:rsidR="00F275D7" w:rsidRPr="00F275D7">
        <w:t xml:space="preserve"> </w:t>
      </w:r>
      <w:r w:rsidR="00F275D7">
        <w:t>sektorová veřejná zakázka</w:t>
      </w:r>
      <w:r>
        <w:t>:</w:t>
      </w:r>
    </w:p>
    <w:p w14:paraId="73615256"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77A0AA72" w14:textId="346EAB6E" w:rsidR="00ED116C" w:rsidRDefault="00ED116C" w:rsidP="00ED116C">
      <w:pPr>
        <w:pStyle w:val="Textbezslovn"/>
        <w:tabs>
          <w:tab w:val="left" w:pos="1701"/>
        </w:tabs>
        <w:spacing w:after="0"/>
        <w:ind w:left="1701" w:hanging="964"/>
      </w:pPr>
      <w:r>
        <w:t>Část 1</w:t>
      </w:r>
      <w:r>
        <w:tab/>
        <w:t xml:space="preserve">Oznámení o zahájení zadávacího řízení – </w:t>
      </w:r>
      <w:r w:rsidR="00F275D7">
        <w:t>sektorová veřejná zakázka</w:t>
      </w:r>
    </w:p>
    <w:p w14:paraId="69B7C555" w14:textId="77777777" w:rsidR="00ED116C" w:rsidRDefault="00ED116C" w:rsidP="00ED116C">
      <w:pPr>
        <w:pStyle w:val="Textbezslovn"/>
        <w:tabs>
          <w:tab w:val="left" w:pos="1701"/>
        </w:tabs>
        <w:ind w:left="1701" w:hanging="964"/>
      </w:pPr>
      <w:r>
        <w:t>Část 2</w:t>
      </w:r>
      <w:r>
        <w:tab/>
        <w:t>Pokyny pro dodavatele</w:t>
      </w:r>
    </w:p>
    <w:p w14:paraId="4A1A39B3"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6B24707A"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6FFBDA19" w14:textId="77777777" w:rsidR="00ED116C" w:rsidRDefault="00ED116C" w:rsidP="00ED116C">
      <w:pPr>
        <w:pStyle w:val="Text1-1"/>
        <w:numPr>
          <w:ilvl w:val="0"/>
          <w:numId w:val="0"/>
        </w:numPr>
        <w:spacing w:after="0"/>
        <w:ind w:left="737"/>
      </w:pPr>
      <w:r>
        <w:t>Samostatně uveřejňované přílohy:</w:t>
      </w:r>
    </w:p>
    <w:p w14:paraId="2BEAF2EF" w14:textId="77777777" w:rsidR="00ED116C" w:rsidRDefault="00ED116C" w:rsidP="00ED116C">
      <w:pPr>
        <w:pStyle w:val="Textbezslovn"/>
        <w:tabs>
          <w:tab w:val="left" w:pos="1701"/>
        </w:tabs>
        <w:spacing w:after="0"/>
        <w:ind w:left="1701" w:hanging="964"/>
      </w:pPr>
      <w:r>
        <w:t>Část 2</w:t>
      </w:r>
      <w:r>
        <w:tab/>
        <w:t>Obchodní podmínky</w:t>
      </w:r>
    </w:p>
    <w:p w14:paraId="6F768C6B"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31F5DDA8" w14:textId="77777777" w:rsidR="00ED116C" w:rsidRDefault="00ED116C" w:rsidP="00ED116C">
      <w:pPr>
        <w:pStyle w:val="Textbezslovn"/>
        <w:tabs>
          <w:tab w:val="left" w:pos="1701"/>
        </w:tabs>
        <w:spacing w:after="0"/>
        <w:ind w:left="1701" w:hanging="964"/>
      </w:pPr>
      <w:r>
        <w:t>Část 4</w:t>
      </w:r>
      <w:r>
        <w:tab/>
        <w:t xml:space="preserve">Všeobecné technické podmínky </w:t>
      </w:r>
    </w:p>
    <w:p w14:paraId="2000F2C3" w14:textId="77777777" w:rsidR="00752D15" w:rsidRDefault="00ED116C" w:rsidP="00752D15">
      <w:pPr>
        <w:pStyle w:val="Textbezslovn"/>
        <w:tabs>
          <w:tab w:val="left" w:pos="1701"/>
        </w:tabs>
        <w:spacing w:after="0"/>
        <w:ind w:left="1701" w:hanging="964"/>
      </w:pPr>
      <w:r>
        <w:t>Část 5</w:t>
      </w:r>
      <w:r>
        <w:tab/>
        <w:t xml:space="preserve">Zvláštní technické podmínky </w:t>
      </w:r>
    </w:p>
    <w:p w14:paraId="477AA7C2" w14:textId="77777777" w:rsidR="00A14134" w:rsidRDefault="00A14134" w:rsidP="00ED116C">
      <w:pPr>
        <w:pStyle w:val="Textbezslovn"/>
        <w:tabs>
          <w:tab w:val="left" w:pos="1701"/>
        </w:tabs>
        <w:ind w:left="1701" w:hanging="964"/>
        <w:rPr>
          <w:b/>
        </w:rPr>
      </w:pPr>
    </w:p>
    <w:p w14:paraId="2C90BF92" w14:textId="77777777" w:rsidR="00CF2CA1" w:rsidRDefault="00CF2CA1" w:rsidP="00ED116C">
      <w:pPr>
        <w:pStyle w:val="Textbezslovn"/>
        <w:tabs>
          <w:tab w:val="left" w:pos="1701"/>
        </w:tabs>
        <w:ind w:left="1701" w:hanging="964"/>
        <w:rPr>
          <w:b/>
        </w:rPr>
      </w:pPr>
    </w:p>
    <w:p w14:paraId="3CF67C9E" w14:textId="26E20230" w:rsidR="00ED116C" w:rsidRPr="00ED116C" w:rsidRDefault="00ED116C" w:rsidP="00ED116C">
      <w:pPr>
        <w:pStyle w:val="Textbezslovn"/>
        <w:tabs>
          <w:tab w:val="left" w:pos="1701"/>
        </w:tabs>
        <w:ind w:left="1701" w:hanging="964"/>
        <w:rPr>
          <w:b/>
        </w:rPr>
      </w:pPr>
      <w:r w:rsidRPr="00ED116C">
        <w:rPr>
          <w:b/>
        </w:rPr>
        <w:lastRenderedPageBreak/>
        <w:t>DÍL 3</w:t>
      </w:r>
      <w:r w:rsidRPr="00ED116C">
        <w:rPr>
          <w:b/>
        </w:rPr>
        <w:tab/>
        <w:t>VÝCHOZÍ A SOUVISEJÍCÍ PODKLADY PŘEDÁVANÉ ZADAVATELEM</w:t>
      </w:r>
    </w:p>
    <w:p w14:paraId="571788E5" w14:textId="240C2260" w:rsidR="00ED116C" w:rsidRPr="00845E3A" w:rsidRDefault="00845E3A" w:rsidP="00ED116C">
      <w:pPr>
        <w:pStyle w:val="Text1-1"/>
        <w:numPr>
          <w:ilvl w:val="0"/>
          <w:numId w:val="0"/>
        </w:numPr>
        <w:ind w:left="737"/>
      </w:pPr>
      <w:bookmarkStart w:id="12" w:name="_Hlk183424195"/>
      <w:r w:rsidRPr="00845E3A">
        <w:t>Koncepce rozvoje elektrické trakce v České republice</w:t>
      </w:r>
    </w:p>
    <w:bookmarkEnd w:id="12"/>
    <w:p w14:paraId="38991BDC" w14:textId="52DD2F3E" w:rsidR="005A3D2F" w:rsidRPr="00413FC4" w:rsidRDefault="0035531B" w:rsidP="00845C50">
      <w:pPr>
        <w:pStyle w:val="Text1-1"/>
        <w:spacing w:after="0"/>
        <w:rPr>
          <w:rStyle w:val="Hypertextovodkaz"/>
          <w:noProof w:val="0"/>
          <w:color w:val="auto"/>
          <w:u w:val="none"/>
        </w:rPr>
      </w:pPr>
      <w:r w:rsidRPr="003F4C40">
        <w:t>Zadávací dokumentace je přístupná na profilu zadavatele</w:t>
      </w:r>
      <w:r w:rsidR="005A3D2F" w:rsidRPr="003F4C40">
        <w:t xml:space="preserve"> </w:t>
      </w:r>
      <w:hyperlink r:id="rId14" w:history="1">
        <w:r w:rsidR="003468DC" w:rsidRPr="003F4C40">
          <w:rPr>
            <w:rStyle w:val="Hypertextovodkaz"/>
            <w:noProof w:val="0"/>
          </w:rPr>
          <w:t>https://zakazky.spravazeleznic.cz/</w:t>
        </w:r>
      </w:hyperlink>
      <w:r w:rsidRPr="003F4C40">
        <w:t>,</w:t>
      </w:r>
      <w:r w:rsidR="00845C50" w:rsidRPr="003F4C40">
        <w:t xml:space="preserve"> s </w:t>
      </w:r>
      <w:r w:rsidRPr="003F4C40">
        <w:t>výjimkou oznámení</w:t>
      </w:r>
      <w:r w:rsidR="00092CC9" w:rsidRPr="003F4C40">
        <w:t xml:space="preserve"> o </w:t>
      </w:r>
      <w:r w:rsidRPr="003F4C40">
        <w:t>zahájení zadávacího řízení –</w:t>
      </w:r>
      <w:r w:rsidR="00F275D7" w:rsidRPr="00F275D7">
        <w:t xml:space="preserve"> </w:t>
      </w:r>
      <w:r w:rsidR="00F275D7">
        <w:t>sektorová veřejná zakázka</w:t>
      </w:r>
      <w:r w:rsidRPr="003F4C40">
        <w:t>, které je dostupné</w:t>
      </w:r>
      <w:r w:rsidR="00845C50" w:rsidRPr="003F4C40">
        <w:t xml:space="preserve"> </w:t>
      </w:r>
      <w:r w:rsidRPr="003F4C40">
        <w:t>na stránkách Věstníku veřejných zakázek dostupných z:</w:t>
      </w:r>
      <w:r w:rsidR="00845C50" w:rsidRPr="003F4C40">
        <w:t xml:space="preserve"> </w:t>
      </w:r>
      <w:hyperlink r:id="rId15" w:history="1">
        <w:r w:rsidR="00B86106">
          <w:rPr>
            <w:rStyle w:val="Hypertextovodkaz"/>
          </w:rPr>
          <w:t>https://vvz.nipez.cz/</w:t>
        </w:r>
      </w:hyperlink>
      <w:hyperlink r:id="rId16" w:history="1"/>
      <w:r w:rsidR="00CA69CC">
        <w:rPr>
          <w:rStyle w:val="Hypertextovodkaz"/>
          <w:noProof w:val="0"/>
        </w:rPr>
        <w:t>.</w:t>
      </w:r>
    </w:p>
    <w:p w14:paraId="32095E11" w14:textId="77777777" w:rsidR="00413FC4" w:rsidRPr="003F4C40" w:rsidRDefault="00413FC4" w:rsidP="00413FC4">
      <w:pPr>
        <w:pStyle w:val="Text1-1"/>
        <w:numPr>
          <w:ilvl w:val="0"/>
          <w:numId w:val="0"/>
        </w:numPr>
        <w:spacing w:after="0"/>
        <w:ind w:left="737"/>
      </w:pPr>
    </w:p>
    <w:p w14:paraId="164363E4"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7" w:history="1">
        <w:r w:rsidR="005A3D2F" w:rsidRPr="00464792">
          <w:rPr>
            <w:rStyle w:val="Hypertextovodkaz"/>
            <w:noProof w:val="0"/>
          </w:rPr>
          <w:t>http://www.tudc.cz/</w:t>
        </w:r>
      </w:hyperlink>
      <w:r w:rsidR="005A3D2F" w:rsidRPr="0013496A">
        <w:t xml:space="preserve"> nebo</w:t>
      </w:r>
      <w:r w:rsidR="004137A8">
        <w:t xml:space="preserve"> </w:t>
      </w:r>
      <w:hyperlink r:id="rId18" w:history="1">
        <w:r w:rsidR="0057765F" w:rsidRPr="007A76CC">
          <w:rPr>
            <w:rStyle w:val="Hypertextovodkaz"/>
            <w:noProof w:val="0"/>
          </w:rPr>
          <w:t>https://www.spravazeleznic.cz/</w:t>
        </w:r>
      </w:hyperlink>
      <w:r w:rsidR="00FB6F6A">
        <w:t xml:space="preserve"> </w:t>
      </w:r>
      <w:r w:rsidR="004137A8">
        <w:t>(v sekci „O nás“ –&gt; „Vnitřní předpisy“ odkaz „Dokumenty a předpisy“).</w:t>
      </w:r>
    </w:p>
    <w:p w14:paraId="325BDD06" w14:textId="77777777" w:rsidR="0035531B" w:rsidRDefault="0035531B" w:rsidP="005A3D2F">
      <w:pPr>
        <w:pStyle w:val="Text1-1"/>
        <w:numPr>
          <w:ilvl w:val="0"/>
          <w:numId w:val="0"/>
        </w:numPr>
        <w:spacing w:after="0"/>
        <w:ind w:left="737"/>
      </w:pPr>
    </w:p>
    <w:p w14:paraId="093AF5B1" w14:textId="523AA802" w:rsidR="00ED116C" w:rsidRDefault="00ED116C" w:rsidP="00ED116C">
      <w:pPr>
        <w:pStyle w:val="Text1-1"/>
      </w:pPr>
      <w:r w:rsidRPr="00ED116C">
        <w:t xml:space="preserve">Dodavatelé jsou zcela odpovědni za dostatečně pečlivé prostudování zadávací dokumentace této veřejné zakázky, jakýchkoliv vysvětlení zadávací dokumentace nebo jejích změn a doplnění </w:t>
      </w:r>
      <w:r w:rsidR="000161D4">
        <w:t>uveřejněných</w:t>
      </w:r>
      <w:r w:rsidR="00A727C6">
        <w:t xml:space="preserve"> </w:t>
      </w:r>
      <w:r w:rsidRPr="00ED116C">
        <w:t>během lhůty pro podání nabídek.</w:t>
      </w:r>
    </w:p>
    <w:p w14:paraId="35F037DB" w14:textId="01D1E8EB" w:rsidR="001D6E71" w:rsidRPr="00845E3A" w:rsidRDefault="00ED116C" w:rsidP="0035531B">
      <w:pPr>
        <w:pStyle w:val="Text1-1"/>
      </w:pPr>
      <w:r w:rsidRPr="00845E3A">
        <w:t xml:space="preserve">Zadavatel sděluje, že následující části zadávací dokumentace vypracovala osoba odlišná od zadavatele, a to: </w:t>
      </w:r>
      <w:r w:rsidR="00845E3A" w:rsidRPr="00845E3A">
        <w:t xml:space="preserve">Koncepce rozvoje elektrické trakce v České republice, zpracovatel  Ministerstvo dopravy, nábřeží Ludvíka Svobody 1222/12, 110 </w:t>
      </w:r>
      <w:r w:rsidR="00845E3A">
        <w:t>15</w:t>
      </w:r>
      <w:r w:rsidR="00845E3A" w:rsidRPr="00845E3A">
        <w:t xml:space="preserve"> Praha</w:t>
      </w:r>
      <w:r w:rsidR="00845E3A">
        <w:t xml:space="preserve"> 1, IČO: 66003008</w:t>
      </w:r>
      <w:r w:rsidRPr="00845E3A">
        <w:t xml:space="preserve"> </w:t>
      </w:r>
    </w:p>
    <w:p w14:paraId="5B9B9B02" w14:textId="77777777" w:rsidR="0035531B" w:rsidRDefault="0035531B" w:rsidP="0035531B">
      <w:pPr>
        <w:pStyle w:val="Text1-1"/>
      </w:pPr>
      <w:r>
        <w:t>Pro vyloučení pochybností zadavatel uvádí, že ohledně této veřejné zakázky nevedl předběžné tržní konzultace.</w:t>
      </w:r>
    </w:p>
    <w:p w14:paraId="32F98CD9" w14:textId="77777777" w:rsidR="0035531B" w:rsidRDefault="0035531B" w:rsidP="00CC4380">
      <w:pPr>
        <w:pStyle w:val="Nadpis1-1"/>
      </w:pPr>
      <w:bookmarkStart w:id="13" w:name="_Toc185239929"/>
      <w:r>
        <w:t>VYSVĚTLENÍ, ZMĚNY</w:t>
      </w:r>
      <w:r w:rsidR="00845C50">
        <w:t xml:space="preserve"> a </w:t>
      </w:r>
      <w:r>
        <w:t>DOPLNĚNÍ ZADÁVACÍ DOKUMENTACE</w:t>
      </w:r>
      <w:bookmarkEnd w:id="13"/>
      <w:r>
        <w:t xml:space="preserve"> </w:t>
      </w:r>
    </w:p>
    <w:p w14:paraId="2A9D31C2" w14:textId="525F0A39"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9" w:history="1">
        <w:r w:rsidR="003468DC" w:rsidRPr="008455A5">
          <w:rPr>
            <w:rStyle w:val="Hypertextovodkaz"/>
            <w:noProof w:val="0"/>
          </w:rPr>
          <w:t>https://zakazky.s</w:t>
        </w:r>
        <w:r w:rsidR="003468DC">
          <w:rPr>
            <w:rStyle w:val="Hypertextovodkaz"/>
            <w:noProof w:val="0"/>
          </w:rPr>
          <w:t>pravazeleznic</w:t>
        </w:r>
        <w:r w:rsidR="003468DC" w:rsidRPr="008455A5">
          <w:rPr>
            <w:rStyle w:val="Hypertextovodkaz"/>
            <w:noProof w:val="0"/>
          </w:rPr>
          <w:t>.cz/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vysvětlení zadávací dokumentace odpovídat pouze prostřednictvím elektronického nástroje E-ZAK na adrese</w:t>
      </w:r>
      <w:r w:rsidR="00FB6F6A">
        <w:t xml:space="preserve">: </w:t>
      </w:r>
      <w:hyperlink r:id="rId20" w:history="1">
        <w:r w:rsidR="003468DC" w:rsidRPr="008455A5">
          <w:rPr>
            <w:rStyle w:val="Hypertextovodkaz"/>
            <w:noProof w:val="0"/>
          </w:rPr>
          <w:t>https://zakazky.s</w:t>
        </w:r>
        <w:r w:rsidR="003468DC">
          <w:rPr>
            <w:rStyle w:val="Hypertextovodkaz"/>
            <w:noProof w:val="0"/>
          </w:rPr>
          <w:t>pravazeleznic</w:t>
        </w:r>
        <w:r w:rsidR="003468DC" w:rsidRPr="008455A5">
          <w:rPr>
            <w:rStyle w:val="Hypertextovodkaz"/>
            <w:noProof w:val="0"/>
          </w:rPr>
          <w:t>.cz/</w:t>
        </w:r>
      </w:hyperlink>
      <w:r w:rsidR="00FB6F6A">
        <w:t>.</w:t>
      </w:r>
      <w:r>
        <w:t xml:space="preserve">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w:t>
      </w:r>
      <w:r w:rsidR="000161D4">
        <w:t xml:space="preserve">není to však jeho zákonnou povinností a je čistě na jeho úvaze, pokud tak učiní; </w:t>
      </w:r>
      <w:r w:rsidR="00092CC9">
        <w:t>v </w:t>
      </w:r>
      <w:r>
        <w:t>takovém případě však není vázán lhůtami stanovenými</w:t>
      </w:r>
      <w:r w:rsidR="00092CC9">
        <w:t xml:space="preserve"> v </w:t>
      </w:r>
      <w:r>
        <w:t>§ 98 odst. 1 ZZVZ.</w:t>
      </w:r>
    </w:p>
    <w:p w14:paraId="6B8A998B" w14:textId="1D8433EA"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3F3160EF" w14:textId="6688D01C"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46078FA" w14:textId="77777777" w:rsidR="0035531B" w:rsidRDefault="0035531B" w:rsidP="00CC4380">
      <w:pPr>
        <w:pStyle w:val="Nadpis1-1"/>
      </w:pPr>
      <w:bookmarkStart w:id="14" w:name="_Toc185239930"/>
      <w:r>
        <w:t>POŽADAVKY ZADAVATELE NA KVALIFIKACI</w:t>
      </w:r>
      <w:bookmarkEnd w:id="14"/>
    </w:p>
    <w:p w14:paraId="640E0BF3" w14:textId="0A6A2C5A"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F275D7">
        <w:t xml:space="preserve"> sektorová veřejná zakázka </w:t>
      </w:r>
      <w:r w:rsidR="00845C50">
        <w:t>a </w:t>
      </w:r>
      <w:r>
        <w:t>těchto Pokynech.</w:t>
      </w:r>
    </w:p>
    <w:p w14:paraId="09ED5028" w14:textId="77777777" w:rsidR="0035531B" w:rsidRPr="00CC4380" w:rsidRDefault="0035531B" w:rsidP="0035531B">
      <w:pPr>
        <w:pStyle w:val="Text1-1"/>
        <w:rPr>
          <w:rStyle w:val="Tun9b"/>
        </w:rPr>
      </w:pPr>
      <w:r w:rsidRPr="00CC4380">
        <w:rPr>
          <w:rStyle w:val="Tun9b"/>
        </w:rPr>
        <w:t>Prokázání splnění základní způsobilosti:</w:t>
      </w:r>
    </w:p>
    <w:p w14:paraId="7028D111"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68E95E67" w14:textId="77777777" w:rsidR="0035531B" w:rsidRDefault="0035531B" w:rsidP="00092CC9">
      <w:pPr>
        <w:pStyle w:val="Odrka1-1"/>
      </w:pPr>
      <w:r>
        <w:t>Způsobilým není dodavatel, který</w:t>
      </w:r>
    </w:p>
    <w:p w14:paraId="5BD77E8A" w14:textId="77777777" w:rsidR="0035531B" w:rsidRDefault="0035531B" w:rsidP="00CC4380">
      <w:pPr>
        <w:pStyle w:val="Odstavec1-2i"/>
      </w:pPr>
      <w:r>
        <w:lastRenderedPageBreak/>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751E6E4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2B79036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5C83E15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4A6830BA"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1A2227EA" w14:textId="77777777" w:rsidR="0035531B" w:rsidRDefault="0035531B" w:rsidP="00092CC9">
      <w:pPr>
        <w:pStyle w:val="Odrka1-1"/>
      </w:pPr>
      <w:r>
        <w:t xml:space="preserve">Způsob prokázání základní způsobilosti: </w:t>
      </w:r>
    </w:p>
    <w:p w14:paraId="2B61F568"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68104F80"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54C6CE98" w14:textId="77777777" w:rsidR="0035531B" w:rsidRDefault="0035531B" w:rsidP="00CC4380">
      <w:pPr>
        <w:pStyle w:val="Odrka1-2-"/>
      </w:pPr>
      <w:r>
        <w:t>potvrzení příslušného finančního úřadu ve vztahu</w:t>
      </w:r>
      <w:r w:rsidR="00BC6D2B">
        <w:t xml:space="preserve"> k </w:t>
      </w:r>
      <w:r>
        <w:t>§ 74 odst. 1 písm. b) ZZVZ;</w:t>
      </w:r>
    </w:p>
    <w:p w14:paraId="69F0890A"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4BC62D15" w14:textId="77777777" w:rsidR="0035531B" w:rsidRDefault="0035531B" w:rsidP="00CC4380">
      <w:pPr>
        <w:pStyle w:val="Odrka1-2-"/>
      </w:pPr>
      <w:r>
        <w:t>písemného čestného prohlášení ve vztahu</w:t>
      </w:r>
      <w:r w:rsidR="00BC6D2B">
        <w:t xml:space="preserve"> k </w:t>
      </w:r>
      <w:r>
        <w:t xml:space="preserve">§ 74 odst. 1 písm. c) ZZVZ; </w:t>
      </w:r>
    </w:p>
    <w:p w14:paraId="0CBC606A" w14:textId="2A61C713" w:rsidR="0035531B" w:rsidRDefault="0035531B" w:rsidP="00CC4380">
      <w:pPr>
        <w:pStyle w:val="Odrka1-2-"/>
      </w:pPr>
      <w:r>
        <w:t xml:space="preserve">potvrzení příslušné </w:t>
      </w:r>
      <w:r w:rsidR="00634A88">
        <w:t xml:space="preserve">územní </w:t>
      </w:r>
      <w:r>
        <w:t>správy sociálního zabezpečení ve vztahu</w:t>
      </w:r>
      <w:r w:rsidR="00BC6D2B">
        <w:t xml:space="preserve"> k </w:t>
      </w:r>
      <w:r>
        <w:t xml:space="preserve">§ 74 odst. 1 písm. d) ZZVZ; </w:t>
      </w:r>
    </w:p>
    <w:p w14:paraId="31CB778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65B67380"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2379EB70"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3D0CF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1749FDC8" w14:textId="77777777" w:rsidR="0035531B" w:rsidRPr="00CC4380" w:rsidRDefault="0035531B" w:rsidP="0035531B">
      <w:pPr>
        <w:pStyle w:val="Text1-1"/>
        <w:rPr>
          <w:rStyle w:val="Tun9b"/>
        </w:rPr>
      </w:pPr>
      <w:r w:rsidRPr="00CC4380">
        <w:rPr>
          <w:rStyle w:val="Tun9b"/>
        </w:rPr>
        <w:t>Prokázání splnění profesní způsobilosti:</w:t>
      </w:r>
    </w:p>
    <w:p w14:paraId="0C99B02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F08BC55"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A56A4F" w:rsidRPr="005F069D">
        <w:t>pokud jiné právní předpisy takové oprávnění vyžadují</w:t>
      </w:r>
      <w:r w:rsidR="00A56A4F">
        <w:t xml:space="preserve">, </w:t>
      </w:r>
      <w:r>
        <w:t xml:space="preserve">zejména doklad prokazující příslušné </w:t>
      </w:r>
      <w:r>
        <w:lastRenderedPageBreak/>
        <w:t>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0D2E111A" w14:textId="77777777" w:rsidR="0035531B" w:rsidRDefault="0035531B" w:rsidP="00CC4380">
      <w:pPr>
        <w:pStyle w:val="Textbezslovn"/>
        <w:ind w:left="1077"/>
      </w:pPr>
      <w:r>
        <w:t>Dodavatel doloží, že má</w:t>
      </w:r>
      <w:r w:rsidR="00BC6D2B">
        <w:t xml:space="preserve"> k </w:t>
      </w:r>
      <w:r>
        <w:t xml:space="preserve">dispozici </w:t>
      </w:r>
      <w:r w:rsidR="002E232C">
        <w:t xml:space="preserve">živnostenské </w:t>
      </w:r>
      <w:r>
        <w:t>oprávnění</w:t>
      </w:r>
      <w:r w:rsidR="00BC6D2B">
        <w:t xml:space="preserve"> k </w:t>
      </w:r>
      <w:r>
        <w:t xml:space="preserve">podnikání pro následující činnosti: </w:t>
      </w:r>
    </w:p>
    <w:p w14:paraId="72CD3167" w14:textId="77777777" w:rsidR="001D6E71" w:rsidRPr="0023221E" w:rsidRDefault="001D6E71" w:rsidP="00BD5A0E">
      <w:pPr>
        <w:pStyle w:val="Odrka1-2-"/>
        <w:spacing w:after="0"/>
      </w:pPr>
      <w:r w:rsidRPr="0023221E">
        <w:t>projektovou činnost ve výstavbě</w:t>
      </w:r>
    </w:p>
    <w:p w14:paraId="5983D0CE" w14:textId="7A06C063" w:rsidR="0062741F" w:rsidRPr="0023221E" w:rsidRDefault="001E6320" w:rsidP="0062741F">
      <w:pPr>
        <w:pStyle w:val="Odrka1-2-"/>
      </w:pPr>
      <w:r w:rsidRPr="0023221E">
        <w:t>v</w:t>
      </w:r>
      <w:r w:rsidR="00D774E6" w:rsidRPr="0023221E">
        <w:t xml:space="preserve">ýroba, obchod a služby neuvedené v přílohách 1 až 3 živnostenského zákona, v oboru činnosti: </w:t>
      </w:r>
      <w:r w:rsidR="0062741F" w:rsidRPr="0023221E">
        <w:t>poradenská a konzultační činnost, zpracování odborných studií a posudků</w:t>
      </w:r>
      <w:r w:rsidR="0023221E">
        <w:t>.</w:t>
      </w:r>
    </w:p>
    <w:p w14:paraId="64077E69" w14:textId="77777777" w:rsidR="0035531B" w:rsidRDefault="0035531B" w:rsidP="00092CC9">
      <w:pPr>
        <w:pStyle w:val="Odrka1-1"/>
      </w:pPr>
      <w:r>
        <w:t>Odborná způsobilost:</w:t>
      </w:r>
    </w:p>
    <w:p w14:paraId="0E897038" w14:textId="7C015802" w:rsidR="00BD5A0E" w:rsidRDefault="00BD5A0E" w:rsidP="00BD5A0E">
      <w:pPr>
        <w:pStyle w:val="Odrka1-2-"/>
      </w:pPr>
      <w:r w:rsidRPr="00845E3A">
        <w:t xml:space="preserve">Zadavatel požaduje předložení dokladu o autorizaci v rozsahu dle § 5 odst. 3 písm. </w:t>
      </w:r>
      <w:r w:rsidRPr="00845E3A">
        <w:rPr>
          <w:b/>
        </w:rPr>
        <w:t xml:space="preserve">a), b) </w:t>
      </w:r>
      <w:r w:rsidR="0023221E" w:rsidRPr="00845E3A">
        <w:rPr>
          <w:b/>
        </w:rPr>
        <w:t>a</w:t>
      </w:r>
      <w:r w:rsidRPr="00845E3A">
        <w:rPr>
          <w:b/>
        </w:rPr>
        <w:t xml:space="preserve"> e)</w:t>
      </w:r>
      <w:r w:rsidRPr="00845E3A">
        <w:t xml:space="preserve"> zákona č. 360/1992 Sb., o výkonu povolání autorizovaných architektů a o výkonu povolání autorizovaných inženýrů a techniků činných ve výstavbě, ve znění</w:t>
      </w:r>
      <w:r>
        <w:t xml:space="preserve"> pozdějších předpisů.</w:t>
      </w:r>
    </w:p>
    <w:p w14:paraId="294BA72A" w14:textId="677B81FC" w:rsidR="00F85ADF" w:rsidRPr="0023221E" w:rsidRDefault="00F85ADF" w:rsidP="00BD5A0E">
      <w:pPr>
        <w:pStyle w:val="Odrka1-2-"/>
      </w:pPr>
      <w:r w:rsidRPr="0023221E">
        <w:t>Zadavatel požaduje předložení osvědčení o odborné způsobilosti koordinátora BOZP na staveništi podle § 14, resp. § 10 odst. 2 zákona č. 309/2006 Sb., o zajištění dalších podmínek bezpečnosti a ochrany zdraví při práci, ve znění pozdějších předpisů, ve spojení s § 6, 7 a 8 nařízení vlády č. 592/2006 Sb., o podmínkách akreditace a provádění zkoušek z odborné způsobilosti, potvrzujícího úspěšné vykonání zkoušky vydané firmou akreditovanou Ministerstvem práce a sociálních věcí (MPSV).</w:t>
      </w:r>
    </w:p>
    <w:p w14:paraId="09E97E46" w14:textId="77777777" w:rsidR="00BD5A0E" w:rsidRPr="0013511B" w:rsidRDefault="00BD5A0E" w:rsidP="00BD5A0E">
      <w:pPr>
        <w:pStyle w:val="Odrka1-2-"/>
      </w:pPr>
      <w:r w:rsidRPr="0013511B">
        <w:t>Zadavatel požaduje předložení autorizace ke zpracování dokumentace a posudku dle § 19 zák. č. 100/2001 Sb., o posuzování vlivů na životní prostředí, ve znění pozdějších předpisů.</w:t>
      </w:r>
    </w:p>
    <w:p w14:paraId="5D9DF10F" w14:textId="03F547AD" w:rsidR="0062741F" w:rsidRPr="0013511B" w:rsidRDefault="0062741F" w:rsidP="00BD5A0E">
      <w:pPr>
        <w:pStyle w:val="Odrka1-2-"/>
      </w:pPr>
      <w:r w:rsidRPr="0013511B">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14:paraId="4F14F8B9"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7296C053"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3A7A2E65"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7C52AC28" w14:textId="6ADA7632" w:rsidR="00392730" w:rsidRDefault="00392730" w:rsidP="00392730">
      <w:pPr>
        <w:pStyle w:val="Textbezslovn"/>
      </w:pPr>
      <w:r>
        <w:t xml:space="preserve">Zadavatel požaduje předložení seznamu ukončených významných služeb obdobného charakteru poskytnutých dodavatelem v posledních </w:t>
      </w:r>
      <w:r w:rsidR="00F34816">
        <w:t>8</w:t>
      </w:r>
      <w:r>
        <w:t xml:space="preserve"> letech před zahájením zadávacího řízení. </w:t>
      </w:r>
    </w:p>
    <w:p w14:paraId="0AA38813" w14:textId="26B65F28" w:rsidR="00392730" w:rsidRDefault="00392730" w:rsidP="00392730">
      <w:pPr>
        <w:pStyle w:val="Textbezslovn"/>
      </w:pPr>
      <w:r>
        <w:t xml:space="preserve">Za služby obdobného charakteru se pokládají projektové práce spočívající ve zhotovení dokumentace ve stupni </w:t>
      </w:r>
      <w:r w:rsidR="007D63FC" w:rsidRPr="007D63FC">
        <w:t xml:space="preserve">dokumentace pro </w:t>
      </w:r>
      <w:r w:rsidR="00C6720B">
        <w:t xml:space="preserve">vydání rozhodnutí o umístění stavby </w:t>
      </w:r>
      <w:r w:rsidR="007D63FC" w:rsidRPr="007D63FC">
        <w:t>(</w:t>
      </w:r>
      <w:r w:rsidR="00C6720B">
        <w:t xml:space="preserve">dále jen </w:t>
      </w:r>
      <w:r w:rsidR="00C6720B">
        <w:lastRenderedPageBreak/>
        <w:t>„</w:t>
      </w:r>
      <w:r w:rsidR="007D63FC" w:rsidRPr="007D63FC">
        <w:t>DUR</w:t>
      </w:r>
      <w:r w:rsidR="00C6720B">
        <w:t>“</w:t>
      </w:r>
      <w:r w:rsidR="007D63FC" w:rsidRPr="007D63FC">
        <w:t xml:space="preserve">) nebo </w:t>
      </w:r>
      <w:r w:rsidR="000161D4">
        <w:t xml:space="preserve">projektové dokumentace pro povolení stavby (dále jen „DPS“) nebo ve stupních projektové dokumentace pro povolení stavby a projektové dokumentace pro provádění stavby (dále jen „DPS+PDPS“) nebo </w:t>
      </w:r>
      <w:r>
        <w:t xml:space="preserve">projektové dokumentace pro </w:t>
      </w:r>
      <w:r w:rsidR="00C6720B">
        <w:t xml:space="preserve">vydání </w:t>
      </w:r>
      <w:r>
        <w:t>stavební</w:t>
      </w:r>
      <w:r w:rsidR="00C6720B">
        <w:t>ho</w:t>
      </w:r>
      <w:r>
        <w:t xml:space="preserve"> povolení (</w:t>
      </w:r>
      <w:r w:rsidR="00C6720B">
        <w:t>dále jen „</w:t>
      </w:r>
      <w:r>
        <w:t>DSP</w:t>
      </w:r>
      <w:r w:rsidR="00C6720B">
        <w:t>“</w:t>
      </w:r>
      <w:r>
        <w:t xml:space="preserve">) nebo ve </w:t>
      </w:r>
      <w:r w:rsidR="00C6720B">
        <w:t>stupních</w:t>
      </w:r>
      <w:r>
        <w:t xml:space="preserve"> projektové dokumentace pro </w:t>
      </w:r>
      <w:r w:rsidR="00C6720B">
        <w:t xml:space="preserve">vydání </w:t>
      </w:r>
      <w:r>
        <w:t>stavební</w:t>
      </w:r>
      <w:r w:rsidR="00C6720B">
        <w:t>ho</w:t>
      </w:r>
      <w:r>
        <w:t xml:space="preserve"> povolení a projektové dokumentace pro provádění stavby (</w:t>
      </w:r>
      <w:r w:rsidR="00C6720B">
        <w:t>dále jen „</w:t>
      </w:r>
      <w:r>
        <w:t>DSP+PDPS</w:t>
      </w:r>
      <w:r w:rsidR="00C6720B">
        <w:t>“</w:t>
      </w:r>
      <w:r>
        <w:t xml:space="preserve">) nebo </w:t>
      </w:r>
      <w:r w:rsidR="00CB2B9A">
        <w:t xml:space="preserve">ve stupni </w:t>
      </w:r>
      <w:r w:rsidR="005A595A">
        <w:t xml:space="preserve">projektové </w:t>
      </w:r>
      <w:r>
        <w:t xml:space="preserve">dokumentace pro </w:t>
      </w:r>
      <w:r w:rsidR="00C6720B">
        <w:t xml:space="preserve">vydání </w:t>
      </w:r>
      <w:r>
        <w:t>společné</w:t>
      </w:r>
      <w:r w:rsidR="00C6720B">
        <w:t>ho</w:t>
      </w:r>
      <w:r>
        <w:t xml:space="preserve"> povolení (</w:t>
      </w:r>
      <w:r w:rsidR="00C6720B">
        <w:t>dále jen „</w:t>
      </w:r>
      <w:r>
        <w:t>DUSP</w:t>
      </w:r>
      <w:r w:rsidR="00C6720B">
        <w:t>“</w:t>
      </w:r>
      <w:r>
        <w:t>)</w:t>
      </w:r>
      <w:r w:rsidR="00F2092F">
        <w:t xml:space="preserve">, resp. projektové dokumentace pro vydání společného povolení podle zákona č. 416/2009 Sb., </w:t>
      </w:r>
      <w:r w:rsidR="00F2092F" w:rsidRPr="00EC1519">
        <w:t>o urychlení výstavby dopravní, vodní a energetické infrastruktury a infrastruktury elektronických komunikací (liniový zákon)</w:t>
      </w:r>
      <w:r w:rsidR="00F2092F">
        <w:t xml:space="preserve">, ve znění pozdějších předpisů (dále jen „DUSL“, přičemž pro obě projektové dokumentace pro vydání společného povolení je dále v textu používána společná zkratka </w:t>
      </w:r>
      <w:r w:rsidR="00247160">
        <w:t>„</w:t>
      </w:r>
      <w:r w:rsidR="00F2092F">
        <w:t>DUSP/DUSL</w:t>
      </w:r>
      <w:r w:rsidR="00247160">
        <w:t>“</w:t>
      </w:r>
      <w:r w:rsidR="00F2092F">
        <w:t>)</w:t>
      </w:r>
      <w:r>
        <w:t xml:space="preserve"> </w:t>
      </w:r>
      <w:r w:rsidR="00195CAC">
        <w:t xml:space="preserve">nebo ve </w:t>
      </w:r>
      <w:r w:rsidR="00C6720B">
        <w:t xml:space="preserve">stupních </w:t>
      </w:r>
      <w:r w:rsidR="005A595A">
        <w:t xml:space="preserve">projektové </w:t>
      </w:r>
      <w:r w:rsidR="00195CAC">
        <w:t xml:space="preserve">dokumentace pro </w:t>
      </w:r>
      <w:r w:rsidR="00C6720B">
        <w:t xml:space="preserve">vydání </w:t>
      </w:r>
      <w:r w:rsidR="00195CAC">
        <w:t>společné</w:t>
      </w:r>
      <w:r w:rsidR="00C6720B">
        <w:t>ho</w:t>
      </w:r>
      <w:r w:rsidR="00195CAC">
        <w:t xml:space="preserve"> povolení a projektové dokumentace </w:t>
      </w:r>
      <w:r w:rsidR="00195CAC" w:rsidRPr="00BB79FD">
        <w:t>pro provádění stavby (</w:t>
      </w:r>
      <w:r w:rsidR="00C6720B" w:rsidRPr="00BB79FD">
        <w:t>dále jen „</w:t>
      </w:r>
      <w:r w:rsidR="00195CAC" w:rsidRPr="00BB79FD">
        <w:t>DUSP</w:t>
      </w:r>
      <w:r w:rsidR="00247160" w:rsidRPr="00BB79FD">
        <w:t>/DUSL</w:t>
      </w:r>
      <w:r w:rsidR="00195CAC" w:rsidRPr="00BB79FD">
        <w:t>+PDPS</w:t>
      </w:r>
      <w:r w:rsidR="00C6720B" w:rsidRPr="00BB79FD">
        <w:t>“</w:t>
      </w:r>
      <w:r w:rsidR="00195CAC" w:rsidRPr="00BB79FD">
        <w:t xml:space="preserve">) </w:t>
      </w:r>
      <w:r w:rsidR="00726461" w:rsidRPr="00BB79FD">
        <w:t xml:space="preserve">nebo ve stupních dokumentace pro vydání rozhodnutí o umístění stavby a projektové dokumentace pro vydání stavebního povolení (dále jen „DUR+DSP“) nebo ve stupních dokumentace pro vydání rozhodnutí o umístění stavby a projektové dokumentace pro vydání stavebního povolení a projektové dokumentace pro provádění stavby (dále jen „DUR+DSP+PDPS“) </w:t>
      </w:r>
      <w:r w:rsidR="00C6720B" w:rsidRPr="00BB79FD">
        <w:t xml:space="preserve">dle </w:t>
      </w:r>
      <w:r w:rsidR="00D605F5" w:rsidRPr="00BB79FD">
        <w:t xml:space="preserve">prováděcích </w:t>
      </w:r>
      <w:r w:rsidR="00C6720B" w:rsidRPr="00BB79FD">
        <w:t>právních předpisů</w:t>
      </w:r>
      <w:r w:rsidR="00C6720B" w:rsidRPr="00BB79FD">
        <w:rPr>
          <w:rStyle w:val="Znakapoznpodarou"/>
        </w:rPr>
        <w:footnoteReference w:id="1"/>
      </w:r>
      <w:r w:rsidR="00C6720B" w:rsidRPr="00BB79FD">
        <w:t xml:space="preserve"> p</w:t>
      </w:r>
      <w:r w:rsidRPr="00BB79FD">
        <w:t xml:space="preserve">ro stavby železničních drah  ve smyslu § 5 odst. 1 a § 3 odst. 1 zák. č. 266/1994 Sb., o dráhách, ve znění pozdějších předpisů. Za službu obdobného charakteru, resp. projektové práce spočívající ve zhotovení dokumentace ve stupni </w:t>
      </w:r>
      <w:r w:rsidR="007D63FC" w:rsidRPr="00BB79FD">
        <w:t>DUR</w:t>
      </w:r>
      <w:r w:rsidR="00195CAC" w:rsidRPr="00BB79FD">
        <w:t xml:space="preserve"> </w:t>
      </w:r>
      <w:r w:rsidR="000161D4" w:rsidRPr="00BB79FD">
        <w:t xml:space="preserve">nebo DPS nebo DPS+PDPS </w:t>
      </w:r>
      <w:r w:rsidR="00195CAC" w:rsidRPr="00BB79FD">
        <w:t>nebo</w:t>
      </w:r>
      <w:r w:rsidR="007D63FC" w:rsidRPr="00BB79FD">
        <w:t xml:space="preserve"> </w:t>
      </w:r>
      <w:r w:rsidRPr="00BB79FD">
        <w:t>DSP</w:t>
      </w:r>
      <w:r w:rsidR="00195CAC" w:rsidRPr="00BB79FD">
        <w:t xml:space="preserve"> nebo</w:t>
      </w:r>
      <w:r w:rsidRPr="00BB79FD">
        <w:t xml:space="preserve"> DSP+PDPS nebo DUSP</w:t>
      </w:r>
      <w:r w:rsidR="00247160" w:rsidRPr="00BB79FD">
        <w:t>/DUSL</w:t>
      </w:r>
      <w:r w:rsidR="00195CAC" w:rsidRPr="00BB79FD">
        <w:t xml:space="preserve"> nebo DUSP</w:t>
      </w:r>
      <w:r w:rsidR="00247160" w:rsidRPr="00BB79FD">
        <w:t>/DUSL</w:t>
      </w:r>
      <w:r w:rsidR="00195CAC" w:rsidRPr="00BB79FD">
        <w:t>+PDPS</w:t>
      </w:r>
      <w:r w:rsidR="00726461" w:rsidRPr="00BB79FD">
        <w:t xml:space="preserve"> nebo DUR+DSP nebo DUR+DSP+PDPS</w:t>
      </w:r>
      <w:r w:rsidRPr="00BB79FD">
        <w:t xml:space="preserve">, zadavatel považuje rovněž provedení aktualizace dokumentace ve stupni </w:t>
      </w:r>
      <w:r w:rsidR="007D63FC" w:rsidRPr="00BB79FD">
        <w:t>DUR</w:t>
      </w:r>
      <w:r w:rsidR="00195CAC" w:rsidRPr="00BB79FD">
        <w:t xml:space="preserve"> </w:t>
      </w:r>
      <w:r w:rsidR="000161D4" w:rsidRPr="00BB79FD">
        <w:t xml:space="preserve">nebo DPS nebo DPS+PDPS </w:t>
      </w:r>
      <w:r w:rsidR="00195CAC" w:rsidRPr="00BB79FD">
        <w:t>nebo</w:t>
      </w:r>
      <w:r w:rsidR="007D63FC" w:rsidRPr="00BB79FD">
        <w:t xml:space="preserve"> </w:t>
      </w:r>
      <w:r w:rsidRPr="00BB79FD">
        <w:t>DSP</w:t>
      </w:r>
      <w:r w:rsidR="00195CAC" w:rsidRPr="00BB79FD">
        <w:t xml:space="preserve"> nebo</w:t>
      </w:r>
      <w:r w:rsidR="007D63FC">
        <w:t xml:space="preserve"> </w:t>
      </w:r>
      <w:r>
        <w:t>DSP+PDPS nebo DUSP</w:t>
      </w:r>
      <w:r w:rsidR="00247160">
        <w:t>/DUSL</w:t>
      </w:r>
      <w:r w:rsidR="00195CAC" w:rsidRPr="00195CAC">
        <w:t xml:space="preserve"> </w:t>
      </w:r>
      <w:r w:rsidR="00195CAC">
        <w:t>nebo DUSP</w:t>
      </w:r>
      <w:r w:rsidR="00247160">
        <w:t>/DUSL</w:t>
      </w:r>
      <w:r w:rsidR="00195CAC">
        <w:t>+PDPS</w:t>
      </w:r>
      <w:r w:rsidR="00726461">
        <w:t xml:space="preserve"> nebo DUR+DSP nebo DUR+DSP+PDPS</w:t>
      </w:r>
      <w:r>
        <w:t>.</w:t>
      </w:r>
    </w:p>
    <w:p w14:paraId="32B046BA" w14:textId="77777777" w:rsidR="000161D4" w:rsidRDefault="000161D4" w:rsidP="000161D4">
      <w:pPr>
        <w:pStyle w:val="Textbezslovn"/>
      </w:pPr>
      <w:r w:rsidRPr="00901E76">
        <w:t>Pro účely doložení technické kvalifikace se dokumentací ve stupni DPS rozumí dokumentace zpracovaná dle přílohy č. 1 vyhl. 227/2024 Sb., o rozsahu a obsahu projektové dokumentace staveb dopravní infrastruktury, ve znění pozdějších předpisů.</w:t>
      </w:r>
    </w:p>
    <w:p w14:paraId="782BA4F3" w14:textId="3CCBBE21" w:rsidR="00A4169A" w:rsidRDefault="00A4169A" w:rsidP="00392730">
      <w:pPr>
        <w:pStyle w:val="Textbezslovn"/>
      </w:pPr>
      <w:r>
        <w:t xml:space="preserve">Pro účely doložení požadované technické kvalifikace se dokumentacemi ve stupních DSP+PDSP rozumí jak dokumentace zpracovaná dle přílohy č. 5 vyhl. č. 146/2008 Sb., </w:t>
      </w:r>
      <w:r w:rsidRPr="00511E3C">
        <w:t>o rozsahu a obsahu projektové dokumentace dopravních staveb</w:t>
      </w:r>
      <w:r>
        <w:t>,</w:t>
      </w:r>
      <w:r w:rsidRPr="00511E3C">
        <w:t xml:space="preserve"> </w:t>
      </w:r>
      <w:r>
        <w:t xml:space="preserve">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vyhl. č. 146/2008 Sb., </w:t>
      </w:r>
      <w:r w:rsidRPr="00511E3C">
        <w:t>o rozsahu a obsahu projektové dokumentace dopravních staveb</w:t>
      </w:r>
      <w:r>
        <w:t>,</w:t>
      </w:r>
      <w:r w:rsidRPr="00511E3C">
        <w:t xml:space="preserve"> </w:t>
      </w:r>
      <w:r>
        <w:t>ve znění účinném od 1. 12. 2018</w:t>
      </w:r>
      <w:r w:rsidR="000161D4">
        <w:t xml:space="preserve"> nebo dle přílohy č. 3 vyhl. č. 227/2024 Sb., o rozsahu a obsahu projektové dokumentace staveb dopravní infrastruktury, ve znění pozdějších předpisů</w:t>
      </w:r>
      <w:r>
        <w:t xml:space="preserve">. Jako dokumentaci ve stupni PDPS však nelze předložit PDPS zpracovanou dle přílohy č. 6 vyhl. č. 146/2008 Sb., </w:t>
      </w:r>
      <w:r w:rsidRPr="00511E3C">
        <w:t>o rozsahu a obsahu projektové dokumentace dopravních staveb</w:t>
      </w:r>
      <w:r>
        <w:t>,</w:t>
      </w:r>
      <w:r w:rsidRPr="00511E3C">
        <w:t xml:space="preserve"> </w:t>
      </w:r>
      <w:r>
        <w:t>ve znění účinném do 30. 11. 2018.</w:t>
      </w:r>
      <w:r w:rsidR="005A595A" w:rsidRPr="005A595A">
        <w:t xml:space="preserve"> </w:t>
      </w:r>
      <w:r w:rsidR="00726461">
        <w:t>V případě dokumentací ve stupních DUR+DSP nebo DUR+DSP+PDPS musí být stupně DUR a DSP zpracovány a doloženy ke stejné stavbě (bez ohledu na to, zda v rámci jedné smlouvy či nikoli).</w:t>
      </w:r>
    </w:p>
    <w:p w14:paraId="3EA7F906" w14:textId="65476770" w:rsidR="00392730" w:rsidRDefault="00392730" w:rsidP="00392730">
      <w:pPr>
        <w:pStyle w:val="Textbezslovn"/>
      </w:pPr>
      <w:r w:rsidRPr="00183AF1">
        <w:t>Za významné služby obdobného charakteru se pokládají pouze takové služby obdobného charakteru, jejichž předmětem byly následující činnosti uvedené níže v tomto článku pod písm. a), b)</w:t>
      </w:r>
      <w:r w:rsidR="00183AF1" w:rsidRPr="00183AF1">
        <w:t xml:space="preserve"> a</w:t>
      </w:r>
      <w:r w:rsidRPr="00183AF1">
        <w:t xml:space="preserve"> c) (dále jen „</w:t>
      </w:r>
      <w:r w:rsidRPr="00183AF1">
        <w:rPr>
          <w:b/>
        </w:rPr>
        <w:t>významné služby</w:t>
      </w:r>
      <w:r w:rsidRPr="00183AF1">
        <w:t>“). Dodavatel musí informacemi uvedenými v předloženém seznamu významných služeb prokázat, že v uvedeném období poskytl významné služby, jejichž předmětem byly následující činnosti:</w:t>
      </w:r>
      <w:r>
        <w:t xml:space="preserve"> </w:t>
      </w:r>
    </w:p>
    <w:p w14:paraId="46D2F416" w14:textId="4A56D433" w:rsidR="0013511B" w:rsidRPr="006124AD" w:rsidRDefault="0013511B" w:rsidP="0013511B">
      <w:pPr>
        <w:pStyle w:val="Odstavec1-1a"/>
        <w:numPr>
          <w:ilvl w:val="0"/>
          <w:numId w:val="11"/>
        </w:numPr>
        <w:rPr>
          <w:color w:val="000000" w:themeColor="text1"/>
        </w:rPr>
      </w:pPr>
      <w:r w:rsidRPr="006124AD">
        <w:rPr>
          <w:color w:val="000000" w:themeColor="text1"/>
        </w:rPr>
        <w:t xml:space="preserve">zpracování dokumentace ve stupni DUR </w:t>
      </w:r>
      <w:r w:rsidR="00603612" w:rsidRPr="00BB79FD">
        <w:t xml:space="preserve">nebo DPS nebo DPS+PDPS </w:t>
      </w:r>
      <w:r w:rsidRPr="006124AD">
        <w:rPr>
          <w:color w:val="000000" w:themeColor="text1"/>
        </w:rPr>
        <w:t xml:space="preserve">nebo DSP nebo DSP+PDPS nebo DUSP/DUSL nebo DUSP/DUSL+PDPS nebo DUR+DSP nebo </w:t>
      </w:r>
      <w:r w:rsidRPr="006124AD">
        <w:rPr>
          <w:color w:val="000000" w:themeColor="text1"/>
        </w:rPr>
        <w:lastRenderedPageBreak/>
        <w:t>DUR+DSP+PDPS pro rekonstrukci nebo novostavbu trakční napájecí stanice systému 25kV AC,</w:t>
      </w:r>
    </w:p>
    <w:p w14:paraId="25EAD0E0" w14:textId="123C0F3F" w:rsidR="0013511B" w:rsidRPr="006124AD" w:rsidRDefault="0013511B" w:rsidP="0013511B">
      <w:pPr>
        <w:pStyle w:val="Odstavec1-1a"/>
        <w:numPr>
          <w:ilvl w:val="0"/>
          <w:numId w:val="7"/>
        </w:numPr>
        <w:rPr>
          <w:color w:val="000000" w:themeColor="text1"/>
        </w:rPr>
      </w:pPr>
      <w:r w:rsidRPr="006124AD">
        <w:rPr>
          <w:color w:val="000000" w:themeColor="text1"/>
        </w:rPr>
        <w:t xml:space="preserve">zpracování dokumentace ve stupni DUR </w:t>
      </w:r>
      <w:r w:rsidR="00603612" w:rsidRPr="00BB79FD">
        <w:t xml:space="preserve">nebo DPS nebo DPS+PDPS </w:t>
      </w:r>
      <w:r w:rsidRPr="006124AD">
        <w:rPr>
          <w:color w:val="000000" w:themeColor="text1"/>
        </w:rPr>
        <w:t xml:space="preserve">nebo DSP nebo DSP+PDPS nebo DUSP/DUSL nebo DUSP/DUSL+PDPS nebo DUR+DSP nebo DUR+DSP+PDPS pro rekonstrukci nebo novostavbu trakčního vedení v souhrnné délce minimálně </w:t>
      </w:r>
      <w:r w:rsidR="009E4C76" w:rsidRPr="006124AD">
        <w:rPr>
          <w:color w:val="000000" w:themeColor="text1"/>
        </w:rPr>
        <w:t>10</w:t>
      </w:r>
      <w:r w:rsidRPr="006124AD">
        <w:rPr>
          <w:color w:val="000000" w:themeColor="text1"/>
        </w:rPr>
        <w:t xml:space="preserve"> km, včetně energetických výpočtů, </w:t>
      </w:r>
    </w:p>
    <w:p w14:paraId="2EF527D6" w14:textId="48886B07" w:rsidR="0013511B" w:rsidRPr="006124AD" w:rsidRDefault="0013511B" w:rsidP="0013511B">
      <w:pPr>
        <w:pStyle w:val="Odstavec1-1a"/>
        <w:numPr>
          <w:ilvl w:val="0"/>
          <w:numId w:val="7"/>
        </w:numPr>
        <w:rPr>
          <w:color w:val="000000" w:themeColor="text1"/>
        </w:rPr>
      </w:pPr>
      <w:r w:rsidRPr="006124AD">
        <w:rPr>
          <w:color w:val="000000" w:themeColor="text1"/>
        </w:rPr>
        <w:t xml:space="preserve">zajištění vydání alespoň nepravomocného stavebního povolení nebo společného povolení, kterým se stavba umisťuje a povoluje, nebo povolení záměru (povolení stavby dle zákona č. 283/2021 Sb., stavební zákon, ve znění pozdějších předpisů), včetně zpracování agendy majetkoprávního vypořádání pro rekonstrukci, novostavbu nebo opravu železniční trati nebo železniční stanice s hodnotou dokumentace nejméně </w:t>
      </w:r>
      <w:r w:rsidR="00A72A30" w:rsidRPr="006124AD">
        <w:rPr>
          <w:b/>
          <w:color w:val="000000" w:themeColor="text1"/>
        </w:rPr>
        <w:t>2</w:t>
      </w:r>
      <w:r w:rsidR="009A4347">
        <w:rPr>
          <w:b/>
          <w:color w:val="000000" w:themeColor="text1"/>
        </w:rPr>
        <w:t>5</w:t>
      </w:r>
      <w:r w:rsidRPr="006124AD">
        <w:rPr>
          <w:b/>
          <w:color w:val="000000" w:themeColor="text1"/>
        </w:rPr>
        <w:t xml:space="preserve"> mil. Kč</w:t>
      </w:r>
      <w:r w:rsidRPr="006124AD">
        <w:rPr>
          <w:color w:val="000000" w:themeColor="text1"/>
        </w:rPr>
        <w:t xml:space="preserve"> bez DPH. </w:t>
      </w:r>
    </w:p>
    <w:p w14:paraId="4005AA13" w14:textId="0080CF92" w:rsidR="00392730" w:rsidRDefault="00392730" w:rsidP="00392730">
      <w:pPr>
        <w:pStyle w:val="Textbezslovn"/>
      </w:pPr>
      <w:r w:rsidRPr="00183AF1">
        <w:rPr>
          <w:b/>
        </w:rPr>
        <w:t>Každá z činností uvedených pod písm. a), b)</w:t>
      </w:r>
      <w:r w:rsidR="00183AF1" w:rsidRPr="00183AF1">
        <w:rPr>
          <w:b/>
        </w:rPr>
        <w:t xml:space="preserve"> a</w:t>
      </w:r>
      <w:r w:rsidRPr="00183AF1">
        <w:rPr>
          <w:b/>
        </w:rPr>
        <w:t xml:space="preserve"> c) výše</w:t>
      </w:r>
      <w:r w:rsidRPr="00183AF1">
        <w:t xml:space="preserve"> </w:t>
      </w:r>
      <w:r w:rsidRPr="00183AF1">
        <w:rPr>
          <w:b/>
        </w:rPr>
        <w:t>musí být doložena alespoň ve dvou referenčních zakázkách (významných službách).</w:t>
      </w:r>
    </w:p>
    <w:p w14:paraId="345A8381" w14:textId="25398E43" w:rsidR="00392730" w:rsidRPr="00183AF1" w:rsidRDefault="00392730" w:rsidP="00392730">
      <w:pPr>
        <w:pStyle w:val="Textbezslovn"/>
      </w:pPr>
      <w:r w:rsidRPr="00183AF1">
        <w:t>Parametry, resp. požadavky na obsahovou náplň činností, uvedené výše pod písm. a), b)</w:t>
      </w:r>
      <w:r w:rsidR="00183AF1" w:rsidRPr="00183AF1">
        <w:t xml:space="preserve"> a</w:t>
      </w:r>
      <w:r w:rsidRPr="00183AF1">
        <w:t xml:space="preserve"> c) lze splnit všechny současně v rámci jedné referenční zakázky (významné služby), ale připouští se i splnění požadavků dle písm. a), b)</w:t>
      </w:r>
      <w:r w:rsidR="00183AF1" w:rsidRPr="00183AF1">
        <w:t xml:space="preserve"> a</w:t>
      </w:r>
      <w:r w:rsidRPr="00183AF1">
        <w:t xml:space="preserve"> c) odděleně v několika referenčních zakázkách. Každá z těchto referenčních zakázek však musí vždy samostatně dosahovat alespoň minimální úrovně všech požadavků dle písm. a) nebo b) nebo c) výše, takže požadavky na obsahovou náplň činností uvedených výše pod jednotlivými písm. a) nebo b) nebo c</w:t>
      </w:r>
      <w:r w:rsidR="008E235A" w:rsidRPr="00183AF1">
        <w:t>) nelze</w:t>
      </w:r>
      <w:r w:rsidRPr="00183AF1">
        <w:t xml:space="preserve"> za účelem prokázání technické kvalifikace sčítat z více referenčních zakázek (významných služeb). </w:t>
      </w:r>
    </w:p>
    <w:p w14:paraId="64FBF883" w14:textId="0F20A77D" w:rsidR="00392730" w:rsidRDefault="00392730" w:rsidP="00392730">
      <w:pPr>
        <w:pStyle w:val="Textbezslovn"/>
      </w:pPr>
      <w:r w:rsidRPr="00183AF1">
        <w:t xml:space="preserve">Celkový součet </w:t>
      </w:r>
      <w:r w:rsidR="00C81CEF" w:rsidRPr="00183AF1">
        <w:t xml:space="preserve">hodnot </w:t>
      </w:r>
      <w:r w:rsidRPr="00183AF1">
        <w:t xml:space="preserve">významných služeb za posledních </w:t>
      </w:r>
      <w:r w:rsidR="00F34816" w:rsidRPr="00183AF1">
        <w:t>8</w:t>
      </w:r>
      <w:r w:rsidRPr="00183AF1">
        <w:t xml:space="preserve"> let před zahájením zadávacího řízení, které dodavatel poskytl, musí dosahovat v souhrnu, včetně případných poddodávek, minimálně </w:t>
      </w:r>
      <w:r w:rsidR="00A72A30" w:rsidRPr="00183AF1">
        <w:rPr>
          <w:b/>
          <w:bCs/>
        </w:rPr>
        <w:t>5</w:t>
      </w:r>
      <w:r w:rsidR="00F9785B">
        <w:rPr>
          <w:b/>
          <w:bCs/>
        </w:rPr>
        <w:t>0</w:t>
      </w:r>
      <w:r w:rsidR="00A72A30" w:rsidRPr="00183AF1">
        <w:rPr>
          <w:b/>
          <w:bCs/>
        </w:rPr>
        <w:t xml:space="preserve"> mil.</w:t>
      </w:r>
      <w:r w:rsidRPr="00183AF1">
        <w:t xml:space="preserve"> </w:t>
      </w:r>
      <w:r w:rsidRPr="00183AF1">
        <w:rPr>
          <w:b/>
        </w:rPr>
        <w:t>Kč</w:t>
      </w:r>
      <w:r>
        <w:t xml:space="preserve"> bez DPH, přičemž alespoň jedna významná služba musí dosahovat </w:t>
      </w:r>
      <w:r w:rsidR="00DE696C">
        <w:t xml:space="preserve">hodnoty </w:t>
      </w:r>
      <w:r>
        <w:t xml:space="preserve">nejméně </w:t>
      </w:r>
      <w:r w:rsidR="00A72A30" w:rsidRPr="00A72A30">
        <w:rPr>
          <w:b/>
          <w:bCs/>
        </w:rPr>
        <w:t>2</w:t>
      </w:r>
      <w:r w:rsidR="00F9785B">
        <w:rPr>
          <w:b/>
          <w:bCs/>
        </w:rPr>
        <w:t>5</w:t>
      </w:r>
      <w:r w:rsidR="00A72A30" w:rsidRPr="00A72A30">
        <w:rPr>
          <w:b/>
          <w:bCs/>
        </w:rPr>
        <w:t xml:space="preserve"> mil.</w:t>
      </w:r>
      <w:r>
        <w:t xml:space="preserve"> </w:t>
      </w:r>
      <w:r w:rsidRPr="00392730">
        <w:rPr>
          <w:b/>
        </w:rPr>
        <w:t>Kč</w:t>
      </w:r>
      <w:r>
        <w:t xml:space="preserve"> bez DPH. </w:t>
      </w:r>
      <w:r w:rsidR="00DE696C">
        <w:t xml:space="preserve">Hodnotou významných služeb se </w:t>
      </w:r>
      <w:r w:rsidR="00DE696C" w:rsidRPr="00E74F21">
        <w:rPr>
          <w:rFonts w:cs="Arial"/>
          <w:iCs/>
        </w:rPr>
        <w:t>pro účely posouzení splnění kritérií technické kvalifikace</w:t>
      </w:r>
      <w:r w:rsidR="00DE696C">
        <w:t xml:space="preserve"> rozumí cena, za kterou dodavatel provedl předmětné služby; tato cena nebude upravována o míru inflace tak, aby odpovídala současným hodnotám služeb. V případě dokumentací ve stupních </w:t>
      </w:r>
      <w:r w:rsidR="00E95781">
        <w:t xml:space="preserve">DPS+PDPS nebo </w:t>
      </w:r>
      <w:r w:rsidR="00DE696C">
        <w:t>DSP+PDPS nebo DUSP</w:t>
      </w:r>
      <w:r w:rsidR="007250A8">
        <w:t>/DUSL</w:t>
      </w:r>
      <w:r w:rsidR="00DE696C">
        <w:t xml:space="preserve">+PDPS </w:t>
      </w:r>
      <w:r w:rsidR="00333290">
        <w:t xml:space="preserve">nebo DUR+DSP nebo DUR+DSP+PDPS </w:t>
      </w:r>
      <w:r w:rsidR="00DE696C">
        <w:t xml:space="preserve">lze jako hodnotu jedné významné služby doložit součet cen obou uvedených stupňů (tj. </w:t>
      </w:r>
      <w:r w:rsidR="00E1127C">
        <w:t xml:space="preserve">součet cen </w:t>
      </w:r>
      <w:r w:rsidR="00E95781">
        <w:t xml:space="preserve">DPS+PDPS nebo </w:t>
      </w:r>
      <w:r w:rsidR="00DE696C">
        <w:t>DSP+PDPS nebo DUSP</w:t>
      </w:r>
      <w:r w:rsidR="007250A8">
        <w:t>/DUSL</w:t>
      </w:r>
      <w:r w:rsidR="00DE696C">
        <w:t>+PDPS</w:t>
      </w:r>
      <w:r w:rsidR="00333290" w:rsidRPr="00333290">
        <w:t xml:space="preserve"> </w:t>
      </w:r>
      <w:r w:rsidR="00333290">
        <w:t>nebo DUR+DSP nebo DUR+DSP+PDPS</w:t>
      </w:r>
      <w:r w:rsidR="00DE696C">
        <w:t>).</w:t>
      </w:r>
    </w:p>
    <w:p w14:paraId="7BACBD80" w14:textId="354953A7" w:rsidR="00DE696C" w:rsidRPr="000045F9" w:rsidRDefault="00DE696C" w:rsidP="00DE696C">
      <w:pPr>
        <w:pStyle w:val="Textbezslovn"/>
      </w:pPr>
      <w:r w:rsidRPr="000045F9">
        <w:rPr>
          <w:rFonts w:cs="Arial"/>
          <w:iCs/>
        </w:rPr>
        <w:t xml:space="preserve">Pro vyloučení pochybností zadavatel upřesňuje, že rekonstrukcí se pro účely posouzení splnění kritérií technické kvalifikace rozumí </w:t>
      </w:r>
      <w:r w:rsidRPr="000045F9">
        <w:t xml:space="preserve">též modernizace, optimalizace, revitalizace, elektrizace nebo jiná změna dokončené stavby ve smyslu zákona č. 183/2006 Sb., o územním plánování a stavebním řádu (stavební zákon), ve znění </w:t>
      </w:r>
      <w:r w:rsidR="001579FA">
        <w:t xml:space="preserve">účinném do 31.12.2023 (dále též „starý stavební zákon“) </w:t>
      </w:r>
      <w:r w:rsidR="00245345">
        <w:t xml:space="preserve">či ve smyslu </w:t>
      </w:r>
      <w:r w:rsidR="001579FA">
        <w:t xml:space="preserve">§ 6 odst. 1 </w:t>
      </w:r>
      <w:r w:rsidR="00245345" w:rsidRPr="00A4043B">
        <w:t>zákona č. 283/2021 Sb., stavební zákon, ve znění pozdějších předpisů</w:t>
      </w:r>
      <w:r w:rsidR="001579FA">
        <w:t xml:space="preserve"> (dále též „nový stavební zákon“)</w:t>
      </w:r>
      <w:r w:rsidRPr="000045F9">
        <w:t>.</w:t>
      </w:r>
    </w:p>
    <w:p w14:paraId="2CEECEB6" w14:textId="7459146E" w:rsidR="00DE696C" w:rsidRDefault="00DE696C" w:rsidP="00DE696C">
      <w:pPr>
        <w:pStyle w:val="Textbezslovn"/>
      </w:pPr>
      <w:r>
        <w:t>O</w:t>
      </w:r>
      <w:r w:rsidRPr="000045F9">
        <w:t xml:space="preserve">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w:t>
      </w:r>
      <w:r w:rsidR="00E95781">
        <w:t xml:space="preserve">č. 586/1992 Sb., </w:t>
      </w:r>
      <w:r w:rsidRPr="000045F9">
        <w:t>o daních z</w:t>
      </w:r>
      <w:r w:rsidR="00E95781">
        <w:t> </w:t>
      </w:r>
      <w:r w:rsidRPr="000045F9">
        <w:t>příjmů</w:t>
      </w:r>
      <w:r w:rsidR="00E95781">
        <w:t>, ve znění pozdějších předpisů (dále jen „</w:t>
      </w:r>
      <w:r w:rsidR="00E95781">
        <w:rPr>
          <w:bCs/>
        </w:rPr>
        <w:t>zákon o daních z příjmů</w:t>
      </w:r>
      <w:r w:rsidR="00E95781">
        <w:t>“)</w:t>
      </w:r>
      <w:r w:rsidRPr="000045F9">
        <w:t xml:space="preserve">. Zároveň se nejedná o změnu dokončené stavby ve smyslu </w:t>
      </w:r>
      <w:r w:rsidR="001579FA">
        <w:t xml:space="preserve">starého </w:t>
      </w:r>
      <w:r w:rsidRPr="000045F9">
        <w:t>stavebního zákona</w:t>
      </w:r>
      <w:r w:rsidR="001579FA">
        <w:t xml:space="preserve"> nebo § 6 odst. 1 nového stavebního zákona</w:t>
      </w:r>
      <w:r w:rsidRPr="000045F9">
        <w:t>.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4C28406F" w14:textId="114DB564" w:rsidR="00A727C6" w:rsidRDefault="00DE696C" w:rsidP="00DE696C">
      <w:pPr>
        <w:pStyle w:val="Textbezslovn"/>
      </w:pPr>
      <w:r w:rsidRPr="000045F9">
        <w:lastRenderedPageBreak/>
        <w:t xml:space="preserve">Za rekonstrukci </w:t>
      </w:r>
      <w:r>
        <w:t xml:space="preserve">ani opravu </w:t>
      </w:r>
      <w:r w:rsidRPr="000045F9">
        <w:t xml:space="preserve">se nepovažují údržbové práce, jež mají pro účely posouzení splnění kritérií technické kvalifikace v těchto zadávacích podmínkách následující význam: údržbou se rozumí předpokládaná soustavná/pravidelná činnost a zásahy do majetku,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1579FA">
        <w:t xml:space="preserve">starého </w:t>
      </w:r>
      <w:r w:rsidRPr="000045F9">
        <w:t xml:space="preserve">stavebního zákona </w:t>
      </w:r>
      <w:r w:rsidR="001579FA">
        <w:t>nebo § 6 odst. 1 nového stavebního zákona</w:t>
      </w:r>
      <w:r w:rsidR="001579FA" w:rsidRPr="000045F9">
        <w:t xml:space="preserve"> </w:t>
      </w:r>
      <w:r w:rsidRPr="000045F9">
        <w:t>ani o technické zhodnocení dle zákona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r w:rsidR="00E95781" w:rsidRPr="00E95781">
        <w:t xml:space="preserve"> </w:t>
      </w:r>
    </w:p>
    <w:p w14:paraId="607CF5A8" w14:textId="1CF58074" w:rsidR="00DE696C" w:rsidRDefault="00E95781" w:rsidP="00DE696C">
      <w:pPr>
        <w:pStyle w:val="Textbezslovn"/>
      </w:pPr>
      <w:r w:rsidRPr="004E1C55">
        <w:t>V případě oprav a údržby může být v určitých případech sporné, zda jde o opravu či údržbu. Jedná se o případy, kdy prováděná činnost naplňuje podmínky obou kategorií. V takovém případě se jedná o tu činnost, která převažuje.</w:t>
      </w:r>
    </w:p>
    <w:p w14:paraId="34E90A32" w14:textId="77777777" w:rsidR="00DE696C" w:rsidRDefault="00DE696C" w:rsidP="00DE696C">
      <w:pPr>
        <w:pStyle w:val="Textbezslovn"/>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3179AB42" w14:textId="2D116D81" w:rsidR="00392730" w:rsidRDefault="00392730" w:rsidP="00392730">
      <w:pPr>
        <w:pStyle w:val="Textbezslovn"/>
      </w:pPr>
      <w:r>
        <w:t>Seznam významných služeb bude předložen ve formě dle vzorového formuláře obsaženého v Příloze č. 4 těchto Pokynů. V předloženém seznamu musí být uvedeny všechny požadované údaje, zejména název služby, předmět plnění s uvedením zadavatelem shora požadovaných údajů,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23ABCB82" w14:textId="3E62B11E" w:rsidR="00392730" w:rsidRDefault="00392730" w:rsidP="00392730">
      <w:pPr>
        <w:pStyle w:val="Textbezslovn"/>
      </w:pPr>
      <w:r w:rsidRPr="00C81CEF">
        <w:t xml:space="preserve">Doba </w:t>
      </w:r>
      <w:r w:rsidR="00F34816">
        <w:t>8</w:t>
      </w:r>
      <w:r w:rsidRPr="00C81CEF">
        <w:t xml:space="preserve"> let </w:t>
      </w:r>
      <w:r w:rsidR="00B7330D">
        <w:t xml:space="preserve">před zahájením zadávacího řízení </w:t>
      </w:r>
      <w:r w:rsidRPr="00C81CEF">
        <w:t xml:space="preserve">se považuje za splněnou, pokud byly </w:t>
      </w:r>
      <w:r w:rsidR="00B7330D">
        <w:t xml:space="preserve">činnosti odpovídající zadavatelem stanovené definici </w:t>
      </w:r>
      <w:r w:rsidRPr="00C81CEF">
        <w:t xml:space="preserve">významné služby </w:t>
      </w:r>
      <w:r w:rsidR="00B7330D">
        <w:t xml:space="preserve">dokončeny </w:t>
      </w:r>
      <w:r w:rsidRPr="00C81CEF">
        <w:t xml:space="preserve">v průběhu této doby </w:t>
      </w:r>
      <w:r w:rsidR="00B7330D">
        <w:t>nebo kdykoli po zahájení zadávacího řízení včetně doby po uplynutí lhůty pro podání nabídek, a to nejpozději až do doby zadavatelem případně stanovené k předložení údajů a dokladů dle § 46 ZZVZ. P</w:t>
      </w:r>
      <w:r w:rsidRPr="00C81CEF">
        <w:t xml:space="preserve">ro prokázání kvalifikace postačuje, aby byly požadované minimální hodnoty významných služeb dosaženy za celou dobu poskytování významných služeb, nikoliv pouze v průběhu posledních </w:t>
      </w:r>
      <w:r w:rsidR="00F34816">
        <w:t>8</w:t>
      </w:r>
      <w:r w:rsidRPr="00C81CEF">
        <w:t xml:space="preserve"> let před zahájením zadávacího řízení. V případě, že byla referovaná významná služba, resp. činnost </w:t>
      </w:r>
      <w:r w:rsidR="00B7330D">
        <w:t>či zpracovaný příslušný stupeň dokumentace</w:t>
      </w:r>
      <w:r w:rsidR="00ED1E83">
        <w:t>,</w:t>
      </w:r>
      <w:r w:rsidR="00B7330D" w:rsidRPr="0048047A">
        <w:t xml:space="preserve"> </w:t>
      </w:r>
      <w:r w:rsidRPr="00C81CEF">
        <w:t xml:space="preserve">součástí rozsáhlejšího plnění pro objednatele významné služby (např. kromě zpracování projektové dokumentace měl dodavatel vykonávat i dozor </w:t>
      </w:r>
      <w:r w:rsidR="00784FD0">
        <w:t xml:space="preserve">projektanta </w:t>
      </w:r>
      <w:r w:rsidRPr="00C81CEF">
        <w:t xml:space="preserve">při realizaci stavby apod.) postačí, pokud je </w:t>
      </w:r>
      <w:r w:rsidR="00446757" w:rsidRPr="00C81CEF">
        <w:t xml:space="preserve">v uvedené době </w:t>
      </w:r>
      <w:r w:rsidR="005F1BC7">
        <w:t>dokončeno plnění</w:t>
      </w:r>
      <w:r w:rsidR="00B7330D">
        <w:t>, které odpovídá zadavatelem stanovené definici významné služby</w:t>
      </w:r>
      <w:r w:rsidR="00B7330D" w:rsidRPr="00C81CEF">
        <w:t xml:space="preserve"> </w:t>
      </w:r>
      <w:r w:rsidRPr="00C81CEF">
        <w:t xml:space="preserve">(tj. </w:t>
      </w:r>
      <w:r w:rsidR="00403C99" w:rsidRPr="00C81CEF">
        <w:t xml:space="preserve">např. </w:t>
      </w:r>
      <w:r w:rsidRPr="00C81CEF">
        <w:t xml:space="preserve">projektové práce </w:t>
      </w:r>
      <w:r w:rsidR="00446757" w:rsidRPr="00C81CEF">
        <w:t xml:space="preserve">spočívající ve zpracování </w:t>
      </w:r>
      <w:r w:rsidR="00446757" w:rsidRPr="00C81CEF">
        <w:rPr>
          <w:rFonts w:cs="Arial"/>
          <w:bCs/>
        </w:rPr>
        <w:t xml:space="preserve">dokumentace </w:t>
      </w:r>
      <w:r w:rsidRPr="00C81CEF">
        <w:t xml:space="preserve">ve stupni </w:t>
      </w:r>
      <w:r w:rsidR="006A070D" w:rsidRPr="00C81CEF">
        <w:t xml:space="preserve">DUR nebo </w:t>
      </w:r>
      <w:r w:rsidR="00E226D0" w:rsidRPr="00AF5E95">
        <w:t xml:space="preserve">DPS nebo DPS+PDPS nebo </w:t>
      </w:r>
      <w:r w:rsidRPr="00C81CEF">
        <w:t>DSP nebo DSP+PDPS nebo DUSP</w:t>
      </w:r>
      <w:r w:rsidR="007250A8">
        <w:t>/DUSL</w:t>
      </w:r>
      <w:r w:rsidRPr="00C81CEF">
        <w:t xml:space="preserve"> </w:t>
      </w:r>
      <w:r w:rsidR="006E750A" w:rsidRPr="00C81CEF">
        <w:t>nebo DUSP</w:t>
      </w:r>
      <w:r w:rsidR="007250A8">
        <w:t>/DUSL</w:t>
      </w:r>
      <w:r w:rsidR="006E750A" w:rsidRPr="00C81CEF">
        <w:t xml:space="preserve">+PDPS </w:t>
      </w:r>
      <w:r w:rsidR="00333290">
        <w:t>nebo DUR+DSP nebo DUR+DSP+PDPS</w:t>
      </w:r>
      <w:r w:rsidR="00333290" w:rsidRPr="00C81CEF">
        <w:t xml:space="preserve"> </w:t>
      </w:r>
      <w:r w:rsidRPr="00C81CEF">
        <w:t>pro stavby železničních drah)</w:t>
      </w:r>
      <w:r w:rsidR="002821CE" w:rsidRPr="00C81CEF">
        <w:t xml:space="preserve"> s tím, že zakázka jako celek (tj. ohledně dalších činností, např. dozoru </w:t>
      </w:r>
      <w:r w:rsidR="00784FD0">
        <w:t xml:space="preserve">projektanta </w:t>
      </w:r>
      <w:r w:rsidR="002821CE" w:rsidRPr="00C81CEF">
        <w:t>při realizaci stavby) dokončena není</w:t>
      </w:r>
      <w:r w:rsidR="0016521E" w:rsidRPr="00C81CEF">
        <w:t xml:space="preserve">; zároveň však platí, že nestačí (tj. nepovažuje se za plnění dokončené v požadované době), pokud je v posledních </w:t>
      </w:r>
      <w:r w:rsidR="00AD41CF">
        <w:t>8</w:t>
      </w:r>
      <w:r w:rsidR="0016521E" w:rsidRPr="00C81CEF">
        <w:t xml:space="preserve"> letech dokončena zakázka rozsáhlejšího plnění jako celek (např. dokončen dozor </w:t>
      </w:r>
      <w:r w:rsidR="00784FD0">
        <w:t xml:space="preserve">projektanta </w:t>
      </w:r>
      <w:r w:rsidR="0016521E" w:rsidRPr="00C81CEF">
        <w:t xml:space="preserve">při realizaci stavby), avšak plnění </w:t>
      </w:r>
      <w:r w:rsidR="00B7330D">
        <w:t xml:space="preserve">odpovídající definici významné služby </w:t>
      </w:r>
      <w:r w:rsidR="0016521E" w:rsidRPr="00C81CEF">
        <w:t xml:space="preserve">(tj. </w:t>
      </w:r>
      <w:r w:rsidR="00403C99" w:rsidRPr="00C81CEF">
        <w:t xml:space="preserve">např. </w:t>
      </w:r>
      <w:r w:rsidR="0016521E" w:rsidRPr="00C81CEF">
        <w:t xml:space="preserve">zpracování </w:t>
      </w:r>
      <w:r w:rsidR="00C6287F">
        <w:t xml:space="preserve">příslušného stupně </w:t>
      </w:r>
      <w:r w:rsidR="0016521E" w:rsidRPr="00C81CEF">
        <w:t xml:space="preserve">projektové dokumentace) bylo dokončeno dříve než před </w:t>
      </w:r>
      <w:r w:rsidR="00F34816">
        <w:t>8</w:t>
      </w:r>
      <w:r w:rsidR="0016521E" w:rsidRPr="00C81CEF">
        <w:t xml:space="preserve"> lety</w:t>
      </w:r>
      <w:r w:rsidRPr="00C81CEF">
        <w:t>. Je-li referenční zakázka součástí rozsáhlejšího plnění pro téhož dodavatele</w:t>
      </w:r>
      <w:r>
        <w:t xml:space="preserve"> (např. zpracování i </w:t>
      </w:r>
      <w:r w:rsidR="00B7330D">
        <w:t xml:space="preserve">jiných </w:t>
      </w:r>
      <w:r>
        <w:t xml:space="preserve">stupňů </w:t>
      </w:r>
      <w:r w:rsidR="00B7330D">
        <w:t>předprojektové přípravy, např. studie proveditelnosti, záměru projektu</w:t>
      </w:r>
      <w:r w:rsidR="00ED1E83">
        <w:t xml:space="preserve"> apod.</w:t>
      </w:r>
      <w:r>
        <w:t xml:space="preserve">), je pro prokázání splnění kvalifikace relevantní pouze ta jeho část, která odpovídá zadavatelem stanovené </w:t>
      </w:r>
      <w:r w:rsidR="00B7330D">
        <w:t xml:space="preserve">definici </w:t>
      </w:r>
      <w:r>
        <w:t>významné služby. Zadavatel upozorňuje, že z předloženého seznamu musí pro potřeby posouzení kvalifikace konkrétně vyplývat, jaká byla cena té části plnění, kter</w:t>
      </w:r>
      <w:r w:rsidR="006D4252">
        <w:t>á</w:t>
      </w:r>
      <w:r>
        <w:t xml:space="preserve"> obsahově odpovídá zadavatelem stanovené </w:t>
      </w:r>
      <w:r w:rsidR="00B7330D">
        <w:t xml:space="preserve">definici </w:t>
      </w:r>
      <w:r>
        <w:t>významné služby</w:t>
      </w:r>
      <w:r w:rsidR="00B7330D">
        <w:t xml:space="preserve"> (s upřesněním níže v následujícím odstavci)</w:t>
      </w:r>
      <w:r>
        <w:t xml:space="preserve">, a v jakém časovém </w:t>
      </w:r>
      <w:r>
        <w:lastRenderedPageBreak/>
        <w:t xml:space="preserve">období byly tyto konkrétní </w:t>
      </w:r>
      <w:r w:rsidR="00B7330D">
        <w:t xml:space="preserve">části plnění odpovídající zadavatelem stanovené definici významné </w:t>
      </w:r>
      <w:r>
        <w:t>služby</w:t>
      </w:r>
      <w:r w:rsidR="00B7330D" w:rsidRPr="00B7330D">
        <w:t xml:space="preserve"> </w:t>
      </w:r>
      <w:r w:rsidR="00B7330D">
        <w:t>dokončeny</w:t>
      </w:r>
      <w:r>
        <w:t>.</w:t>
      </w:r>
    </w:p>
    <w:p w14:paraId="6608B839" w14:textId="77777777" w:rsidR="00B7330D" w:rsidRDefault="00392730" w:rsidP="00392730">
      <w:pPr>
        <w:pStyle w:val="Textbezslovn"/>
      </w:pPr>
      <w:r>
        <w:t xml:space="preserve">Pro odstranění pochybností zadavatel </w:t>
      </w:r>
      <w:r w:rsidR="00B7330D">
        <w:t xml:space="preserve">k výše uvedenému </w:t>
      </w:r>
      <w:r>
        <w:t>upřesňuje, že</w:t>
      </w:r>
      <w:r w:rsidR="00B7330D">
        <w:t>:</w:t>
      </w:r>
    </w:p>
    <w:p w14:paraId="49D2DC80" w14:textId="43FB7076" w:rsidR="00B7330D" w:rsidRDefault="00B7330D" w:rsidP="00B7330D">
      <w:pPr>
        <w:pStyle w:val="Odrka1-2-"/>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w:t>
      </w:r>
      <w:r w:rsidR="00487B15" w:rsidRPr="00487B15">
        <w:t xml:space="preserve"> </w:t>
      </w:r>
      <w:r w:rsidR="00487B15" w:rsidRPr="00782576">
        <w:t xml:space="preserve">posouzení shody nebo vhodnosti pro použití prvku interoperability </w:t>
      </w:r>
      <w:r w:rsidR="00487B15">
        <w:t xml:space="preserve">či </w:t>
      </w:r>
      <w:r w:rsidR="00487B15" w:rsidRPr="00782576">
        <w:t>ES prohlášení o ověření subsystému</w:t>
      </w:r>
      <w:r>
        <w:t>, zpracování nákladů stavby, zpracování v režimu BIM;</w:t>
      </w:r>
    </w:p>
    <w:p w14:paraId="10AB0D7A" w14:textId="12B17C44" w:rsidR="00392730" w:rsidRPr="005F0D21" w:rsidRDefault="00392730" w:rsidP="00B7330D">
      <w:pPr>
        <w:pStyle w:val="Odrka1-2-"/>
      </w:pPr>
      <w:r>
        <w:t xml:space="preserve">pro potřeby doložení referenčních zakázek (významných služeb) se zakázka na projektové práce </w:t>
      </w:r>
      <w:r w:rsidR="00A626D2">
        <w:t xml:space="preserve">spočívající ve zpracování </w:t>
      </w:r>
      <w:r w:rsidR="00A626D2">
        <w:rPr>
          <w:rFonts w:cs="Arial"/>
          <w:bCs/>
        </w:rPr>
        <w:t>dokumentace</w:t>
      </w:r>
      <w:r w:rsidR="00A626D2" w:rsidRPr="00B77110">
        <w:rPr>
          <w:rFonts w:cs="Arial"/>
          <w:bCs/>
        </w:rPr>
        <w:t xml:space="preserve"> </w:t>
      </w:r>
      <w:r>
        <w:t xml:space="preserve">ve stupni </w:t>
      </w:r>
      <w:r w:rsidR="006A070D">
        <w:t xml:space="preserve">DUR nebo </w:t>
      </w:r>
      <w:r w:rsidR="00E226D0" w:rsidRPr="00AF5E95">
        <w:t xml:space="preserve">DPS nebo DPS+PDPS nebo </w:t>
      </w:r>
      <w:r>
        <w:t>DSP nebo DSP+PDPS nebo DUSP</w:t>
      </w:r>
      <w:r w:rsidR="007250A8">
        <w:t>/DUSL</w:t>
      </w:r>
      <w:r>
        <w:t xml:space="preserve"> </w:t>
      </w:r>
      <w:r w:rsidR="006E750A">
        <w:t>nebo DUSP</w:t>
      </w:r>
      <w:r w:rsidR="007250A8">
        <w:t>/DUSL</w:t>
      </w:r>
      <w:r w:rsidR="006E750A">
        <w:t xml:space="preserve">+PDPS </w:t>
      </w:r>
      <w:r w:rsidR="00333290">
        <w:t xml:space="preserve">nebo DUR+DSP nebo DUR+DSP+PDPS </w:t>
      </w:r>
      <w:r>
        <w:t xml:space="preserve">považuje za dokončenou </w:t>
      </w:r>
      <w:r w:rsidR="00B7330D">
        <w:t xml:space="preserve">definitivním </w:t>
      </w:r>
      <w:r>
        <w:t xml:space="preserve">předáním </w:t>
      </w:r>
      <w:r w:rsidR="006A070D">
        <w:t xml:space="preserve">DUR nebo </w:t>
      </w:r>
      <w:r w:rsidR="00E226D0" w:rsidRPr="005F0D21">
        <w:t xml:space="preserve">DPS nebo DPS+PDPS nebo </w:t>
      </w:r>
      <w:r w:rsidRPr="005F0D21">
        <w:t>DSP nebo DSP+PDPS nebo DUSP</w:t>
      </w:r>
      <w:r w:rsidR="007250A8" w:rsidRPr="005F0D21">
        <w:t>/DUSL</w:t>
      </w:r>
      <w:r w:rsidR="006E750A" w:rsidRPr="005F0D21">
        <w:t xml:space="preserve"> nebo DUSP</w:t>
      </w:r>
      <w:r w:rsidR="007250A8" w:rsidRPr="005F0D21">
        <w:t>/DUSL</w:t>
      </w:r>
      <w:r w:rsidR="006E750A" w:rsidRPr="005F0D21">
        <w:t>+PDPS</w:t>
      </w:r>
      <w:r w:rsidR="005A595A" w:rsidRPr="005F0D21">
        <w:t xml:space="preserve"> </w:t>
      </w:r>
      <w:r w:rsidR="00333290" w:rsidRPr="005F0D21">
        <w:t xml:space="preserve">nebo DUR+DSP nebo DUR+DSP+PDPS </w:t>
      </w:r>
      <w:r w:rsidR="005A595A" w:rsidRPr="005F0D21">
        <w:t>včetně dokladové části</w:t>
      </w:r>
      <w:r w:rsidRPr="005F0D21">
        <w:t>, příp. jejich aktualizace, objednateli po zapracování všech připomínek</w:t>
      </w:r>
      <w:r w:rsidR="00B7330D" w:rsidRPr="005F0D21">
        <w:t xml:space="preserve"> </w:t>
      </w:r>
      <w:r w:rsidR="006D4252" w:rsidRPr="005F0D21">
        <w:t>a jejím</w:t>
      </w:r>
      <w:r w:rsidR="00B7330D" w:rsidRPr="005F0D21">
        <w:t xml:space="preserve"> převzetím objednatelem</w:t>
      </w:r>
      <w:r w:rsidRPr="005F0D21">
        <w:t xml:space="preserve">, a to bez případného podání žádosti </w:t>
      </w:r>
      <w:r w:rsidR="006A070D" w:rsidRPr="005F0D21">
        <w:t>o územní rozhodnutí, územní souhlas,</w:t>
      </w:r>
      <w:r w:rsidRPr="005F0D21">
        <w:t xml:space="preserve"> stavební povolení</w:t>
      </w:r>
      <w:r w:rsidR="003D55A0" w:rsidRPr="005F0D21">
        <w:t>,</w:t>
      </w:r>
      <w:r w:rsidRPr="005F0D21">
        <w:t xml:space="preserve"> společné povolení</w:t>
      </w:r>
      <w:r w:rsidR="006B510E" w:rsidRPr="005F0D21">
        <w:t xml:space="preserve"> nebo povolení </w:t>
      </w:r>
      <w:r w:rsidR="00487B15" w:rsidRPr="005F0D21">
        <w:t xml:space="preserve">záměru (povolení </w:t>
      </w:r>
      <w:r w:rsidR="006B510E" w:rsidRPr="005F0D21">
        <w:t>stavby</w:t>
      </w:r>
      <w:r w:rsidR="00487B15" w:rsidRPr="005F0D21">
        <w:t>)</w:t>
      </w:r>
      <w:r w:rsidRPr="005F0D21">
        <w:t xml:space="preserve">, je-li součástí plnění zakázky. </w:t>
      </w:r>
      <w:r w:rsidR="00BC4CE7" w:rsidRPr="005F0D21">
        <w:t>Tento odstavec</w:t>
      </w:r>
      <w:r w:rsidR="003B0F0D" w:rsidRPr="005F0D21">
        <w:t>, resp. odrážka,</w:t>
      </w:r>
      <w:r w:rsidR="00BC4CE7" w:rsidRPr="005F0D21">
        <w:t xml:space="preserve"> se nevztahuje na službu dle písm. </w:t>
      </w:r>
      <w:r w:rsidR="005F0D21" w:rsidRPr="005F0D21">
        <w:t>c</w:t>
      </w:r>
      <w:r w:rsidR="00BC4CE7" w:rsidRPr="005F0D21">
        <w:t>) tohoto článku.</w:t>
      </w:r>
    </w:p>
    <w:p w14:paraId="0D30AD3B" w14:textId="77777777" w:rsidR="00392730" w:rsidRPr="005F0D21" w:rsidRDefault="00392730" w:rsidP="00392730">
      <w:pPr>
        <w:pStyle w:val="Textbezslovn"/>
      </w:pPr>
      <w:r w:rsidRPr="005F0D21">
        <w:t>Dodavatel může použít k prokázání splnění kritéria kvalifikace týkajícího se požadavku na předložení seznamu referenčních zakázek i takové významné služby, které poskytl</w:t>
      </w:r>
    </w:p>
    <w:p w14:paraId="1F7274D8" w14:textId="77777777" w:rsidR="00392730" w:rsidRPr="005F0D21" w:rsidRDefault="00392730" w:rsidP="00BC4CE7">
      <w:pPr>
        <w:pStyle w:val="Odrka1-1"/>
      </w:pPr>
      <w:r w:rsidRPr="005F0D21">
        <w:t>společně s jinými dodavateli, a to v rozsahu, v jakém se na plnění zakázky podílel, nebo</w:t>
      </w:r>
    </w:p>
    <w:p w14:paraId="04F95618" w14:textId="77777777" w:rsidR="00392730" w:rsidRDefault="00392730" w:rsidP="00BC4CE7">
      <w:pPr>
        <w:pStyle w:val="Odrka1-1"/>
      </w:pPr>
      <w:r>
        <w:t>jako poddodavatel, a to v rozsahu, v jakém se na plnění zakázky podílel.</w:t>
      </w:r>
    </w:p>
    <w:p w14:paraId="6C687F1A" w14:textId="77777777" w:rsidR="00392730" w:rsidRDefault="00392730" w:rsidP="00392730">
      <w:pPr>
        <w:pStyle w:val="Textbezslovn"/>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7FE104F9" w14:textId="77777777" w:rsidR="00DB4342" w:rsidRDefault="00DB4342" w:rsidP="00392730">
      <w:pPr>
        <w:pStyle w:val="Textbezslovn"/>
      </w:pPr>
      <w:r w:rsidRPr="00DB4342">
        <w:t xml:space="preserve">Zadavatel pro účely prokázání </w:t>
      </w:r>
      <w:r w:rsidR="00F875E9">
        <w:t xml:space="preserve">technické </w:t>
      </w:r>
      <w:r w:rsidRPr="00DB4342">
        <w:t>kvalifikace uzná zahraniční reference obdobných charakteristik, které budou srovnatelné z hlediska jejich věcného rozsahu a doby realizace s požadavky zadavatele na významné služby.</w:t>
      </w:r>
    </w:p>
    <w:p w14:paraId="7688C076" w14:textId="77777777" w:rsidR="0035531B" w:rsidRPr="00930B79" w:rsidRDefault="0035531B" w:rsidP="0035531B">
      <w:pPr>
        <w:pStyle w:val="Text1-1"/>
        <w:rPr>
          <w:rStyle w:val="Tun9b"/>
        </w:rPr>
      </w:pPr>
      <w:r w:rsidRPr="00930B79">
        <w:rPr>
          <w:rStyle w:val="Tun9b"/>
        </w:rPr>
        <w:t>Technická kvalifikace – seznam odborného personálu:</w:t>
      </w:r>
    </w:p>
    <w:p w14:paraId="774C6061" w14:textId="0CBF6676" w:rsidR="009E1AEE" w:rsidRDefault="009E1AEE" w:rsidP="009E1AEE">
      <w:pPr>
        <w:pStyle w:val="Textbezslovn"/>
      </w:pPr>
      <w:r>
        <w:t>Zadavatel požaduje předložení seznamu odborného personálu dodavatele. Pro každou osobu odborného personálu v níže uvedené funkci může být za účelem splnění kvalifikace doložena pouze jedna osoba. Jednotlivé požadavky na kvalifikační kritéria u každé jednotlivé funkce nelze jakkoliv rozdělit mezi více fyzických osob, takže u téže funkce člena odborného personálu nemůže být prokázáno splnění např. požadované</w:t>
      </w:r>
      <w:r w:rsidR="00AA4782">
        <w:t xml:space="preserve"> praxe</w:t>
      </w:r>
      <w:r>
        <w:t xml:space="preserve">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w:t>
      </w:r>
      <w:r>
        <w:lastRenderedPageBreak/>
        <w:t xml:space="preserve">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w:t>
      </w:r>
      <w:r w:rsidR="00BC4CE7">
        <w:t xml:space="preserve">jeho poddodavatelé nebo </w:t>
      </w:r>
      <w:r>
        <w:t>zaměstnanci jeho poddodavatelů, nevyplývá-li z čl. 9.3 těchto Pokynů jinak.</w:t>
      </w:r>
    </w:p>
    <w:p w14:paraId="481A70A2" w14:textId="4BE2CA9D" w:rsidR="009E1AEE" w:rsidRDefault="009E1AEE" w:rsidP="009E1AEE">
      <w:pPr>
        <w:pStyle w:val="Textbezslovn"/>
      </w:pPr>
      <w:r>
        <w:t>Dodavatel v nabídce předloží profesní životopisy každého člena odborného personálu a doklady k prokázání odborné způsobilosti. Pro plnění této veřejné zakázky musí mít dodavatel k dispozici odborný personál, který splňuje následující podmínky (což musí vyplývat z dodavatelem předkládaných dokumentů):</w:t>
      </w:r>
    </w:p>
    <w:p w14:paraId="2D2358F9" w14:textId="361D74C1" w:rsidR="009E1AEE" w:rsidRPr="004445E6" w:rsidRDefault="005A595A" w:rsidP="00EA148D">
      <w:pPr>
        <w:pStyle w:val="Odstavec1-1a"/>
        <w:numPr>
          <w:ilvl w:val="0"/>
          <w:numId w:val="16"/>
        </w:numPr>
        <w:rPr>
          <w:b/>
        </w:rPr>
      </w:pPr>
      <w:r w:rsidRPr="004445E6">
        <w:rPr>
          <w:b/>
        </w:rPr>
        <w:t>hlavní projektant</w:t>
      </w:r>
      <w:r w:rsidR="00BC4CE7" w:rsidRPr="004445E6">
        <w:rPr>
          <w:b/>
        </w:rPr>
        <w:t xml:space="preserve"> (HIP)</w:t>
      </w:r>
      <w:r w:rsidR="009E1AEE" w:rsidRPr="004445E6">
        <w:rPr>
          <w:b/>
        </w:rPr>
        <w:t xml:space="preserve"> </w:t>
      </w:r>
    </w:p>
    <w:p w14:paraId="1C8DEE95" w14:textId="43484E17" w:rsidR="009E1AEE" w:rsidRPr="00BE638F" w:rsidRDefault="009E1AEE" w:rsidP="009E1AEE">
      <w:pPr>
        <w:pStyle w:val="Odrka1-2-"/>
      </w:pPr>
      <w:r w:rsidRPr="00BE638F">
        <w:t>nejméně 5 let praxe v projektování</w:t>
      </w:r>
      <w:r w:rsidR="00BC4CE7" w:rsidRPr="00BE638F">
        <w:t xml:space="preserve"> staveb železničních drah</w:t>
      </w:r>
      <w:r w:rsidRPr="00BE638F">
        <w:t xml:space="preserve">, které obsahovaly alespoň následující činnosti: </w:t>
      </w:r>
      <w:r w:rsidR="00124269" w:rsidRPr="00BE638F">
        <w:rPr>
          <w:b/>
          <w:bCs/>
        </w:rPr>
        <w:t>projektování trakčního vedení nebo projektování trakční napájecí stanice nebo projektování zabezpečovacího zařízení;</w:t>
      </w:r>
      <w:r w:rsidR="00124269" w:rsidRPr="00BE638F">
        <w:t xml:space="preserve"> </w:t>
      </w:r>
      <w:r w:rsidRPr="00BE638F">
        <w:t xml:space="preserve"> </w:t>
      </w:r>
    </w:p>
    <w:p w14:paraId="72CD4B67" w14:textId="4BFEAABD" w:rsidR="00124269" w:rsidRPr="00BE638F" w:rsidRDefault="00124269" w:rsidP="00B51E0F">
      <w:pPr>
        <w:pStyle w:val="Odrka1-2-"/>
      </w:pPr>
      <w:r w:rsidRPr="00BE638F">
        <w:t xml:space="preserve">autorizace v rozsahu dle § 5 odst. 3 písm. </w:t>
      </w:r>
      <w:r w:rsidRPr="00BE638F">
        <w:rPr>
          <w:b/>
          <w:bCs/>
        </w:rPr>
        <w:t>e)</w:t>
      </w:r>
      <w:r w:rsidR="00E00861">
        <w:rPr>
          <w:b/>
          <w:bCs/>
        </w:rPr>
        <w:t xml:space="preserve"> </w:t>
      </w:r>
      <w:r w:rsidR="00E00861" w:rsidRPr="00E00861">
        <w:t xml:space="preserve">nebo </w:t>
      </w:r>
      <w:r w:rsidR="00E00861">
        <w:rPr>
          <w:b/>
          <w:bCs/>
        </w:rPr>
        <w:t>b)</w:t>
      </w:r>
      <w:r w:rsidRPr="00BE638F">
        <w:t xml:space="preserve"> zák. č. 360/1992 Sb., o výkonu povolání autorizovaných architektů a o výkonu povolání autorizovaných inženýrů a techniků činných ve výstavbě, ve znění pozdějších předpisů (dále jen „autorizační zákon“), tedy pro </w:t>
      </w:r>
      <w:r w:rsidRPr="00BE638F">
        <w:rPr>
          <w:b/>
          <w:bCs/>
        </w:rPr>
        <w:t>technologická zařízení staveb</w:t>
      </w:r>
      <w:r w:rsidR="00E00861">
        <w:rPr>
          <w:b/>
          <w:bCs/>
        </w:rPr>
        <w:t xml:space="preserve"> nebo dopravní stavby</w:t>
      </w:r>
      <w:r w:rsidRPr="00BE638F">
        <w:t>;</w:t>
      </w:r>
    </w:p>
    <w:p w14:paraId="6FF67603" w14:textId="43BC42D2" w:rsidR="009E1AEE" w:rsidRPr="00BE638F" w:rsidRDefault="009D5FFE" w:rsidP="00B51E0F">
      <w:pPr>
        <w:pStyle w:val="Odrka1-2-"/>
      </w:pPr>
      <w:r w:rsidRPr="00BE638F">
        <w:t xml:space="preserve">prokázat zkušenost s plněním alespoň jedné zakázky na projektové práce spočívající ve zpracování dokumentace pro stavby železničních drah ve stupni DUR </w:t>
      </w:r>
      <w:r w:rsidR="007D262D" w:rsidRPr="00BB79FD">
        <w:t xml:space="preserve">nebo DPS nebo DPS+PDPS </w:t>
      </w:r>
      <w:r w:rsidRPr="00BE638F">
        <w:t xml:space="preserve">nebo DSP nebo DSP+PDPS nebo DUSP/DUSL nebo DUSP/DUSL+PDPS nebo DUR+DSP nebo DUR+DSP+PDPS ve funkci vedoucího týmu nebo zástupce vedoucího týmu, přičemž hodnota zakázky </w:t>
      </w:r>
      <w:r w:rsidRPr="00BE638F">
        <w:rPr>
          <w:rFonts w:cs="Arial"/>
          <w:bCs/>
        </w:rPr>
        <w:t xml:space="preserve">musí činit nejméně </w:t>
      </w:r>
      <w:r w:rsidRPr="00BE638F">
        <w:rPr>
          <w:rFonts w:cs="Arial"/>
          <w:b/>
        </w:rPr>
        <w:t>15 mil. Kč</w:t>
      </w:r>
      <w:r w:rsidRPr="00BE638F">
        <w:rPr>
          <w:rFonts w:cs="Arial"/>
          <w:bCs/>
        </w:rPr>
        <w:t xml:space="preserve"> bez DPH</w:t>
      </w:r>
      <w:r w:rsidRPr="00BE638F">
        <w:t xml:space="preserve"> a musí se jednat o zakázku dokončenou, avšak zadavatel nestanoví maximální lhůtu, ve které musela být zakázka dokončena; pokud byla referovaná činnost součástí rozsáhlejšího plnění pro objednatele služby (např. kromě zpracování projektové dokumentace měl dodavatel vykonávat i dozor projektanta) postačí, pokud je dokončeno plnění odpovídající zadavatelem stanovené definici požadované zkušenosti;</w:t>
      </w:r>
      <w:r w:rsidR="009E1AEE" w:rsidRPr="00BE638F">
        <w:t xml:space="preserve">  </w:t>
      </w:r>
    </w:p>
    <w:p w14:paraId="03BB03C7" w14:textId="77777777" w:rsidR="001501B9" w:rsidRDefault="001501B9" w:rsidP="001501B9">
      <w:pPr>
        <w:pStyle w:val="Odstavec1-1a"/>
        <w:numPr>
          <w:ilvl w:val="0"/>
          <w:numId w:val="16"/>
        </w:numPr>
        <w:rPr>
          <w:b/>
        </w:rPr>
      </w:pPr>
      <w:r w:rsidRPr="005F0D21">
        <w:rPr>
          <w:b/>
        </w:rPr>
        <w:t xml:space="preserve">zástupce hlavního projektanta  </w:t>
      </w:r>
    </w:p>
    <w:p w14:paraId="0AA605B7" w14:textId="55BB7015" w:rsidR="00124269" w:rsidRPr="00C46788" w:rsidRDefault="00124269" w:rsidP="005F0D21">
      <w:pPr>
        <w:pStyle w:val="Odrka1-2-"/>
      </w:pPr>
      <w:r w:rsidRPr="00C46788">
        <w:t xml:space="preserve">nejméně 5 let praxe v projektování staveb železničních drah; </w:t>
      </w:r>
    </w:p>
    <w:p w14:paraId="1E35F1A2" w14:textId="4567F8B0" w:rsidR="00124269" w:rsidRPr="00E42C0F" w:rsidRDefault="00124269" w:rsidP="005F0D21">
      <w:pPr>
        <w:pStyle w:val="Odrka1-2-"/>
        <w:rPr>
          <w:b/>
        </w:rPr>
      </w:pPr>
      <w:r w:rsidRPr="00C46788">
        <w:t xml:space="preserve">autorizace v rozsahu dle § 5 odst. 3 písm. </w:t>
      </w:r>
      <w:r w:rsidRPr="00C46788">
        <w:rPr>
          <w:b/>
          <w:bCs/>
        </w:rPr>
        <w:t>b) nebo e)</w:t>
      </w:r>
      <w:r w:rsidRPr="00C46788">
        <w:t xml:space="preserve"> autorizačního zákona, </w:t>
      </w:r>
      <w:r w:rsidRPr="00E42C0F">
        <w:t xml:space="preserve">tedy pro </w:t>
      </w:r>
      <w:r w:rsidRPr="00E42C0F">
        <w:rPr>
          <w:b/>
          <w:bCs/>
        </w:rPr>
        <w:t>dopravní stavby nebo pro technologická zařízení staveb</w:t>
      </w:r>
      <w:r w:rsidRPr="00E42C0F">
        <w:t>;</w:t>
      </w:r>
    </w:p>
    <w:p w14:paraId="220F5D74" w14:textId="77777777" w:rsidR="00124269" w:rsidRPr="00E42C0F" w:rsidRDefault="00124269" w:rsidP="00124269">
      <w:pPr>
        <w:pStyle w:val="Odstavec1-1a"/>
        <w:numPr>
          <w:ilvl w:val="0"/>
          <w:numId w:val="16"/>
        </w:numPr>
        <w:rPr>
          <w:b/>
        </w:rPr>
      </w:pPr>
      <w:r w:rsidRPr="00E42C0F">
        <w:rPr>
          <w:b/>
        </w:rPr>
        <w:t>specialista na železniční svršek a spodek</w:t>
      </w:r>
    </w:p>
    <w:p w14:paraId="4280F505" w14:textId="77777777" w:rsidR="00124269" w:rsidRPr="00E42C0F" w:rsidRDefault="00124269" w:rsidP="00124269">
      <w:pPr>
        <w:pStyle w:val="Odrka1-2-"/>
      </w:pPr>
      <w:r w:rsidRPr="00E42C0F">
        <w:t>nejméně 5 let praxe v projektování v oboru své specializace (</w:t>
      </w:r>
      <w:r w:rsidRPr="0019293B">
        <w:rPr>
          <w:b/>
          <w:bCs/>
        </w:rPr>
        <w:t>železniční svršek a spodek</w:t>
      </w:r>
      <w:r w:rsidRPr="00E42C0F">
        <w:t xml:space="preserve">); </w:t>
      </w:r>
    </w:p>
    <w:p w14:paraId="68449E66" w14:textId="77777777" w:rsidR="00124269" w:rsidRPr="0019293B" w:rsidRDefault="00124269" w:rsidP="00124269">
      <w:pPr>
        <w:pStyle w:val="Odrka1-2-"/>
      </w:pPr>
      <w:r w:rsidRPr="00E42C0F">
        <w:t xml:space="preserve">autorizace v rozsahu dle § 5 odst. 3 písm. </w:t>
      </w:r>
      <w:r w:rsidRPr="00E42C0F">
        <w:rPr>
          <w:b/>
          <w:bCs/>
        </w:rPr>
        <w:t>b)</w:t>
      </w:r>
      <w:r w:rsidRPr="00E42C0F">
        <w:t xml:space="preserve"> autorizačního zákona, tedy pro </w:t>
      </w:r>
      <w:r w:rsidRPr="0019293B">
        <w:rPr>
          <w:b/>
          <w:bCs/>
        </w:rPr>
        <w:t>dopravní stavby</w:t>
      </w:r>
      <w:r w:rsidRPr="0019293B">
        <w:t xml:space="preserve">; </w:t>
      </w:r>
    </w:p>
    <w:p w14:paraId="2B7DAA3D" w14:textId="77777777" w:rsidR="00124269" w:rsidRPr="0019293B" w:rsidRDefault="00124269" w:rsidP="00124269">
      <w:pPr>
        <w:pStyle w:val="Odstavec1-1a"/>
        <w:numPr>
          <w:ilvl w:val="0"/>
          <w:numId w:val="16"/>
        </w:numPr>
        <w:rPr>
          <w:b/>
        </w:rPr>
      </w:pPr>
      <w:r w:rsidRPr="0019293B">
        <w:rPr>
          <w:b/>
        </w:rPr>
        <w:t>specialista na energetické výpočty</w:t>
      </w:r>
    </w:p>
    <w:p w14:paraId="0EF8B151" w14:textId="77777777" w:rsidR="00124269" w:rsidRPr="0019293B" w:rsidRDefault="00124269" w:rsidP="00124269">
      <w:pPr>
        <w:pStyle w:val="Odrka1-2-"/>
        <w:rPr>
          <w:b/>
          <w:bCs/>
        </w:rPr>
      </w:pPr>
      <w:r w:rsidRPr="0019293B">
        <w:t xml:space="preserve">nejméně 5 let praxe v provádění </w:t>
      </w:r>
      <w:r w:rsidRPr="0019293B">
        <w:rPr>
          <w:b/>
          <w:bCs/>
        </w:rPr>
        <w:t>energetických výpočtů pro stavby železničních drah;</w:t>
      </w:r>
    </w:p>
    <w:p w14:paraId="75B72B04" w14:textId="77777777" w:rsidR="00124269" w:rsidRPr="00243A0C" w:rsidRDefault="00124269" w:rsidP="00124269">
      <w:pPr>
        <w:pStyle w:val="Odstavec1-1a"/>
        <w:numPr>
          <w:ilvl w:val="0"/>
          <w:numId w:val="16"/>
        </w:numPr>
        <w:rPr>
          <w:b/>
        </w:rPr>
      </w:pPr>
      <w:r w:rsidRPr="00243A0C">
        <w:rPr>
          <w:b/>
        </w:rPr>
        <w:t>specialista na zabezpečovací zařízení</w:t>
      </w:r>
    </w:p>
    <w:p w14:paraId="0EFA3A4F" w14:textId="77777777" w:rsidR="00124269" w:rsidRPr="00243A0C" w:rsidRDefault="00124269" w:rsidP="00124269">
      <w:pPr>
        <w:pStyle w:val="Odrka1-2-"/>
      </w:pPr>
      <w:r w:rsidRPr="00243A0C">
        <w:t>nejméně 5 let praxe v projektování v oboru své specializace (</w:t>
      </w:r>
      <w:r w:rsidRPr="00243A0C">
        <w:rPr>
          <w:b/>
          <w:bCs/>
        </w:rPr>
        <w:t>zabezpečovací zařízení</w:t>
      </w:r>
      <w:r w:rsidRPr="00243A0C">
        <w:t>);</w:t>
      </w:r>
    </w:p>
    <w:p w14:paraId="309B93EF" w14:textId="77777777" w:rsidR="00124269" w:rsidRPr="00243A0C" w:rsidRDefault="00124269" w:rsidP="00124269">
      <w:pPr>
        <w:pStyle w:val="Odrka1-2-"/>
      </w:pPr>
      <w:r w:rsidRPr="00243A0C">
        <w:t xml:space="preserve">autorizace v rozsahu dle § 5 odst. 3 písm. </w:t>
      </w:r>
      <w:r w:rsidRPr="00243A0C">
        <w:rPr>
          <w:b/>
          <w:bCs/>
        </w:rPr>
        <w:t>e)</w:t>
      </w:r>
      <w:r w:rsidRPr="00243A0C">
        <w:t xml:space="preserve"> autorizačního zákona, tedy v oboru </w:t>
      </w:r>
      <w:r w:rsidRPr="00243A0C">
        <w:rPr>
          <w:b/>
          <w:bCs/>
        </w:rPr>
        <w:t>technologická zařízení staveb</w:t>
      </w:r>
      <w:r w:rsidRPr="00243A0C">
        <w:t xml:space="preserve">; </w:t>
      </w:r>
    </w:p>
    <w:p w14:paraId="5B870A3E" w14:textId="77777777" w:rsidR="00124269" w:rsidRPr="00FE5340" w:rsidRDefault="00124269" w:rsidP="00124269">
      <w:pPr>
        <w:pStyle w:val="Odstavec1-1a"/>
        <w:numPr>
          <w:ilvl w:val="0"/>
          <w:numId w:val="16"/>
        </w:numPr>
        <w:rPr>
          <w:b/>
        </w:rPr>
      </w:pPr>
      <w:r w:rsidRPr="00FE5340">
        <w:rPr>
          <w:b/>
        </w:rPr>
        <w:t>specialista na sdělovací zařízení</w:t>
      </w:r>
    </w:p>
    <w:p w14:paraId="66A0E53B" w14:textId="77777777" w:rsidR="00124269" w:rsidRPr="00FE5340" w:rsidRDefault="00124269" w:rsidP="00124269">
      <w:pPr>
        <w:pStyle w:val="Odrka1-2-"/>
      </w:pPr>
      <w:r w:rsidRPr="00FE5340">
        <w:t>nejméně 5 let praxe v projektování v oboru své specializace (</w:t>
      </w:r>
      <w:r w:rsidRPr="00FE5340">
        <w:rPr>
          <w:b/>
          <w:bCs/>
        </w:rPr>
        <w:t>sdělovací zařízení</w:t>
      </w:r>
      <w:r w:rsidRPr="00FE5340">
        <w:t xml:space="preserve">); </w:t>
      </w:r>
    </w:p>
    <w:p w14:paraId="4586FA2D" w14:textId="77777777" w:rsidR="00124269" w:rsidRPr="007B6C96" w:rsidRDefault="00124269" w:rsidP="00124269">
      <w:pPr>
        <w:pStyle w:val="Odrka1-2-"/>
      </w:pPr>
      <w:r w:rsidRPr="00FE5340">
        <w:t xml:space="preserve">autorizace v rozsahu dle § 5 odst. 3 písm. </w:t>
      </w:r>
      <w:r w:rsidRPr="00FE5340">
        <w:rPr>
          <w:b/>
          <w:bCs/>
        </w:rPr>
        <w:t>e)</w:t>
      </w:r>
      <w:r w:rsidRPr="00FE5340">
        <w:t xml:space="preserve"> autorizačního zákona, tedy v oboru </w:t>
      </w:r>
      <w:r w:rsidRPr="007B6C96">
        <w:rPr>
          <w:b/>
          <w:bCs/>
        </w:rPr>
        <w:t>technologická zařízení staveb</w:t>
      </w:r>
      <w:r w:rsidRPr="007B6C96">
        <w:t xml:space="preserve">; </w:t>
      </w:r>
    </w:p>
    <w:p w14:paraId="66385FD8" w14:textId="77777777" w:rsidR="00124269" w:rsidRPr="007B6C96" w:rsidRDefault="00124269" w:rsidP="00124269">
      <w:pPr>
        <w:pStyle w:val="Odstavec1-1a"/>
        <w:numPr>
          <w:ilvl w:val="0"/>
          <w:numId w:val="16"/>
        </w:numPr>
        <w:rPr>
          <w:b/>
        </w:rPr>
      </w:pPr>
      <w:r w:rsidRPr="007B6C96">
        <w:rPr>
          <w:b/>
        </w:rPr>
        <w:lastRenderedPageBreak/>
        <w:t>specialista na trakční vedení</w:t>
      </w:r>
    </w:p>
    <w:p w14:paraId="1BC1D6F5" w14:textId="77777777" w:rsidR="00124269" w:rsidRPr="007B6C96" w:rsidRDefault="00124269" w:rsidP="00124269">
      <w:pPr>
        <w:pStyle w:val="Odrka1-2-"/>
      </w:pPr>
      <w:r w:rsidRPr="007B6C96">
        <w:t>nejméně 5 let praxe v projektování v oboru své specializace (</w:t>
      </w:r>
      <w:r w:rsidRPr="007B6C96">
        <w:rPr>
          <w:b/>
          <w:bCs/>
        </w:rPr>
        <w:t>trakční vedení</w:t>
      </w:r>
      <w:r w:rsidRPr="007B6C96">
        <w:t xml:space="preserve">); </w:t>
      </w:r>
    </w:p>
    <w:p w14:paraId="766047A6" w14:textId="77777777" w:rsidR="00124269" w:rsidRDefault="00124269" w:rsidP="00124269">
      <w:pPr>
        <w:pStyle w:val="Odrka1-2-"/>
      </w:pPr>
      <w:r w:rsidRPr="007B6C96">
        <w:t xml:space="preserve">autorizace v rozsahu dle § 5 odst. 3 písm. </w:t>
      </w:r>
      <w:r w:rsidRPr="007B6C96">
        <w:rPr>
          <w:b/>
          <w:bCs/>
        </w:rPr>
        <w:t>e)</w:t>
      </w:r>
      <w:r w:rsidRPr="007B6C96">
        <w:t xml:space="preserve"> autorizačního zákona, tedy v oboru </w:t>
      </w:r>
      <w:r w:rsidRPr="007B6C96">
        <w:rPr>
          <w:b/>
          <w:bCs/>
        </w:rPr>
        <w:t>technologická zařízení staveb</w:t>
      </w:r>
      <w:r w:rsidRPr="007B6C96">
        <w:t xml:space="preserve">; </w:t>
      </w:r>
    </w:p>
    <w:p w14:paraId="66A9928E" w14:textId="77777777" w:rsidR="00124269" w:rsidRPr="007B6C96" w:rsidRDefault="00124269" w:rsidP="00124269">
      <w:pPr>
        <w:pStyle w:val="Odstavec1-1a"/>
        <w:numPr>
          <w:ilvl w:val="0"/>
          <w:numId w:val="16"/>
        </w:numPr>
        <w:rPr>
          <w:b/>
        </w:rPr>
      </w:pPr>
      <w:r w:rsidRPr="007B6C96">
        <w:rPr>
          <w:b/>
        </w:rPr>
        <w:t>specialista na silnoproudou technologii</w:t>
      </w:r>
    </w:p>
    <w:p w14:paraId="1268371E" w14:textId="77777777" w:rsidR="00124269" w:rsidRPr="007B6C96" w:rsidRDefault="00124269" w:rsidP="00124269">
      <w:pPr>
        <w:pStyle w:val="Odrka1-2-"/>
      </w:pPr>
      <w:r w:rsidRPr="007B6C96">
        <w:t>nejméně 5 let praxe v projektování v oboru své specializace (</w:t>
      </w:r>
      <w:r w:rsidRPr="007B6C96">
        <w:rPr>
          <w:b/>
          <w:bCs/>
        </w:rPr>
        <w:t>silnoproudá technologie</w:t>
      </w:r>
      <w:r w:rsidRPr="007B6C96">
        <w:t xml:space="preserve">); </w:t>
      </w:r>
    </w:p>
    <w:p w14:paraId="43173218" w14:textId="77777777" w:rsidR="00124269" w:rsidRPr="007B6C96" w:rsidRDefault="00124269" w:rsidP="00124269">
      <w:pPr>
        <w:pStyle w:val="Odrka1-2-"/>
      </w:pPr>
      <w:r w:rsidRPr="007B6C96">
        <w:t xml:space="preserve">autorizace v rozsahu dle § 5 odst. 3 písm. </w:t>
      </w:r>
      <w:r w:rsidRPr="007B6C96">
        <w:rPr>
          <w:b/>
          <w:bCs/>
        </w:rPr>
        <w:t>e)</w:t>
      </w:r>
      <w:r w:rsidRPr="007B6C96">
        <w:t xml:space="preserve"> autorizačního zákona, tedy v oboru </w:t>
      </w:r>
      <w:r w:rsidRPr="007B6C96">
        <w:rPr>
          <w:b/>
          <w:bCs/>
        </w:rPr>
        <w:t>technologická zařízení staveb</w:t>
      </w:r>
      <w:r w:rsidRPr="007B6C96">
        <w:t xml:space="preserve">; </w:t>
      </w:r>
    </w:p>
    <w:p w14:paraId="6BE9A566" w14:textId="77777777" w:rsidR="00124269" w:rsidRPr="00250CCF" w:rsidRDefault="00124269" w:rsidP="00124269">
      <w:pPr>
        <w:pStyle w:val="Odstavec1-1a"/>
        <w:numPr>
          <w:ilvl w:val="0"/>
          <w:numId w:val="16"/>
        </w:numPr>
        <w:rPr>
          <w:b/>
        </w:rPr>
      </w:pPr>
      <w:r w:rsidRPr="00250CCF">
        <w:rPr>
          <w:b/>
        </w:rPr>
        <w:t>specialista na životní prostředí</w:t>
      </w:r>
    </w:p>
    <w:p w14:paraId="7D7B1C5B" w14:textId="77777777" w:rsidR="00124269" w:rsidRPr="00250CCF" w:rsidRDefault="00124269" w:rsidP="00124269">
      <w:pPr>
        <w:pStyle w:val="Odrka1-2-"/>
      </w:pPr>
      <w:r w:rsidRPr="00250CCF">
        <w:t>nejméně 5 let praxe v projektování v oboru své specializace (</w:t>
      </w:r>
      <w:r w:rsidRPr="00250CCF">
        <w:rPr>
          <w:b/>
          <w:bCs/>
        </w:rPr>
        <w:t>životní prostředí</w:t>
      </w:r>
      <w:r w:rsidRPr="00250CCF">
        <w:t xml:space="preserve">) nebo v posuzování vlivů na životní prostředí; </w:t>
      </w:r>
    </w:p>
    <w:p w14:paraId="76FBDB3F" w14:textId="77777777" w:rsidR="00124269" w:rsidRPr="00250CCF" w:rsidRDefault="00124269" w:rsidP="00124269">
      <w:pPr>
        <w:pStyle w:val="Odrka1-2-"/>
      </w:pPr>
      <w:r w:rsidRPr="00250CCF">
        <w:t>autorizace ke zpracování dokumentace a posudku dle § 19 zák. č. 100/2001 Sb., o posuzování vlivů na životní prostředí, ve znění pozdějších předpisů;</w:t>
      </w:r>
    </w:p>
    <w:p w14:paraId="3716FA65" w14:textId="77777777" w:rsidR="00124269" w:rsidRPr="00250CCF" w:rsidRDefault="00124269" w:rsidP="00124269">
      <w:pPr>
        <w:pStyle w:val="Odstavec1-1a"/>
        <w:numPr>
          <w:ilvl w:val="0"/>
          <w:numId w:val="16"/>
        </w:numPr>
        <w:rPr>
          <w:b/>
        </w:rPr>
      </w:pPr>
      <w:r w:rsidRPr="00250CCF">
        <w:rPr>
          <w:b/>
        </w:rPr>
        <w:t>specialista na inženýrskou činnost</w:t>
      </w:r>
    </w:p>
    <w:p w14:paraId="0790CDEF" w14:textId="77777777" w:rsidR="00124269" w:rsidRPr="00250CCF" w:rsidRDefault="00124269" w:rsidP="00124269">
      <w:pPr>
        <w:pStyle w:val="Odrka1-2-"/>
      </w:pPr>
      <w:r w:rsidRPr="00250CCF">
        <w:t>nejméně 5 let praxe ve výkonu inženýrské činnosti pro vydání stavebního povolení nebo společného povolení nebo povolení záměru (povolení stavby), včetně majetkoprávní přípravy staveb;</w:t>
      </w:r>
    </w:p>
    <w:p w14:paraId="71FB40FE" w14:textId="77777777" w:rsidR="00F85ADF" w:rsidRPr="00124269" w:rsidRDefault="00F85ADF" w:rsidP="00F85ADF">
      <w:pPr>
        <w:pStyle w:val="Odstavec1-1a"/>
        <w:numPr>
          <w:ilvl w:val="0"/>
          <w:numId w:val="16"/>
        </w:numPr>
        <w:rPr>
          <w:b/>
        </w:rPr>
      </w:pPr>
      <w:r w:rsidRPr="00124269">
        <w:rPr>
          <w:b/>
        </w:rPr>
        <w:t xml:space="preserve">koordinátor BOZP </w:t>
      </w:r>
    </w:p>
    <w:p w14:paraId="4EF94F6D" w14:textId="77777777" w:rsidR="00F85ADF" w:rsidRPr="00124269" w:rsidRDefault="00F85ADF" w:rsidP="00F85ADF">
      <w:pPr>
        <w:pStyle w:val="Odrka1-2-"/>
      </w:pPr>
      <w:r w:rsidRPr="00124269">
        <w:t xml:space="preserve">nejméně 3 roky praxe ve svém oboru; </w:t>
      </w:r>
    </w:p>
    <w:p w14:paraId="4D68EBE1" w14:textId="77777777" w:rsidR="00F85ADF" w:rsidRPr="00124269" w:rsidRDefault="00F85ADF" w:rsidP="00F85ADF">
      <w:pPr>
        <w:pStyle w:val="Odrka1-2-"/>
      </w:pPr>
      <w:r w:rsidRPr="00124269">
        <w:t xml:space="preserve">osvědčení o odborné způsobilosti koordinátora BOZP na staveništi podle § 14, resp. § 10 odst. 2 zákona č. 309/2006 Sb., o zajištění dalších podmínek bezpečnosti a ochrany zdraví při práci, ve znění pozdějších předpisů, ve spojení s § 6, 7 a 8 nařízení vlády č. 592/2006 Sb., o podmínkách akreditace a provádění zkoušek z odborné způsobilosti, potvrzující úspěšné vykonání zkoušky vydané firmou akreditovanou MPSV; </w:t>
      </w:r>
    </w:p>
    <w:p w14:paraId="38BFCAE7" w14:textId="77777777" w:rsidR="009E1AEE" w:rsidRPr="00124269" w:rsidRDefault="009E1AEE" w:rsidP="00EA148D">
      <w:pPr>
        <w:pStyle w:val="Odstavec1-1a"/>
        <w:numPr>
          <w:ilvl w:val="0"/>
          <w:numId w:val="16"/>
        </w:numPr>
        <w:rPr>
          <w:b/>
        </w:rPr>
      </w:pPr>
      <w:r w:rsidRPr="00124269">
        <w:rPr>
          <w:b/>
        </w:rPr>
        <w:t xml:space="preserve">specialista na hodnocení ekonomické efektivnosti </w:t>
      </w:r>
    </w:p>
    <w:p w14:paraId="6073FF8E" w14:textId="023312D4" w:rsidR="009E1AEE" w:rsidRPr="00124269" w:rsidRDefault="009E1AEE" w:rsidP="00355D2A">
      <w:pPr>
        <w:pStyle w:val="Odrka1-2-"/>
      </w:pPr>
      <w:r w:rsidRPr="00124269">
        <w:t xml:space="preserve">nejméně 3 roky praxe v oblasti hodnocení ekonomické efektivnosti </w:t>
      </w:r>
      <w:r w:rsidR="000749E8" w:rsidRPr="00124269">
        <w:t xml:space="preserve">staveb </w:t>
      </w:r>
      <w:r w:rsidRPr="00124269">
        <w:t>železničních drah celostátních nebo regionálních;</w:t>
      </w:r>
    </w:p>
    <w:p w14:paraId="581C0F11" w14:textId="108FE374" w:rsidR="00104488" w:rsidRPr="00124269" w:rsidRDefault="009E1AEE" w:rsidP="00355D2A">
      <w:pPr>
        <w:pStyle w:val="Odrka1-2-"/>
      </w:pPr>
      <w:r w:rsidRPr="00124269">
        <w:t xml:space="preserve">prokázat zkušenost s plněním alespoň jedné zakázky, jejímž předmětem bylo  zpracování hodnocení ekonomické efektivnosti stavby železničních drah celostátních nebo regionálních, provedené v rámci studie proveditelnosti nebo záměru projektu nebo projektové žádosti o spolufinancování z prostředků EU nebo jejich aktualizací, </w:t>
      </w:r>
      <w:r w:rsidR="00267C54" w:rsidRPr="00124269">
        <w:t xml:space="preserve">nebo bylo jejím předmětem ověření platnosti ekonomického hodnocení stavby železničních drah celostátních nebo regionálních ze záměru projektu, </w:t>
      </w:r>
      <w:r w:rsidRPr="00124269">
        <w:t>a to ve funkci specialisty na hodnocení ekonomické efektivnosti, přičemž</w:t>
      </w:r>
      <w:r w:rsidR="00104488" w:rsidRPr="00124269">
        <w:t>:</w:t>
      </w:r>
      <w:r w:rsidRPr="00124269">
        <w:t xml:space="preserve"> </w:t>
      </w:r>
    </w:p>
    <w:p w14:paraId="00BD98BF" w14:textId="273F7D33" w:rsidR="00104488" w:rsidRPr="00124269" w:rsidRDefault="002207DA" w:rsidP="002207DA">
      <w:pPr>
        <w:pStyle w:val="Odstavec1-2i"/>
        <w:numPr>
          <w:ilvl w:val="0"/>
          <w:numId w:val="0"/>
        </w:numPr>
        <w:ind w:left="1531"/>
      </w:pPr>
      <w:r w:rsidRPr="00124269">
        <w:t xml:space="preserve">(i) </w:t>
      </w:r>
      <w:r w:rsidR="009E1AEE" w:rsidRPr="00124269">
        <w:t>se musí jednat o zakázku dokončenou (pokud však byla požadovaná činnost součástí rozsáhlejšího plnění pro objednatele služby a kromě zpracování hodnocení ekonomické efektivnosti měl dodavatel vykonávat i další navazující činnosti</w:t>
      </w:r>
      <w:r w:rsidR="007C6F69" w:rsidRPr="00124269">
        <w:t>,</w:t>
      </w:r>
      <w:r w:rsidR="009E1AEE" w:rsidRPr="00124269">
        <w:t xml:space="preserve"> postačí, pokud je dokončeno plnění v rozsahu požadované</w:t>
      </w:r>
      <w:r w:rsidR="000749E8" w:rsidRPr="00124269">
        <w:t xml:space="preserve"> zkušenosti</w:t>
      </w:r>
      <w:r w:rsidR="009E1AEE" w:rsidRPr="00124269">
        <w:t xml:space="preserve">, tj. </w:t>
      </w:r>
      <w:r w:rsidR="00903605" w:rsidRPr="00124269">
        <w:t>zpracování hodnocení</w:t>
      </w:r>
      <w:r w:rsidR="009E1AEE" w:rsidRPr="00124269">
        <w:t xml:space="preserve"> ekonomické efektivnosti), </w:t>
      </w:r>
    </w:p>
    <w:p w14:paraId="44670D92" w14:textId="4A625A01" w:rsidR="00104488" w:rsidRPr="00124269" w:rsidRDefault="002207DA" w:rsidP="002207DA">
      <w:pPr>
        <w:pStyle w:val="Odstavec1-2i"/>
        <w:numPr>
          <w:ilvl w:val="0"/>
          <w:numId w:val="0"/>
        </w:numPr>
        <w:ind w:left="1531"/>
      </w:pPr>
      <w:r w:rsidRPr="00124269">
        <w:t xml:space="preserve">(ii) </w:t>
      </w:r>
      <w:r w:rsidR="009E1AEE" w:rsidRPr="00124269">
        <w:t xml:space="preserve">hodnocení ekonomické efektivnosti bylo zpracováno podle </w:t>
      </w:r>
      <w:r w:rsidR="00104488" w:rsidRPr="00124269">
        <w:t xml:space="preserve">Pravidel přípravy a realizace akcí dopravní infrastruktury financovaných Státním fondem dopravní infrastruktury vydaných Ministerstvem dopravy, srpen 2024 (schváleno dopisem ministra dopravy č. j. MD-46506/2024-910/1) nebo </w:t>
      </w:r>
      <w:r w:rsidR="009E1AEE" w:rsidRPr="00124269">
        <w:t xml:space="preserve">Prováděcích pokynů pro hodnocení efektivnosti projektů dopravní infrastruktury vydaných Ministerstvem dopravy, Odborem infrastruktury a územního plánu dne 15.11.2017 nebo  podle Prováděcích pokynů k „Metodice pro hodnocení ekonomické efektivnosti a ex-post posuzování nákladů a výnosů, projektů železniční infrastruktury, pozemních komunikací a dopravně významných vodních cest“ vydaných Ministerstvem dopravy v 02/2016 nebo podle </w:t>
      </w:r>
      <w:r w:rsidR="009E1AEE" w:rsidRPr="00124269">
        <w:lastRenderedPageBreak/>
        <w:t xml:space="preserve">Prováděcích pokynů pro hodnocení efektivnosti investic projektů železniční infrastruktury vydaných Ministerstvem dopravy ve Věstníku dopravy č. 11/2013 nebo podle GUIDE to Cost-benefit Analysis of Investment Projects, Structural Funds, Cohesion Fund and Instrument for Pre-Accession, EK, 06/2008 nebo podle Guide to Cost-benefit Analysis of Investment Projects, Economic appraisal tool for Cohesion Policy 2014-2020, EK, 12/2014, </w:t>
      </w:r>
    </w:p>
    <w:p w14:paraId="5D1FE6AA" w14:textId="781478B1" w:rsidR="009E1AEE" w:rsidRPr="00124269" w:rsidRDefault="009E1AEE" w:rsidP="00104488">
      <w:pPr>
        <w:pStyle w:val="Odstavec1-2i"/>
        <w:numPr>
          <w:ilvl w:val="0"/>
          <w:numId w:val="0"/>
        </w:numPr>
        <w:ind w:left="1531"/>
      </w:pPr>
      <w:r w:rsidRPr="00124269">
        <w:t>(iii) hodnocení ekonomické efektivnosti se týkalo stavby nebo společně hodnoceného souboru staveb železničních drah celostátních nebo regionálních s celkovými investičními náklady (CIN) minimálně ve výši:</w:t>
      </w:r>
    </w:p>
    <w:p w14:paraId="71D0477C" w14:textId="08AEDDC0" w:rsidR="009E1AEE" w:rsidRPr="00561745" w:rsidRDefault="00C00CC6" w:rsidP="00355D2A">
      <w:pPr>
        <w:pStyle w:val="Odrka1-3"/>
      </w:pPr>
      <w:r w:rsidRPr="00561745">
        <w:t>990 000 000,- Kč</w:t>
      </w:r>
      <w:r w:rsidR="009E1AEE" w:rsidRPr="00561745">
        <w:t xml:space="preserve"> bez DPH</w:t>
      </w:r>
      <w:r w:rsidR="00931F53" w:rsidRPr="00561745">
        <w:t>;</w:t>
      </w:r>
      <w:r w:rsidR="009E1AEE" w:rsidRPr="00561745">
        <w:t xml:space="preserve"> </w:t>
      </w:r>
    </w:p>
    <w:p w14:paraId="4B6EC32E" w14:textId="40BE9716" w:rsidR="00104488" w:rsidRPr="00561745" w:rsidRDefault="00104488" w:rsidP="00211F7B">
      <w:pPr>
        <w:pStyle w:val="Odrka1-1"/>
        <w:numPr>
          <w:ilvl w:val="0"/>
          <w:numId w:val="0"/>
        </w:numPr>
        <w:ind w:left="1531"/>
      </w:pPr>
      <w:r w:rsidRPr="00561745">
        <w:t>(iv) a zároveň byla pro zpracování hodnocení ekonomické efektivnosti použita standardní metoda CBA (Analýza nákladů a přínosů) nebo metoda zjednodušeného maticového hodnocení.</w:t>
      </w:r>
    </w:p>
    <w:p w14:paraId="408BFE64" w14:textId="1AB60612" w:rsidR="009E1AEE" w:rsidRDefault="009E1AEE" w:rsidP="00C313BF">
      <w:pPr>
        <w:pStyle w:val="Textbezslovn"/>
        <w:spacing w:before="240"/>
      </w:pPr>
      <w:r w:rsidRPr="00561745">
        <w:t xml:space="preserve">Ohledně požadavku na prokázání zkušenosti ve funkci </w:t>
      </w:r>
      <w:r w:rsidRPr="00561745">
        <w:rPr>
          <w:b/>
        </w:rPr>
        <w:t>vedoucího týmu</w:t>
      </w:r>
      <w:r w:rsidRPr="00561745">
        <w:t xml:space="preserve"> zadavatel pro odstranění pochybností upřesňuje, že za vedoucího týmu považuje osobu,</w:t>
      </w:r>
      <w:r w:rsidR="000749E8" w:rsidRPr="00561745">
        <w:t xml:space="preserve"> jež je pověřena koordinací</w:t>
      </w:r>
      <w:r w:rsidR="004343DB" w:rsidRPr="00561745">
        <w:t xml:space="preserve"> při zpracování dokumentace</w:t>
      </w:r>
      <w:r w:rsidR="000749E8" w:rsidRPr="00561745">
        <w:t xml:space="preserve">. Ve smyslu § 113 odst. 2 zákona č. 183/2006 Sb., o územním plánování a stavebním řádu (stavební zákon), ve znění pozdějších předpisů, </w:t>
      </w:r>
      <w:r w:rsidR="00B83FB3" w:rsidRPr="00561745">
        <w:t>a ve smyslu § 14 písm. c) zákona č. 283/2021</w:t>
      </w:r>
      <w:r w:rsidR="00B83FB3">
        <w:t xml:space="preserve"> Sb., stavební zákon, ve znění pozdějších předpisů, </w:t>
      </w:r>
      <w:r w:rsidR="000749E8" w:rsidRPr="00AD0714">
        <w:t>se jedná o osobu hlavního projektanta</w:t>
      </w:r>
      <w:r>
        <w:t xml:space="preserve">. Za vedoucího týmu je </w:t>
      </w:r>
      <w:r w:rsidR="000749E8">
        <w:t xml:space="preserve">tedy </w:t>
      </w:r>
      <w:r>
        <w:t xml:space="preserve">považován např. </w:t>
      </w:r>
      <w:r w:rsidR="0080737F">
        <w:t>hlavní projektant</w:t>
      </w:r>
      <w:r w:rsidR="00C235B9">
        <w:t xml:space="preserve">, </w:t>
      </w:r>
      <w:r>
        <w:t>hlavní inženýr projektu</w:t>
      </w:r>
      <w:r w:rsidR="00C235B9">
        <w:t xml:space="preserve"> či</w:t>
      </w:r>
      <w:r w:rsidR="0080737F">
        <w:t xml:space="preserve"> manažer projektu,</w:t>
      </w:r>
      <w:r>
        <w:t xml:space="preserve"> může jím však být i jinak označená osoba splňující výše uvedené parametry.</w:t>
      </w:r>
    </w:p>
    <w:p w14:paraId="16D11DA3" w14:textId="677C9AB5" w:rsidR="00F96701" w:rsidRPr="0079350A" w:rsidRDefault="00F96701" w:rsidP="00F96701">
      <w:pPr>
        <w:pStyle w:val="Textbezslovn"/>
      </w:pPr>
      <w:r>
        <w:t xml:space="preserve">Ohledně požadavku na prokázání zkušenosti ve funkci </w:t>
      </w:r>
      <w:r w:rsidRPr="00FE325F">
        <w:rPr>
          <w:b/>
        </w:rPr>
        <w:t>zástupce</w:t>
      </w:r>
      <w:r>
        <w:t xml:space="preserve"> </w:t>
      </w:r>
      <w:r w:rsidRPr="00B035B6">
        <w:rPr>
          <w:b/>
        </w:rPr>
        <w:t>vedoucího týmu</w:t>
      </w:r>
      <w:r>
        <w:t xml:space="preserve"> zadavatel pro odstranění pochybností upřesňuje, že za zástupce vedoucího týmu považuje osobu, jež provádí koordinační činnost společně s vedoucím týmu nebo je pověřena zastupováním vedoucího týmu ve všech činnostech. Za zástupce vedoucího týmu je tedy považován např. zástupce hlavního projektanta, zástupce hlavního inženýra projektu či zástupce manažera projektu, může jím však být i jinak označená osoba </w:t>
      </w:r>
      <w:r w:rsidRPr="0079350A">
        <w:t>splňující výše uvedené parametry.</w:t>
      </w:r>
    </w:p>
    <w:p w14:paraId="55AB2A07" w14:textId="78DC6680" w:rsidR="009E1AEE" w:rsidRPr="0079350A" w:rsidRDefault="009E1AEE" w:rsidP="009E1AEE">
      <w:pPr>
        <w:pStyle w:val="Textbezslovn"/>
      </w:pPr>
      <w:r w:rsidRPr="0079350A">
        <w:t>V souvislosti s požadavky na zkušenost specialisty na hodnocení ekonomické efektivnosti zadavatel upřesňuje následující pojmy:</w:t>
      </w:r>
      <w:r w:rsidR="00020AF4" w:rsidRPr="0079350A">
        <w:t xml:space="preserve"> </w:t>
      </w:r>
    </w:p>
    <w:p w14:paraId="2278375F" w14:textId="10A51244" w:rsidR="009E1AEE" w:rsidRPr="0079350A" w:rsidRDefault="009E1AEE" w:rsidP="00355D2A">
      <w:pPr>
        <w:pStyle w:val="Odrka1-1"/>
      </w:pPr>
      <w:r w:rsidRPr="0079350A">
        <w:t xml:space="preserve">Záměrem projektu se rozumí </w:t>
      </w:r>
      <w:r w:rsidR="005A595A" w:rsidRPr="0079350A">
        <w:t xml:space="preserve">předprojektová </w:t>
      </w:r>
      <w:r w:rsidRPr="0079350A">
        <w:t>dokumentace, která časově, věcně a funkčně vymezuje požadavky na přípravu a realizaci stavby železničních drah celostátních nebo regionálních v podrobnostech nezbytných pro posouzení zahájení financování navazující přípravy a realizace stavby hrazené z veřejných prostředků. Záměr projektu obsahuje identifikační údaje stavby, stanovení předpokládaných nákladů stavby, návaznost na schválené koncepce a programy, popis stávajícího stavu a zdůvodnění nezbytnosti realizace projektu, požadavky na technické řešení, specifikace rozhodujících SO a PS, územně technické podmínky, majetkoprávní vztahy, hodnocení environmentálních vlivů, požadavky na zabezpečení budoucího provozu a údržby a dělení nákladů podle druhu majetku a hodnocení ekonomické efektivnosti stavby.</w:t>
      </w:r>
    </w:p>
    <w:p w14:paraId="78F0EF68" w14:textId="77777777" w:rsidR="009E1AEE" w:rsidRPr="0079350A" w:rsidRDefault="009E1AEE" w:rsidP="00355D2A">
      <w:pPr>
        <w:pStyle w:val="Odrka1-1"/>
      </w:pPr>
      <w:r w:rsidRPr="0079350A">
        <w:t>Studií proveditelnosti se rozumí komplexní studie, která slouží (i) k posouzení reálnosti a proveditelnosti stavby železničních drah celostátních nebo regionálních jak po stránce technické a finanční, tak i po stránce marketingové, provozní a personální, ke zhodnocení efektivnosti využití předpokládaných finančních prostředků včetně hodnocení ekonomické efektivnosti pro dodavatele podle metodických pokynů uvedených v bodě 8.5 těchto Pokynů u osoby specialisty na hodnocení ekonomické efektivnosti, a dále (ii) k ověření smysluplnosti projektu pro společnost, k posouzení možných variant projektu a nalezení vhodné varianty či variant k realizaci. Nezbytnou součástí studie proveditelnosti je představení kontextu, stanovení cílů, identifikace projektu, analýza proveditelnosti, analýza poptávky, analýza variant, finanční analýza, ekonomickou analýza a posouzení rizik.</w:t>
      </w:r>
    </w:p>
    <w:p w14:paraId="4E1D55F4" w14:textId="77777777" w:rsidR="009E1AEE" w:rsidRPr="0079350A" w:rsidRDefault="009E1AEE" w:rsidP="00355D2A">
      <w:pPr>
        <w:pStyle w:val="Odrka1-1"/>
      </w:pPr>
      <w:r w:rsidRPr="0079350A">
        <w:lastRenderedPageBreak/>
        <w:t>Projektovou žá</w:t>
      </w:r>
      <w:r w:rsidRPr="0079350A">
        <w:rPr>
          <w:rStyle w:val="Odrka1-1Char"/>
        </w:rPr>
        <w:t xml:space="preserve">dostí o spolufinancování z prostředků EU se rozumí </w:t>
      </w:r>
      <w:r w:rsidRPr="0079350A">
        <w:t>dokumentace</w:t>
      </w:r>
      <w:r w:rsidRPr="0079350A">
        <w:rPr>
          <w:rStyle w:val="Odrka1-1Char"/>
        </w:rPr>
        <w:t>, která slouží</w:t>
      </w:r>
      <w:r w:rsidRPr="0079350A">
        <w:t xml:space="preserve"> k zajištění finančních prostředků pro financování stavby ze zdrojů EU a jejíž podoba je definována příslušným dotačním programem, např. OPD, nástroj CEF.</w:t>
      </w:r>
    </w:p>
    <w:p w14:paraId="56773E24" w14:textId="77777777" w:rsidR="009E1AEE" w:rsidRPr="0079350A" w:rsidRDefault="009E1AEE" w:rsidP="00355D2A">
      <w:pPr>
        <w:pStyle w:val="Odrka1-1"/>
      </w:pPr>
      <w:r w:rsidRPr="0079350A">
        <w:t>Celkovými investičními náklady stavby (CIN) se rozumí souhrn nákladů na přípravu, celkové zabezpečení a realizaci stavby včetně rezervních položek na nepředvídatelné činnosti hrazené z plánovaných investičních zdrojů. Do CIN nejsou zahrnuté náklady provozní a příjmy generované stavbou.</w:t>
      </w:r>
    </w:p>
    <w:p w14:paraId="68CB08E8" w14:textId="78766574" w:rsidR="009E1AEE" w:rsidRPr="00561745" w:rsidRDefault="009E1AEE" w:rsidP="009E1AEE">
      <w:pPr>
        <w:pStyle w:val="Textbezslovn"/>
      </w:pPr>
      <w:r>
        <w:t xml:space="preserve">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profesním životopisu. V dokumentech předložených dodavatelem k prokázání technické kvalifikace dle čl. 8.5 těchto Pokynů musí být uvedeny veškeré informace nezbytné k posouzení </w:t>
      </w:r>
      <w:r w:rsidRPr="00561745">
        <w:t>splnění kvalifikace, a to v rozsahu údajů stanovených v Příloze č. 5 a 6 těchto Pokynů.</w:t>
      </w:r>
    </w:p>
    <w:p w14:paraId="5021AB6F" w14:textId="2C7DBD37" w:rsidR="009E1AEE" w:rsidRDefault="009E1AEE" w:rsidP="009E1AEE">
      <w:pPr>
        <w:pStyle w:val="Textbezslovn"/>
      </w:pPr>
      <w:r w:rsidRPr="00561745">
        <w:t xml:space="preserve">Zadavatel si vyhrazuje právo ověřit pravdivost údajů o zkušenostech </w:t>
      </w:r>
      <w:r w:rsidR="005A595A" w:rsidRPr="00561745">
        <w:t>hlavního projektanta</w:t>
      </w:r>
      <w:r w:rsidRPr="00561745">
        <w:t xml:space="preserve"> </w:t>
      </w:r>
      <w:r w:rsidR="005166E0" w:rsidRPr="00561745">
        <w:t>(HIP)</w:t>
      </w:r>
      <w:r w:rsidR="00B81B3B" w:rsidRPr="00561745">
        <w:t xml:space="preserve"> a</w:t>
      </w:r>
      <w:r w:rsidRPr="00561745">
        <w:t xml:space="preserve"> specialisty na hodnocení ekonomické efektivnosti, zejména, zda se na plnění konkrétních zakázek skutečně podíleli. Za tímto účelem požaduje zadavatel v profesním životopisu těchto členů odborného personálu uvést informace a spojení na kontaktní osobu objednatele, pro něhož byla zakázka realizována</w:t>
      </w:r>
      <w:r>
        <w:t>.</w:t>
      </w:r>
    </w:p>
    <w:p w14:paraId="36BAA488"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3146BBC4"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019E1730" w14:textId="12499A0F"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w:t>
      </w:r>
      <w:r w:rsidR="00AA4782">
        <w:t>ou</w:t>
      </w:r>
      <w:r>
        <w:t xml:space="preserve"> praxi, zkušenosti, odbornou způsobilost a požadavky na prevenci střetu zájmů.</w:t>
      </w:r>
    </w:p>
    <w:p w14:paraId="28EC3CC5" w14:textId="77777777" w:rsidR="0035531B" w:rsidRPr="0006499F" w:rsidRDefault="0035531B" w:rsidP="0035531B">
      <w:pPr>
        <w:pStyle w:val="Text1-1"/>
        <w:rPr>
          <w:rStyle w:val="Tun9b"/>
        </w:rPr>
      </w:pPr>
      <w:r w:rsidRPr="0006499F">
        <w:rPr>
          <w:rStyle w:val="Tun9b"/>
        </w:rPr>
        <w:t>Požadavek na prokázání kvalifikace poddodavatele</w:t>
      </w:r>
    </w:p>
    <w:p w14:paraId="09E40B1E"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0C8B29B3"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51CB5ECD"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3DBD0C78" w14:textId="77777777" w:rsidR="00AA4782" w:rsidRDefault="00AA4782" w:rsidP="00AA4782">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18941C88" w14:textId="77777777" w:rsidR="00AA4782" w:rsidRDefault="00AA4782" w:rsidP="00AA4782">
      <w:pPr>
        <w:pStyle w:val="Odrka1-1"/>
      </w:pPr>
      <w:r>
        <w:t>základní způsobilost podle § 74 odst. 1 písm. a) ZZVZ včetně použití § 74 odst. 2 a 3 ZZVZ, a to způsobem uvedeným v § 75 odst. 1 písm. a) ZZVZ či v § 81 ZZVZ.</w:t>
      </w:r>
    </w:p>
    <w:p w14:paraId="146D199E" w14:textId="62DABAC0" w:rsidR="00AA4782" w:rsidRDefault="00AA4782" w:rsidP="00AA4782">
      <w:pPr>
        <w:pStyle w:val="Textbezslovn"/>
      </w:pPr>
      <w:r>
        <w:lastRenderedPageBreak/>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0200CB76" w14:textId="0987D5E3" w:rsidR="0035531B" w:rsidRDefault="0035531B" w:rsidP="00AA4782">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FE56B5" w:rsidRPr="00FE56B5">
        <w:t xml:space="preserve"> </w:t>
      </w:r>
      <w:r w:rsidR="00FE56B5" w:rsidRPr="0060313F">
        <w:t xml:space="preserve">v případě jeho nezpůsobilosti; důvody nezpůsobilosti se posuzují podle § 48 odst. 5 nebo 6 </w:t>
      </w:r>
      <w:r w:rsidR="00FE56B5">
        <w:t xml:space="preserve">ZZVZ </w:t>
      </w:r>
      <w:r w:rsidR="00FE56B5" w:rsidRPr="0060313F">
        <w:t>obdobně</w:t>
      </w:r>
      <w:r>
        <w:t xml:space="preserve">. </w:t>
      </w:r>
    </w:p>
    <w:p w14:paraId="738A15BA" w14:textId="77777777" w:rsidR="0035531B" w:rsidRDefault="00D25FC2" w:rsidP="0006499F">
      <w:pPr>
        <w:pStyle w:val="Textbezslovn"/>
      </w:pPr>
      <w:r>
        <w:t>Zadavatel výslovně upozorňuje, že pokud se jedná o § 48 odst. 5 písm. d) ZZVZ, za důvod nezpůsobilosti bude považováno to, že se poddodavatel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p>
    <w:p w14:paraId="137072B1" w14:textId="14F7600B" w:rsidR="0035531B" w:rsidRDefault="0035531B" w:rsidP="0006499F">
      <w:pPr>
        <w:pStyle w:val="Textbezslovn"/>
      </w:pPr>
      <w:r>
        <w:t>Ve výše uveden</w:t>
      </w:r>
      <w:r w:rsidR="00AA4782">
        <w:t>ých</w:t>
      </w:r>
      <w:r>
        <w:t xml:space="preserve"> případ</w:t>
      </w:r>
      <w:r w:rsidR="00AA4782">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5BECACEB"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1B28B30" w14:textId="3B25283A"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847393">
        <w:t xml:space="preserve">dodavatele </w:t>
      </w:r>
      <w:r>
        <w:t xml:space="preserve">o prokázání jeho kvalifikace, a to i prostřednictvím jiné osoby, nahrazující doklady vydané orgány veřejné správy nebo třetími stranami na formuláři zpřístupněném v informačním systému e-Certis. </w:t>
      </w:r>
      <w:r w:rsidRPr="006C21E8">
        <w:rPr>
          <w:b/>
        </w:rPr>
        <w:t xml:space="preserve">Dodavatel není oprávněn nahradit předložení požadovaných dokladů </w:t>
      </w:r>
      <w:r w:rsidR="00847393">
        <w:rPr>
          <w:rStyle w:val="Tun9b"/>
        </w:rPr>
        <w:t xml:space="preserve">písemným </w:t>
      </w:r>
      <w:r w:rsidRPr="006C21E8">
        <w:rPr>
          <w:b/>
        </w:rPr>
        <w:t>čestným prohlášením, s výjimkou jednotného evropského osvědčení a postupu dle § 45 odst. 3 ZZVZ v případě, že se podle příslušného právního řádu požadovaný doklad nevydává.</w:t>
      </w:r>
      <w:r>
        <w:t xml:space="preserve"> </w:t>
      </w:r>
    </w:p>
    <w:p w14:paraId="599285C8" w14:textId="2AADFB83" w:rsidR="006C21E8" w:rsidRDefault="006C21E8" w:rsidP="006C21E8">
      <w:pPr>
        <w:pStyle w:val="Textbezslovn"/>
      </w:pPr>
      <w:r>
        <w:t xml:space="preserve">Dodavatelé v nabídkách předkládají prosté kopie dokladů prokazujících splnění kvalifikace. </w:t>
      </w:r>
      <w:r w:rsidR="00A64237">
        <w:t xml:space="preserve">Tím není dotčeno právo zadavatele požadovat předložení originálů nebo úředně ověřených kopií dokladů postupem dle § 46 odst. 1 ZZVZ. </w:t>
      </w:r>
      <w:r>
        <w:t xml:space="preserve">Dodavatel není povinen předložit zadavateli doklady osvědčující skutečnosti obsažené v jednotném evropském osvědčení pro veřejné zakázky, pokud zadavateli sdělí, že mu je již předložil v </w:t>
      </w:r>
      <w:r w:rsidR="00EC60F7">
        <w:t xml:space="preserve">jiném </w:t>
      </w:r>
      <w:r>
        <w:t xml:space="preserve">zadávacím řízení. V takovém případě dodavatel zadavateli současně sdělí název či jinou identifikaci </w:t>
      </w:r>
      <w:r w:rsidR="00EC60F7">
        <w:t xml:space="preserve">takového </w:t>
      </w:r>
      <w:r>
        <w:t xml:space="preserve">zadávacího řízení. </w:t>
      </w:r>
    </w:p>
    <w:p w14:paraId="65231F39" w14:textId="4D7241BA" w:rsidR="006C21E8" w:rsidRDefault="006C21E8" w:rsidP="006C21E8">
      <w:pPr>
        <w:pStyle w:val="Textbezslovn"/>
      </w:pPr>
      <w:r>
        <w:t xml:space="preserve">Doklady prokazující základní způsobilost musí prokazovat splnění požadovaného kritéria způsobilosti nejpozději v době 3 měsíců přede dnem zahájení zadávacího řízení. </w:t>
      </w:r>
    </w:p>
    <w:p w14:paraId="0F71B82F"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18B39AD3" w14:textId="77777777" w:rsidR="006C21E8" w:rsidRDefault="006C21E8" w:rsidP="006C21E8">
      <w:pPr>
        <w:pStyle w:val="Textbezslovn"/>
      </w:pPr>
      <w:r>
        <w:t xml:space="preserve">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w:t>
      </w:r>
      <w:r>
        <w:lastRenderedPageBreak/>
        <w:t>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3D474986"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72DC6E59"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0D822FEA" w14:textId="77777777" w:rsidR="006C21E8" w:rsidRPr="006C21E8" w:rsidRDefault="006C21E8" w:rsidP="003F4C40">
      <w:pPr>
        <w:pStyle w:val="Text1-1"/>
        <w:rPr>
          <w:b/>
        </w:rPr>
      </w:pPr>
      <w:r w:rsidRPr="003F4C40">
        <w:rPr>
          <w:rStyle w:val="Tun9b"/>
        </w:rPr>
        <w:t>Prokazování</w:t>
      </w:r>
      <w:r w:rsidRPr="006C21E8">
        <w:rPr>
          <w:b/>
        </w:rPr>
        <w:t xml:space="preserve"> odborné způsobilosti zahraničními osobami podle zvláštních právních předpisů:</w:t>
      </w:r>
    </w:p>
    <w:p w14:paraId="5674E6EB" w14:textId="255F44B8" w:rsidR="006C21E8" w:rsidRDefault="006C21E8" w:rsidP="006C21E8">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A64237">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DCBA713" w14:textId="77777777"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A56DEC">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7578489C" w14:textId="3B85A9A7" w:rsidR="00A64237" w:rsidRDefault="00A64237"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 xml:space="preserve">ochrany zdraví při práci, ve znění pozdějších předpisů a podle zákona č. 18/2004 Sb., o uznávání odborné kvalifikace, ve znění pozdějších předpisů. Uznávacím </w:t>
      </w:r>
      <w:r w:rsidRPr="00B2309B">
        <w:lastRenderedPageBreak/>
        <w:t>orgánem je Ministerstvo práce a sociálních věcí. Doklady o splnění výše uvedených povinností dokládá vybraný dodavatel jako podmínku pro uzavření smlouvy.</w:t>
      </w:r>
    </w:p>
    <w:p w14:paraId="616ADACA" w14:textId="6C86DE6D" w:rsidR="00B2309B" w:rsidRPr="00B2309B" w:rsidRDefault="006C21E8" w:rsidP="006C21E8">
      <w:pPr>
        <w:pStyle w:val="Odrka1-1"/>
      </w:pPr>
      <w:r w:rsidRPr="00B2309B">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 </w:t>
      </w:r>
    </w:p>
    <w:p w14:paraId="5B586CF2" w14:textId="60B56E1A" w:rsidR="006C21E8" w:rsidRPr="00B2309B" w:rsidRDefault="006C21E8" w:rsidP="006C21E8">
      <w:pPr>
        <w:pStyle w:val="Odrka1-1"/>
      </w:pPr>
      <w:r w:rsidRPr="00B2309B">
        <w:t>Informace k doložení osvědčení o akreditaci nebo osvědčení o autorizaci podle §</w:t>
      </w:r>
      <w:r w:rsidR="00CC413F">
        <w:t> </w:t>
      </w:r>
      <w:r w:rsidRPr="00B2309B">
        <w:t xml:space="preserve">32a zákona č. 258/2000 Sb., o ochraně veřejného zdraví a o změně některých souvisejících zákonů, ve znění pozdějších předpisů: prováděním akreditace byl pověřen Český institut pro akreditaci, o.p.s., platí princip jednotného evropského akreditačního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 </w:t>
      </w:r>
    </w:p>
    <w:p w14:paraId="1B4FB629"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C0C0B8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552207B6" w14:textId="4A316C73" w:rsidR="0035531B" w:rsidRDefault="00AF32F5" w:rsidP="0006499F">
      <w:pPr>
        <w:pStyle w:val="Textbezslovn"/>
      </w:pPr>
      <w:r>
        <w:t>Dodavatel může technickou kvalifikaci nebo profesní způsobilost s výjimkou kritéria podle § 77 odst. 1 ZZVZ prokázat prostřednictvím jiných osob.</w:t>
      </w:r>
      <w:r w:rsidR="0035531B">
        <w:t xml:space="preserve"> </w:t>
      </w:r>
      <w:r w:rsidR="005166E0">
        <w:t>Za jiné osoby považuje zadavatel jak poddodavatele, tak i osoby, které s dodavatelem tvoří koncern.</w:t>
      </w:r>
    </w:p>
    <w:p w14:paraId="158EC5A2" w14:textId="77777777" w:rsidR="0035531B" w:rsidRDefault="0035531B" w:rsidP="0006499F">
      <w:pPr>
        <w:pStyle w:val="Textbezslovn"/>
      </w:pPr>
      <w:r>
        <w:t>Dodavatel je</w:t>
      </w:r>
      <w:r w:rsidR="00092CC9">
        <w:t xml:space="preserve"> v </w:t>
      </w:r>
      <w:r>
        <w:t>takovém případě povinen zadavateli předložit:</w:t>
      </w:r>
    </w:p>
    <w:p w14:paraId="21409CA3" w14:textId="28788EF5" w:rsidR="0035531B" w:rsidRDefault="0035531B" w:rsidP="0006499F">
      <w:pPr>
        <w:pStyle w:val="Odrka1-1"/>
      </w:pPr>
      <w:r>
        <w:t>doklady</w:t>
      </w:r>
      <w:r w:rsidR="00092CC9">
        <w:t xml:space="preserve"> o </w:t>
      </w:r>
      <w:r>
        <w:t xml:space="preserve">splnění základní způsobilosti podle § 74 ZZVZ jinou </w:t>
      </w:r>
      <w:r w:rsidR="003F4C40">
        <w:t>o</w:t>
      </w:r>
      <w:r>
        <w:t>sobou,</w:t>
      </w:r>
    </w:p>
    <w:p w14:paraId="46C5E950" w14:textId="77777777" w:rsidR="0035531B" w:rsidRDefault="0035531B" w:rsidP="0006499F">
      <w:pPr>
        <w:pStyle w:val="Odrka1-1"/>
      </w:pPr>
      <w:r>
        <w:t xml:space="preserve">doklady prokazující splnění profesní způsobilosti podle § 77 odst. 1 ZZVZ jinou osobou, </w:t>
      </w:r>
    </w:p>
    <w:p w14:paraId="31948292" w14:textId="77777777" w:rsidR="0035531B" w:rsidRDefault="0035531B" w:rsidP="0006499F">
      <w:pPr>
        <w:pStyle w:val="Odrka1-1"/>
      </w:pPr>
      <w:r>
        <w:t>doklady prokazující splnění chybějící části kvalifikace prostřednictvím jiné osoby a</w:t>
      </w:r>
    </w:p>
    <w:p w14:paraId="2961F315" w14:textId="2B0DE50E" w:rsidR="0035531B" w:rsidRPr="0006499F" w:rsidRDefault="00847393"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DB73084" w14:textId="4F1908F3" w:rsidR="0035531B" w:rsidRDefault="00847393"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2407AD20" w14:textId="6F969D50" w:rsidR="00EC60F7" w:rsidRDefault="00EC60F7" w:rsidP="00A066DE">
      <w:pPr>
        <w:pStyle w:val="Odrka1-2-"/>
      </w:pPr>
      <w:r>
        <w:t>Má se za to, že p</w:t>
      </w:r>
      <w:r w:rsidR="0035531B">
        <w:t xml:space="preserve">ožadavek ohledně </w:t>
      </w:r>
      <w:r w:rsidR="00847393">
        <w:t xml:space="preserve">předložení smlouvy nebo potvrzení o její existenci, jejímž obsahem je závazek </w:t>
      </w:r>
      <w:r w:rsidR="0035531B">
        <w:t>jiné osoby</w:t>
      </w:r>
      <w:r w:rsidR="00847393">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jakém tato osoba prokázala kvalifikaci za dodavatele, pokud</w:t>
      </w:r>
      <w:r w:rsidR="00847393" w:rsidRPr="00847393">
        <w:t xml:space="preserve"> </w:t>
      </w:r>
      <w:r w:rsidR="00847393" w:rsidRPr="00C66878">
        <w:t xml:space="preserve">z obsahu smlouvy nebo potvrzení o její existenci vyplývá závazek jiné osoby plnit veřejnou zakázku </w:t>
      </w:r>
      <w:r w:rsidR="00847393" w:rsidRPr="00C66878">
        <w:rPr>
          <w:b/>
        </w:rPr>
        <w:t>společně a nerozdílně s dodavatelem</w:t>
      </w:r>
      <w:r w:rsidR="0035531B">
        <w:t>.</w:t>
      </w:r>
      <w:r>
        <w:t xml:space="preserve"> To však neplatí, pokud smlouva nebo potvrzení o její existenci musí splňovat požadavky podle následující odrážky.</w:t>
      </w:r>
    </w:p>
    <w:p w14:paraId="67CD0128" w14:textId="44D7C0AE" w:rsidR="0035531B" w:rsidRDefault="0035531B" w:rsidP="00A066DE">
      <w:pPr>
        <w:pStyle w:val="Odrka1-2-"/>
      </w:pPr>
      <w:r>
        <w:lastRenderedPageBreak/>
        <w:t xml:space="preserve"> </w:t>
      </w:r>
      <w:r w:rsidR="00A066DE" w:rsidRPr="00A066DE">
        <w:rPr>
          <w:rStyle w:val="Tun9b"/>
        </w:rPr>
        <w:t>Prokazuje-li však dodavatel prostřednictvím jiné osoby kvalifikaci a předkládá seznam významných služeb nebo doklady o odborné kvalifikaci členů odborného personálu dodavatele vztahující se k této jiné osobě, musí</w:t>
      </w:r>
      <w:r w:rsidR="00847393" w:rsidRPr="00847393">
        <w:rPr>
          <w:b/>
          <w:color w:val="000000"/>
        </w:rPr>
        <w:t xml:space="preserve"> </w:t>
      </w:r>
      <w:r w:rsidR="00847393">
        <w:rPr>
          <w:b/>
          <w:color w:val="000000"/>
        </w:rPr>
        <w:t xml:space="preserve">ze smlouvy nebo potvrzení o její existenci </w:t>
      </w:r>
      <w:r w:rsidR="00847393" w:rsidRPr="00E86BE3">
        <w:rPr>
          <w:b/>
          <w:color w:val="000000"/>
        </w:rPr>
        <w:t>vyplývat závazek, že jiná osoba bude vykonávat</w:t>
      </w:r>
      <w:r w:rsidR="00E0719D">
        <w:rPr>
          <w:b/>
          <w:color w:val="000000"/>
        </w:rPr>
        <w:t xml:space="preserve"> služby</w:t>
      </w:r>
      <w:r w:rsidR="00847393" w:rsidRPr="00E86BE3">
        <w:rPr>
          <w:b/>
          <w:color w:val="000000"/>
        </w:rPr>
        <w:t>, ke kterým se prokazované kritérium kvalifikace vztahuje</w:t>
      </w:r>
      <w:r w:rsidRPr="0006499F">
        <w:rPr>
          <w:rStyle w:val="Tun9b"/>
        </w:rPr>
        <w:t>.</w:t>
      </w:r>
      <w:r>
        <w:t xml:space="preserve"> </w:t>
      </w:r>
    </w:p>
    <w:p w14:paraId="3EB24721" w14:textId="63ADE7B8" w:rsidR="0035531B" w:rsidRDefault="00847393"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585F9088"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5389F8D" w14:textId="139AC742" w:rsidR="0035531B" w:rsidRDefault="0035531B" w:rsidP="00404EB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2  ZZVZ, že musí být plněny vlastními prostředky dodavatele. </w:t>
      </w:r>
      <w:r w:rsidR="00A066DE" w:rsidRPr="00A066DE">
        <w:t>Tyto části jsou podrobně specifikovány v čl. 9.3 těchto Pokynů</w:t>
      </w:r>
      <w:r w:rsidR="004018E3">
        <w:t xml:space="preserve"> (viz níže, je-li tak v čl. 9.3 těchto Pokynů stanoveno)</w:t>
      </w:r>
      <w:r w:rsidR="00A066DE" w:rsidRPr="00A066DE">
        <w:t>. Toto omezení se nevztahuje na osoby, které s dodavatelem tvoří koncern</w:t>
      </w:r>
      <w:r w:rsidR="008B7E94">
        <w:t xml:space="preserve"> (za splnění podmínek uvedených v čl. 9.3 těchto Pokynů)</w:t>
      </w:r>
      <w:r w:rsidR="00A066DE" w:rsidRPr="00A066DE">
        <w:t>. Jejich prostřednictvím dodavatel může za splnění ostatních podmínek dle § 83 ZZVZ prokazovat i tyto části kvalifikace</w:t>
      </w:r>
      <w:r>
        <w:t>.</w:t>
      </w:r>
    </w:p>
    <w:p w14:paraId="19DF8125" w14:textId="651A4481" w:rsidR="00404EB5" w:rsidRDefault="00404EB5" w:rsidP="00404EB5">
      <w:pPr>
        <w:pStyle w:val="Text1-1"/>
        <w:rPr>
          <w:b/>
        </w:rPr>
      </w:pPr>
      <w:r w:rsidRPr="00DC3174">
        <w:rPr>
          <w:rStyle w:val="Tun9b"/>
        </w:rPr>
        <w:t>Změny</w:t>
      </w:r>
      <w:r w:rsidRPr="00DC3174">
        <w:rPr>
          <w:b/>
        </w:rPr>
        <w:t xml:space="preserve"> v kvalifikaci</w:t>
      </w:r>
      <w:r w:rsidR="00AF32F5" w:rsidRPr="00AF32F5">
        <w:rPr>
          <w:b/>
        </w:rPr>
        <w:t xml:space="preserve"> </w:t>
      </w:r>
      <w:r w:rsidR="00AF32F5">
        <w:rPr>
          <w:b/>
        </w:rPr>
        <w:t>účastníka zadávacího řízení</w:t>
      </w:r>
    </w:p>
    <w:p w14:paraId="2E6A26C8" w14:textId="3BC2E2B4" w:rsidR="00404EB5" w:rsidRDefault="00404EB5" w:rsidP="00404EB5">
      <w:pPr>
        <w:pStyle w:val="Textbezslovn"/>
      </w:pPr>
      <w:r>
        <w:t>Pokud po předložení dokladů nebo prohlášení o kvalifikaci dojde v průběhu zadávacího řízení ke změně kvalifikace</w:t>
      </w:r>
      <w:r w:rsidR="00AF32F5" w:rsidRPr="00AF32F5">
        <w:t xml:space="preserve"> </w:t>
      </w:r>
      <w:r w:rsidR="00AF32F5">
        <w:t>účastníka zadávacího řízení</w:t>
      </w:r>
      <w:r>
        <w:t xml:space="preserve">, je dodavatel </w:t>
      </w:r>
      <w:r w:rsidR="00AF32F5">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395EA54B" w14:textId="77777777" w:rsidR="00404EB5" w:rsidRDefault="00404EB5" w:rsidP="00404EB5">
      <w:pPr>
        <w:pStyle w:val="Textbezslovn"/>
        <w:spacing w:after="0"/>
      </w:pPr>
      <w:r>
        <w:t>a) podmínky kvalifikace jsou nadále splněny a</w:t>
      </w:r>
    </w:p>
    <w:p w14:paraId="7EF7F187" w14:textId="77777777" w:rsidR="00404EB5" w:rsidRDefault="00404EB5" w:rsidP="00404EB5">
      <w:pPr>
        <w:pStyle w:val="Textbezslovn"/>
        <w:spacing w:after="0"/>
      </w:pPr>
      <w:r>
        <w:t>b) nedošlo k ovlivnění kritérií hodnocení nabídek.</w:t>
      </w:r>
    </w:p>
    <w:p w14:paraId="08F9CC98" w14:textId="77777777" w:rsidR="00404EB5" w:rsidRDefault="00404EB5" w:rsidP="00404EB5">
      <w:pPr>
        <w:pStyle w:val="Textbezslovn"/>
        <w:spacing w:after="0"/>
      </w:pPr>
    </w:p>
    <w:p w14:paraId="7B3E06D7" w14:textId="722AA321" w:rsidR="00404EB5" w:rsidRDefault="00404EB5" w:rsidP="00404EB5">
      <w:pPr>
        <w:pStyle w:val="Textbezslovn"/>
      </w:pPr>
      <w:r w:rsidRPr="0062553C">
        <w:t xml:space="preserve">Zadavatel může vyloučit účastníka zadávacího řízení, pokud prokáže, že účastník zadávacího řízení nesplnil povinnost podle </w:t>
      </w:r>
      <w:r>
        <w:t>předchozího odstavce.</w:t>
      </w:r>
    </w:p>
    <w:p w14:paraId="69927CB5" w14:textId="77777777" w:rsidR="0035531B" w:rsidRDefault="0035531B" w:rsidP="00193D8F">
      <w:pPr>
        <w:pStyle w:val="Nadpis1-1"/>
      </w:pPr>
      <w:bookmarkStart w:id="15" w:name="_Toc185239931"/>
      <w:r>
        <w:t>DALŠÍ INFORMACE/DOKUMENTY PŘEDKLÁDANÉ DODAVATELEM</w:t>
      </w:r>
      <w:r w:rsidR="00092CC9">
        <w:t xml:space="preserve"> v </w:t>
      </w:r>
      <w:r>
        <w:t>NABÍDCE</w:t>
      </w:r>
      <w:bookmarkEnd w:id="15"/>
    </w:p>
    <w:p w14:paraId="33C712C8"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77285320" w14:textId="277D63A7"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r w:rsidR="000B548F">
        <w:t xml:space="preserve"> </w:t>
      </w:r>
      <w:r w:rsidR="00D30099">
        <w:t>Zadavatel stanovuje zadávací podmínku, že n</w:t>
      </w:r>
      <w:r w:rsidR="00D30099" w:rsidRPr="004B09BF">
        <w:t xml:space="preserve">abídka účastníka </w:t>
      </w:r>
      <w:r w:rsidR="00D30099">
        <w:t xml:space="preserve">zadávacího </w:t>
      </w:r>
      <w:r w:rsidR="00D30099" w:rsidRPr="004B09BF">
        <w:t xml:space="preserve">řízení musí být mj. i v souladu se zákonem </w:t>
      </w:r>
      <w:r w:rsidR="00D30099">
        <w:t>č</w:t>
      </w:r>
      <w:r w:rsidR="00D30099" w:rsidRPr="000D22AD">
        <w:t>. 159/2006 Sb., o střetu zájmů, ve znění pozdějších předpisů</w:t>
      </w:r>
      <w:r w:rsidR="00D30099" w:rsidRPr="004B09BF">
        <w:t xml:space="preserve"> </w:t>
      </w:r>
      <w:r w:rsidR="00D30099">
        <w:t xml:space="preserve">(dále jen „zákon </w:t>
      </w:r>
      <w:r w:rsidR="00D30099" w:rsidRPr="004B09BF">
        <w:t>o střetu zájmů</w:t>
      </w:r>
      <w:r w:rsidR="00D30099">
        <w:t>“)</w:t>
      </w:r>
      <w:r w:rsidR="00D30099" w:rsidRPr="00625194">
        <w:t xml:space="preserve"> </w:t>
      </w:r>
      <w:r w:rsidR="00D30099">
        <w:t xml:space="preserve">a zadavatel </w:t>
      </w:r>
      <w:r w:rsidR="00D30099" w:rsidRPr="00895982">
        <w:t xml:space="preserve">požaduje, aby dodavatel a </w:t>
      </w:r>
      <w:r w:rsidR="00D30099">
        <w:t xml:space="preserve">každý </w:t>
      </w:r>
      <w:r w:rsidR="00D30099" w:rsidRPr="00895982">
        <w:t xml:space="preserve">jeho poddodavatel, prostřednictvím kterého prokazuje kvalifikaci, nebyli ve střetu zájmů dle § 4b </w:t>
      </w:r>
      <w:r w:rsidR="00D30099">
        <w:t>z</w:t>
      </w:r>
      <w:r w:rsidR="00D30099" w:rsidRPr="00895982">
        <w:t>ákona o střetu zájmů</w:t>
      </w:r>
      <w:r w:rsidR="00D30099">
        <w:t xml:space="preserve">. Součástí formuláře </w:t>
      </w:r>
      <w:r w:rsidR="00D30099" w:rsidRPr="00B71CC3">
        <w:t>obsaženého v Příloze č. 1 t</w:t>
      </w:r>
      <w:r w:rsidR="00D30099">
        <w:t xml:space="preserve">ěchto Pokynů proto bude </w:t>
      </w:r>
      <w:r w:rsidR="00D30099" w:rsidRPr="000D22AD">
        <w:t xml:space="preserve">prohlášení ke střetu zájmů ve smyslu ustanovení § 4b zákona </w:t>
      </w:r>
      <w:r w:rsidR="00D30099">
        <w:t>o</w:t>
      </w:r>
      <w:r w:rsidR="00D30099" w:rsidRPr="000D22AD">
        <w:t xml:space="preserve"> střetu zájmů</w:t>
      </w:r>
      <w:r w:rsidR="00D30099">
        <w:t xml:space="preserve">. </w:t>
      </w:r>
    </w:p>
    <w:p w14:paraId="6109F5F9" w14:textId="77777777" w:rsidR="0035531B" w:rsidRDefault="00A066DE" w:rsidP="00A066DE">
      <w:pPr>
        <w:pStyle w:val="Odrka1-1"/>
      </w:pPr>
      <w:r w:rsidRPr="00A066DE">
        <w:t xml:space="preserve">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w:t>
      </w:r>
      <w:r w:rsidRPr="00A066DE">
        <w:lastRenderedPageBreak/>
        <w:t>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562E3B54" w14:textId="5FB6CB32" w:rsidR="0035531B" w:rsidRDefault="00A066DE" w:rsidP="00A066DE">
      <w:pPr>
        <w:pStyle w:val="Odrka1-1"/>
      </w:pPr>
      <w:r w:rsidRPr="00A066DE">
        <w:t>Doklady za účelem hodnocení</w:t>
      </w:r>
      <w:r w:rsidR="00577C2A" w:rsidRPr="00577C2A">
        <w:t xml:space="preserve"> </w:t>
      </w:r>
      <w:r w:rsidR="00577C2A">
        <w:t>dílčího hodnotícího kritéria Zkušenosti vybraných členů odborného personálu dodavatele</w:t>
      </w:r>
      <w:r w:rsidRPr="00A066DE">
        <w:t xml:space="preserve">, tj. </w:t>
      </w:r>
      <w:r w:rsidR="00B747F3">
        <w:t>Seznam zkušeností hodnocených členů odborného personálu dodavatele předložený v nabídce ve formě obsažené v Příloze č. 9 těchto Pokynů včetně zadavatelem požadovaných dokladů, jež mají být k tomuto seznamu přiloženy (požadavky jsou podrobně uvedeny v čl. 16 těchto Pokynů)</w:t>
      </w:r>
      <w:r w:rsidR="0035531B">
        <w:t xml:space="preserve">. </w:t>
      </w:r>
    </w:p>
    <w:p w14:paraId="46A6F89B" w14:textId="11D55032"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rsidR="00D80A5C">
        <w:t>e</w:t>
      </w:r>
      <w:r>
        <w:t> </w:t>
      </w:r>
      <w:r w:rsidR="00D80A5C" w:rsidRPr="00A066DE">
        <w:t>Z</w:t>
      </w:r>
      <w:r w:rsidR="00D80A5C">
        <w:t>vláštních technických podmínkách</w:t>
      </w:r>
      <w:r>
        <w:t>.</w:t>
      </w:r>
    </w:p>
    <w:p w14:paraId="3F724E61" w14:textId="5A53895D" w:rsidR="009119DE" w:rsidRDefault="009119DE" w:rsidP="00A066DE">
      <w:pPr>
        <w:pStyle w:val="Odrka1-1"/>
      </w:pPr>
      <w:r>
        <w:t xml:space="preserve">Dodavatel je povinen předložit ve své nabídce čestné prohlášení </w:t>
      </w:r>
      <w:r w:rsidRPr="00010882">
        <w:rPr>
          <w:lang w:eastAsia="cs-CZ"/>
        </w:rPr>
        <w:t xml:space="preserve">o splnění podmínek v souvislosti </w:t>
      </w:r>
      <w:r w:rsidR="00600F67">
        <w:rPr>
          <w:lang w:eastAsia="cs-CZ"/>
        </w:rPr>
        <w:t>s mezinárodními sankcemi</w:t>
      </w:r>
      <w:r w:rsidR="002C7825">
        <w:rPr>
          <w:lang w:eastAsia="cs-CZ"/>
        </w:rPr>
        <w:t xml:space="preserve"> </w:t>
      </w:r>
      <w:r>
        <w:t>zpracované ve formě formuláře dle Přílohy č. 10 těchto Pokynů.</w:t>
      </w:r>
    </w:p>
    <w:p w14:paraId="0E9C2C27" w14:textId="77777777" w:rsidR="0035531B" w:rsidRDefault="0035531B" w:rsidP="0035531B">
      <w:pPr>
        <w:pStyle w:val="Text1-1"/>
      </w:pPr>
      <w:r>
        <w:t>Podání nabídky společně několika dodavateli:</w:t>
      </w:r>
    </w:p>
    <w:p w14:paraId="18567F7B"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96544B6"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4D09C858" w14:textId="77777777" w:rsidR="00A066DE" w:rsidRDefault="00A066DE" w:rsidP="00A066DE">
      <w:pPr>
        <w:pStyle w:val="Odrka1-1"/>
      </w:pPr>
      <w: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0B57A3BA" w14:textId="6BC1ECC0" w:rsidR="0035531B" w:rsidRDefault="00A066DE" w:rsidP="00A066DE">
      <w:pPr>
        <w:pStyle w:val="Odrka1-1"/>
      </w:pPr>
      <w:r w:rsidRPr="00A066DE">
        <w:rPr>
          <w:b/>
        </w:rPr>
        <w:t xml:space="preserve">Zadavatel doporučuje, aby za vedoucího účastníka byl označen dodavatel, pod jehož registrací bude nabídka v elektronickém nástroji E-ZAK podávána. Bez ohledu na to si však zadavatel vyhrazuje právo v průběhu výběrového </w:t>
      </w:r>
      <w:r w:rsidRPr="00A066DE">
        <w:rPr>
          <w:b/>
        </w:rPr>
        <w:lastRenderedPageBreak/>
        <w:t>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w:t>
      </w:r>
      <w:r w:rsidR="00A61A76">
        <w:t>doručená,</w:t>
      </w:r>
      <w:r>
        <w:t xml:space="preserve"> resp. odeslaná okamžikem doručení, resp. odeslání tomuto společníkovi</w:t>
      </w:r>
      <w:r w:rsidR="0035531B">
        <w:t>.</w:t>
      </w:r>
    </w:p>
    <w:p w14:paraId="456ABF8A" w14:textId="77777777" w:rsidR="00CF2CA1" w:rsidRDefault="00CF2CA1" w:rsidP="00CF2CA1">
      <w:pPr>
        <w:pStyle w:val="Odrka1-1"/>
        <w:numPr>
          <w:ilvl w:val="0"/>
          <w:numId w:val="0"/>
        </w:numPr>
        <w:ind w:left="1077"/>
      </w:pPr>
    </w:p>
    <w:p w14:paraId="3C30BC2F" w14:textId="77777777" w:rsidR="0035531B" w:rsidRPr="0060115D" w:rsidRDefault="0035531B" w:rsidP="0035531B">
      <w:pPr>
        <w:pStyle w:val="Text1-1"/>
        <w:rPr>
          <w:rStyle w:val="Tun9b"/>
        </w:rPr>
      </w:pPr>
      <w:r w:rsidRPr="0060115D">
        <w:rPr>
          <w:rStyle w:val="Tun9b"/>
        </w:rPr>
        <w:t>Poddodavatelské omezení</w:t>
      </w:r>
    </w:p>
    <w:p w14:paraId="02A6E263" w14:textId="77777777" w:rsidR="00470647" w:rsidRDefault="00470647" w:rsidP="00470647">
      <w:pPr>
        <w:pStyle w:val="Odrka1-1"/>
      </w:pPr>
      <w:r>
        <w:t>Zadavatel nevymezuje žádné činnosti při plnění veřejné zakázky, které musí být plněny přímo vybraným dodavatelem.</w:t>
      </w:r>
    </w:p>
    <w:p w14:paraId="57479162" w14:textId="199C05A6" w:rsidR="00BC6D2B" w:rsidRDefault="002C1E7C" w:rsidP="00465FDD">
      <w:pPr>
        <w:pStyle w:val="Text1-1"/>
      </w:pPr>
      <w:r>
        <w:t>Závazný n</w:t>
      </w:r>
      <w:r w:rsidR="00465FDD" w:rsidRPr="00465FDD">
        <w:t>ávrh smlouvy na plnění této veřejné zakázky</w:t>
      </w:r>
      <w:r w:rsidR="00BC6D2B">
        <w:t>:</w:t>
      </w:r>
    </w:p>
    <w:p w14:paraId="6FA136E4"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16C3B4F4" w14:textId="2F617140" w:rsidR="00465FDD" w:rsidRPr="00C00CC6" w:rsidRDefault="00465FDD" w:rsidP="00AA4EEF">
      <w:pPr>
        <w:pStyle w:val="Odrka1-2-"/>
      </w:pPr>
      <w:r w:rsidRPr="00C00CC6">
        <w:t xml:space="preserve">do těla závazného vzoru smlouvy </w:t>
      </w:r>
      <w:r w:rsidR="00B747F3" w:rsidRPr="00C00CC6">
        <w:t xml:space="preserve">v </w:t>
      </w:r>
      <w:r w:rsidRPr="00C00CC6">
        <w:t>čl. 3.3</w:t>
      </w:r>
      <w:r w:rsidR="002A5F8F" w:rsidRPr="00C00CC6">
        <w:t xml:space="preserve"> </w:t>
      </w:r>
      <w:r w:rsidRPr="00C00CC6">
        <w:t>Cenu Díla bez DPH</w:t>
      </w:r>
      <w:r w:rsidR="00AA4EEF" w:rsidRPr="00C00CC6">
        <w:t xml:space="preserve">, která představuje součet Ceny za zpracování </w:t>
      </w:r>
      <w:r w:rsidR="007A3B81" w:rsidRPr="00C00CC6">
        <w:t>Z</w:t>
      </w:r>
      <w:r w:rsidR="00AA4EEF" w:rsidRPr="00C00CC6">
        <w:t xml:space="preserve">áměru projektu </w:t>
      </w:r>
      <w:r w:rsidR="006510A4" w:rsidRPr="00C00CC6">
        <w:t xml:space="preserve">s doprovodnou dokumentací </w:t>
      </w:r>
      <w:r w:rsidR="00AA4EEF" w:rsidRPr="00C00CC6">
        <w:t xml:space="preserve">bez DPH a Ceny za zpracování </w:t>
      </w:r>
      <w:r w:rsidR="00E672B1" w:rsidRPr="00C00CC6">
        <w:t xml:space="preserve">DPS </w:t>
      </w:r>
      <w:r w:rsidR="00AA4EEF" w:rsidRPr="00C00CC6">
        <w:t>bez DPH</w:t>
      </w:r>
      <w:r w:rsidR="009D54E5" w:rsidRPr="00C00CC6">
        <w:t xml:space="preserve"> </w:t>
      </w:r>
      <w:bookmarkStart w:id="16" w:name="_Hlk161998148"/>
      <w:r w:rsidR="009D54E5" w:rsidRPr="00C00CC6">
        <w:t>a Ceny za výkon Dozoru projektanta</w:t>
      </w:r>
      <w:bookmarkEnd w:id="16"/>
      <w:r w:rsidR="009D54E5" w:rsidRPr="00C00CC6">
        <w:t xml:space="preserve"> bez DPH</w:t>
      </w:r>
      <w:r w:rsidRPr="00C00CC6">
        <w:t>;</w:t>
      </w:r>
    </w:p>
    <w:p w14:paraId="6D01AC4F" w14:textId="77777777" w:rsidR="00465FDD" w:rsidRPr="00C00CC6" w:rsidRDefault="00465FDD" w:rsidP="00F348C0">
      <w:pPr>
        <w:pStyle w:val="Odrka1-2-"/>
      </w:pPr>
      <w:r w:rsidRPr="00C00CC6">
        <w:t>do Přílohy č. 4 závazného vzoru smlouvy s názvem Rozpis Ceny Díla:</w:t>
      </w:r>
    </w:p>
    <w:p w14:paraId="743C5153" w14:textId="7E2C13B9" w:rsidR="00465FDD" w:rsidRDefault="00465FDD" w:rsidP="00F348C0">
      <w:pPr>
        <w:pStyle w:val="Odrka1-3"/>
        <w:numPr>
          <w:ilvl w:val="0"/>
          <w:numId w:val="0"/>
        </w:numPr>
        <w:ind w:left="1531"/>
      </w:pPr>
      <w:r w:rsidRPr="00C00CC6">
        <w:t xml:space="preserve">Cenu za zpracování </w:t>
      </w:r>
      <w:r w:rsidR="007A3B81" w:rsidRPr="00C00CC6">
        <w:t>Z</w:t>
      </w:r>
      <w:r w:rsidR="00AA4EEF" w:rsidRPr="00C00CC6">
        <w:t xml:space="preserve">áměru projektu </w:t>
      </w:r>
      <w:r w:rsidR="006510A4" w:rsidRPr="00C00CC6">
        <w:t xml:space="preserve">s doprovodnou dokumentací </w:t>
      </w:r>
      <w:r w:rsidR="00AA4EEF" w:rsidRPr="00C00CC6">
        <w:t xml:space="preserve">a </w:t>
      </w:r>
      <w:r w:rsidR="00E00141" w:rsidRPr="00C00CC6">
        <w:t>DPS podle</w:t>
      </w:r>
      <w:r w:rsidRPr="00C00CC6">
        <w:t xml:space="preserve"> členění na základní a dodatečné služby</w:t>
      </w:r>
      <w:r w:rsidR="00AA4EEF" w:rsidRPr="00C00CC6">
        <w:t xml:space="preserve">, </w:t>
      </w:r>
      <w:r w:rsidR="009D54E5" w:rsidRPr="00C00CC6">
        <w:t xml:space="preserve">Cenu za výkon Dozoru projektanta, </w:t>
      </w:r>
      <w:r w:rsidR="00AA4EEF" w:rsidRPr="00C00CC6">
        <w:t xml:space="preserve">dále Cenu Díla včetně členění na </w:t>
      </w:r>
      <w:r w:rsidR="009D54E5" w:rsidRPr="00C00CC6">
        <w:t>C</w:t>
      </w:r>
      <w:r w:rsidR="00AA4EEF" w:rsidRPr="00C00CC6">
        <w:t xml:space="preserve">enu za zpracování </w:t>
      </w:r>
      <w:r w:rsidR="007A3B81" w:rsidRPr="00C00CC6">
        <w:t>Z</w:t>
      </w:r>
      <w:r w:rsidR="00AA4EEF" w:rsidRPr="00C00CC6">
        <w:t xml:space="preserve">áměru projektu </w:t>
      </w:r>
      <w:r w:rsidR="006510A4" w:rsidRPr="00C00CC6">
        <w:t xml:space="preserve">s doprovodnou dokumentací </w:t>
      </w:r>
      <w:r w:rsidR="00AA4EEF" w:rsidRPr="00C00CC6">
        <w:t xml:space="preserve">a </w:t>
      </w:r>
      <w:r w:rsidR="00E672B1" w:rsidRPr="00C00CC6">
        <w:t xml:space="preserve">DPS </w:t>
      </w:r>
      <w:r w:rsidR="009D54E5" w:rsidRPr="00C00CC6">
        <w:t xml:space="preserve">a Cenu za výkon </w:t>
      </w:r>
      <w:r w:rsidR="003A26D1" w:rsidRPr="00C00CC6">
        <w:t>D</w:t>
      </w:r>
      <w:r w:rsidR="009D54E5" w:rsidRPr="00C00CC6">
        <w:t xml:space="preserve">ozoru projektanta </w:t>
      </w:r>
      <w:r w:rsidRPr="00C00CC6">
        <w:t xml:space="preserve">a </w:t>
      </w:r>
      <w:r w:rsidR="009D54E5" w:rsidRPr="00C00CC6">
        <w:t>r</w:t>
      </w:r>
      <w:r w:rsidRPr="00C00CC6">
        <w:t xml:space="preserve">ozpis jednotlivých položek Ceny Díla podle členění na </w:t>
      </w:r>
      <w:r w:rsidR="00AA4EEF" w:rsidRPr="00C00CC6">
        <w:t>d</w:t>
      </w:r>
      <w:r w:rsidRPr="00C00CC6">
        <w:t>ílčí etapy</w:t>
      </w:r>
      <w:r w:rsidR="00AA4EEF" w:rsidRPr="00C00CC6">
        <w:t xml:space="preserve"> zpracování díla</w:t>
      </w:r>
      <w:r w:rsidRPr="00C00CC6">
        <w:t>, a to dle v této příloze závazného vzoru smlouvy naznačených pravidel. Zadavatel v této souvislosti a pro vyloučení veškerých</w:t>
      </w:r>
      <w:r>
        <w:t xml:space="preserve">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w:t>
      </w:r>
      <w:r w:rsidR="009D54E5">
        <w:t xml:space="preserve">Cena za výkon Dozoru projektanta je tvořena násobkem jednotkové ceny (tj. průměrné hodinové sazby za výkon </w:t>
      </w:r>
      <w:r w:rsidR="003A26D1">
        <w:t>D</w:t>
      </w:r>
      <w:r w:rsidR="009D54E5">
        <w:t>ozoru projektanta) a v Příloze č. 4 závazného vzoru smlouvy dodavatelem stanovené pracnosti (tj. množství hodin).</w:t>
      </w:r>
    </w:p>
    <w:p w14:paraId="4908DC75" w14:textId="77777777"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14:paraId="73FE3F5B" w14:textId="77777777" w:rsidR="0035531B" w:rsidRDefault="0035531B" w:rsidP="00BC6D2B">
      <w:pPr>
        <w:pStyle w:val="Nadpis1-1"/>
      </w:pPr>
      <w:bookmarkStart w:id="17" w:name="_Toc185239932"/>
      <w:r>
        <w:t>JAZYK NABÍDEK</w:t>
      </w:r>
      <w:r w:rsidR="00A56DEC">
        <w:t xml:space="preserve"> A KOMUNIKAČNÍ JAZYK</w:t>
      </w:r>
      <w:bookmarkEnd w:id="17"/>
    </w:p>
    <w:p w14:paraId="7BD17181"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2CFC4DFC" w14:textId="3231CCA2"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A373A7">
        <w:t>ý</w:t>
      </w:r>
      <w:r>
        <w:t xml:space="preserve"> se předloží bez překladu. </w:t>
      </w:r>
      <w:r w:rsidR="003A4A14">
        <w:t xml:space="preserve">Zadavatel může povinnost předložit překlad prominout i u jiných dokladů. </w:t>
      </w:r>
      <w:r>
        <w:t xml:space="preserve">Bude-li mít zadavatel pochybnosti o správnosti překladu, může si vyžádat předložení úředně ověřeného překladu dokladu do </w:t>
      </w:r>
      <w:r>
        <w:lastRenderedPageBreak/>
        <w:t xml:space="preserve">českého jazyka tlumočníkem zapsaným do seznamu znalců a tlumočníků. Pokud se podle příslušného právního řádu požadovaný doklad nevydává, může být nahrazen </w:t>
      </w:r>
      <w:r w:rsidR="0081521C">
        <w:t xml:space="preserve">písemným </w:t>
      </w:r>
      <w:r>
        <w:t>čestným prohlášením</w:t>
      </w:r>
      <w:r w:rsidR="0035531B">
        <w:t>.</w:t>
      </w:r>
    </w:p>
    <w:p w14:paraId="66489A94" w14:textId="77777777" w:rsidR="0035531B" w:rsidRDefault="0035531B" w:rsidP="00BC6D2B">
      <w:pPr>
        <w:pStyle w:val="Nadpis1-1"/>
      </w:pPr>
      <w:bookmarkStart w:id="18" w:name="_Toc185239933"/>
      <w:r>
        <w:t>OBSAH</w:t>
      </w:r>
      <w:r w:rsidR="00845C50">
        <w:t xml:space="preserve"> a </w:t>
      </w:r>
      <w:r>
        <w:t>PODÁVÁNÍ NABÍDEK</w:t>
      </w:r>
      <w:bookmarkEnd w:id="18"/>
    </w:p>
    <w:p w14:paraId="0A5F1E66" w14:textId="454F9BAF" w:rsidR="00F348C0" w:rsidRDefault="00F348C0" w:rsidP="00F348C0">
      <w:pPr>
        <w:pStyle w:val="Text1-1"/>
      </w:pPr>
      <w:r w:rsidRPr="00F348C0">
        <w:t>Dodavatel může podat v zadávacím řízení jen jednu nabídku</w:t>
      </w:r>
      <w:r w:rsidR="00B747F3">
        <w:t xml:space="preserve"> </w:t>
      </w:r>
      <w:r w:rsidR="00EE4459" w:rsidRPr="00283302">
        <w:t>(samostatně nebo společně s dalšími dodavateli)</w:t>
      </w:r>
      <w:r w:rsidR="00EE4459">
        <w:t xml:space="preserve"> </w:t>
      </w:r>
      <w:r w:rsidR="00B747F3"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w:t>
      </w:r>
      <w:r w:rsidR="00F275D7" w:rsidRPr="00F275D7">
        <w:t xml:space="preserve"> </w:t>
      </w:r>
      <w:r w:rsidR="00F275D7">
        <w:t>sektorová veřejná zakázka</w:t>
      </w:r>
      <w:r w:rsidRPr="00F348C0">
        <w:t xml:space="preserve">, a to prostřednictvím elektronického nástroje E-ZAK na níže uvedenou elektronickou adresu </w:t>
      </w:r>
      <w:hyperlink r:id="rId21"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7E1DE17A" w14:textId="06C911AA" w:rsidR="00F348C0" w:rsidRDefault="00F348C0" w:rsidP="00F348C0">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00D01AF3">
        <w:rPr>
          <w:rStyle w:val="Hypertextovodkaz"/>
          <w:noProof w:val="0"/>
        </w:rPr>
        <w:t>manual.html</w:t>
      </w:r>
      <w:r w:rsidRPr="00F348C0">
        <w:t xml:space="preserve">. Nabídka nemusí být opatřena elektronickým podpisem osoby oprávněné jednat za dodavatele. </w:t>
      </w:r>
      <w:r w:rsidR="0081521C" w:rsidRPr="00683213">
        <w:t>Uznávaný</w:t>
      </w:r>
      <w:r w:rsidR="0081521C">
        <w:t xml:space="preserve"> e</w:t>
      </w:r>
      <w:r w:rsidRPr="00F348C0">
        <w:t xml:space="preserve">lektronický podpis </w:t>
      </w:r>
      <w:r w:rsidR="0081521C" w:rsidRPr="00683213">
        <w:t>založený na kvalifikovaném certifikátu</w:t>
      </w:r>
      <w:r w:rsidR="0081521C">
        <w:t xml:space="preserve"> </w:t>
      </w:r>
      <w:r w:rsidRPr="00F348C0">
        <w:t>je vyžadován pouze při registraci dodavatele do elektronického nástroje</w:t>
      </w:r>
      <w:r w:rsidR="0081521C">
        <w:t xml:space="preserve"> zadavatele</w:t>
      </w:r>
      <w:r w:rsidRPr="00F348C0">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3616E0" w:rsidRPr="00D924D9">
        <w:t xml:space="preserve">Nabídka může obsahovat více dokumentů (souborů), </w:t>
      </w:r>
      <w:r w:rsidR="003616E0">
        <w:t>jednotlivé</w:t>
      </w:r>
      <w:r w:rsidR="003616E0" w:rsidRPr="00F348C0">
        <w:t xml:space="preserve"> </w:t>
      </w:r>
      <w:r w:rsidR="003616E0">
        <w:t>d</w:t>
      </w:r>
      <w:r w:rsidRPr="00F348C0">
        <w:t xml:space="preserve">okumenty musí být do systému E-ZAK vkládány jako jeden soubor </w:t>
      </w:r>
      <w:r w:rsidR="003616E0" w:rsidRPr="00163717">
        <w:t>(ve formátech analogicky k § 1</w:t>
      </w:r>
      <w:r w:rsidR="001579FA">
        <w:t>1</w:t>
      </w:r>
      <w:r w:rsidR="003616E0" w:rsidRPr="00163717">
        <w:t xml:space="preserve"> odst. 2 a 3 vyhl. č. </w:t>
      </w:r>
      <w:r w:rsidR="001579FA">
        <w:t>345</w:t>
      </w:r>
      <w:r w:rsidR="003616E0" w:rsidRPr="00163717">
        <w:t>/20</w:t>
      </w:r>
      <w:r w:rsidR="001579FA">
        <w:t>23</w:t>
      </w:r>
      <w:r w:rsidR="003616E0" w:rsidRPr="00163717">
        <w:t xml:space="preserve"> Sb., ve znění pozdějších předpisů) </w:t>
      </w:r>
      <w:r w:rsidRPr="00F348C0">
        <w:t xml:space="preserve">nebo více souborů </w:t>
      </w:r>
      <w:r w:rsidR="0012178F" w:rsidRPr="00F348C0">
        <w:t xml:space="preserve">zkomprimovaných </w:t>
      </w:r>
      <w:r w:rsidRPr="00F348C0">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E00141">
        <w:t>50</w:t>
      </w:r>
      <w:r w:rsidR="00E00141" w:rsidRPr="00F348C0">
        <w:t xml:space="preserve"> MB</w:t>
      </w:r>
      <w:r w:rsidRPr="00F348C0">
        <w:t xml:space="preserve"> za jeden takový soubor, příp. zkomprimované soubory. Soubory většího rozsahu je nutno před jejich odesláním prostřednictvím E-ZAK vhodným způsobem rozdělit. Velikost samotné nabídky jako celku není nijak omezena</w:t>
      </w:r>
      <w:r>
        <w:t>.</w:t>
      </w:r>
    </w:p>
    <w:p w14:paraId="5B600EE3" w14:textId="77777777" w:rsidR="0035531B" w:rsidRDefault="0035531B" w:rsidP="0035531B">
      <w:pPr>
        <w:pStyle w:val="Text1-1"/>
      </w:pPr>
      <w:r>
        <w:t>Nabídka bude předložena</w:t>
      </w:r>
      <w:r w:rsidR="00092CC9">
        <w:t xml:space="preserve"> v </w:t>
      </w:r>
      <w:r>
        <w:t>následující struktuře:</w:t>
      </w:r>
    </w:p>
    <w:p w14:paraId="0F280730"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0DA8856C" w14:textId="330AD82E" w:rsidR="00F348C0" w:rsidRDefault="00F348C0" w:rsidP="00F348C0">
      <w:pPr>
        <w:pStyle w:val="Odrka1-1"/>
      </w:pPr>
      <w:r>
        <w:t>Všeobecné informace o dodavateli včetně prohlášení o akceptaci zadávacích podmínek</w:t>
      </w:r>
      <w:r w:rsidR="009B733B">
        <w:t>, prohlášení k zakázaným dohodám</w:t>
      </w:r>
      <w:r w:rsidR="003B0F0D">
        <w:t xml:space="preserve"> a</w:t>
      </w:r>
      <w:r w:rsidR="009B733B">
        <w:t xml:space="preserve"> prohlášení ke střetu zájmů </w:t>
      </w:r>
      <w:r>
        <w:t>ve formě formuláře obsaženého v Příloze č. 1 těchto Pokynů.</w:t>
      </w:r>
    </w:p>
    <w:p w14:paraId="15133091" w14:textId="77777777" w:rsidR="00F348C0" w:rsidRDefault="00F348C0" w:rsidP="00F348C0">
      <w:pPr>
        <w:pStyle w:val="Odrka1-1"/>
      </w:pPr>
      <w:r>
        <w:t>Plná moc, dohoda o plné moci či pověření, je-li tohoto dokumentu třeba.</w:t>
      </w:r>
    </w:p>
    <w:p w14:paraId="1C3AE439"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1A52255E"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5C7045A3" w14:textId="77777777" w:rsidR="00F348C0" w:rsidRDefault="00F348C0" w:rsidP="00F348C0">
      <w:pPr>
        <w:pStyle w:val="Odrka1-1"/>
      </w:pPr>
      <w:r>
        <w:lastRenderedPageBreak/>
        <w:t>Doklady prokazující splnění profesní způsobilosti.</w:t>
      </w:r>
    </w:p>
    <w:p w14:paraId="5A2C6AC9"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7509826C"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08DD6E89" w14:textId="77777777" w:rsidR="00F348C0" w:rsidRDefault="00F348C0" w:rsidP="00F348C0">
      <w:pPr>
        <w:pStyle w:val="Odrka1-1"/>
      </w:pPr>
      <w:r>
        <w:t>Údaje o poddodavatelích ve formě formuláře obsaženého v Příloze č. 2 těchto Pokynů.</w:t>
      </w:r>
    </w:p>
    <w:p w14:paraId="31E636A4" w14:textId="76D03E57" w:rsidR="00F348C0" w:rsidRDefault="00F348C0" w:rsidP="00F348C0">
      <w:pPr>
        <w:pStyle w:val="Odrka1-1"/>
      </w:pPr>
      <w:r>
        <w:t xml:space="preserve">Doklady za účelem hodnocení </w:t>
      </w:r>
      <w:r w:rsidR="000B17EE">
        <w:t>dílčího hodnotícího kritéria Z</w:t>
      </w:r>
      <w:r>
        <w:t xml:space="preserve">kušenosti vybraných členů odborného personálu dodavatele, tj. </w:t>
      </w:r>
      <w:r w:rsidR="000B17EE">
        <w:t>Seznam zkušeností hodnocených členů odborného personálu dodavatele předložený v nabídce ve formě obsažené v Příloze č. 9 těchto Pokynů včetně zadavatelem požadovaných dokladů, jež mají být k tomuto seznamu přiloženy</w:t>
      </w:r>
      <w:r>
        <w:t>.</w:t>
      </w:r>
    </w:p>
    <w:p w14:paraId="67CB063F"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0C9E78BF" w14:textId="3DA7D3D5" w:rsidR="009119DE" w:rsidRDefault="009119DE" w:rsidP="00F348C0">
      <w:pPr>
        <w:pStyle w:val="Odrka1-1"/>
      </w:pPr>
      <w:r w:rsidRPr="00010882">
        <w:rPr>
          <w:lang w:eastAsia="cs-CZ"/>
        </w:rPr>
        <w:t xml:space="preserve">Čestné prohlášení o splnění podmínek v souvislosti </w:t>
      </w:r>
      <w:r w:rsidR="00600F67">
        <w:rPr>
          <w:lang w:eastAsia="cs-CZ"/>
        </w:rPr>
        <w:t>s mezinárodními sankcemi</w:t>
      </w:r>
      <w:r w:rsidR="0081521C">
        <w:rPr>
          <w:lang w:eastAsia="cs-CZ"/>
        </w:rPr>
        <w:t xml:space="preserve"> </w:t>
      </w:r>
      <w:r>
        <w:t>zpracované ve formě formuláře obsaženého v příloze č. 10 těchto Pokynů.</w:t>
      </w:r>
    </w:p>
    <w:p w14:paraId="72BB8277" w14:textId="17755DDC" w:rsidR="00F348C0" w:rsidRDefault="00F348C0" w:rsidP="00F348C0">
      <w:pPr>
        <w:pStyle w:val="Odrka1-1"/>
      </w:pPr>
      <w:r>
        <w:t>Doklad o poskytnutí jistoty za nabídku.</w:t>
      </w:r>
    </w:p>
    <w:p w14:paraId="1E88F86F"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07AF6EB4" w14:textId="2D029742" w:rsidR="00F348C0" w:rsidRDefault="00F348C0" w:rsidP="00F348C0">
      <w:pPr>
        <w:pStyle w:val="Text1-1"/>
      </w:pPr>
      <w:r>
        <w:t xml:space="preserve">Nabídky podané po uplynutí lhůty pro podání nabídky nebo podané jiným, než výše uvedeným způsobem, nebudou otevřeny a v průběhu zadávacího řízení se k nim nepřihlíží. </w:t>
      </w:r>
    </w:p>
    <w:p w14:paraId="7036A197"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7AE21284" w14:textId="77777777" w:rsidR="0035531B" w:rsidRPr="008E1138" w:rsidRDefault="00F348C0" w:rsidP="00F348C0">
      <w:pPr>
        <w:pStyle w:val="Text1-1"/>
        <w:rPr>
          <w:rStyle w:val="Tun9b"/>
          <w:b w:val="0"/>
        </w:rPr>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w:t>
      </w:r>
      <w:r>
        <w:lastRenderedPageBreak/>
        <w:t>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4DED4B1D" w14:textId="77777777" w:rsidR="0035531B" w:rsidRDefault="0035531B" w:rsidP="007038DC">
      <w:pPr>
        <w:pStyle w:val="Nadpis1-1"/>
      </w:pPr>
      <w:bookmarkStart w:id="19" w:name="_Toc185239934"/>
      <w:r>
        <w:t>POŽADAVKY NA ZPRACOVÁNÍ NABÍDKOVÉ CENY</w:t>
      </w:r>
      <w:bookmarkEnd w:id="19"/>
      <w:r>
        <w:t xml:space="preserve"> </w:t>
      </w:r>
    </w:p>
    <w:p w14:paraId="23676670"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50D1946D" w14:textId="77777777" w:rsidR="00F348C0" w:rsidRDefault="00F348C0" w:rsidP="00F348C0">
      <w:pPr>
        <w:pStyle w:val="Text1-1"/>
      </w:pPr>
      <w:r>
        <w:t>Nabídková cena bude ve smlouvě v čl. 3.3 uvedena následujícím způsobem:</w:t>
      </w:r>
    </w:p>
    <w:p w14:paraId="13380D37" w14:textId="77777777" w:rsidR="00F348C0" w:rsidRDefault="00F348C0" w:rsidP="00F348C0">
      <w:pPr>
        <w:pStyle w:val="Text1-1"/>
        <w:numPr>
          <w:ilvl w:val="0"/>
          <w:numId w:val="0"/>
        </w:numPr>
        <w:spacing w:after="0"/>
        <w:ind w:left="737"/>
      </w:pPr>
      <w:r>
        <w:t xml:space="preserve">Cena Díla bez DPH: </w:t>
      </w:r>
      <w:r>
        <w:tab/>
        <w:t>"[VLOŽÍ ZHOTOVITEL]" Kč</w:t>
      </w:r>
    </w:p>
    <w:p w14:paraId="685FB4DE"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3AAAAA33" w14:textId="3B7FE8C5" w:rsidR="0035531B" w:rsidRDefault="00F348C0" w:rsidP="00F348C0">
      <w:pPr>
        <w:pStyle w:val="Text1-1"/>
        <w:numPr>
          <w:ilvl w:val="0"/>
          <w:numId w:val="0"/>
        </w:numPr>
        <w:spacing w:before="240"/>
        <w:ind w:left="737"/>
      </w:pPr>
      <w:r w:rsidRPr="00C00CC6">
        <w:t xml:space="preserve">Cena Díla bez DPH vkládaná ve smyslu těchto Pokynů do čl. 3.3 závazného vzoru smlouvy, která představuje </w:t>
      </w:r>
      <w:r w:rsidR="00894F55" w:rsidRPr="00C00CC6">
        <w:t xml:space="preserve">součet Ceny za zpracování </w:t>
      </w:r>
      <w:r w:rsidR="004407F0" w:rsidRPr="00C00CC6">
        <w:t>Z</w:t>
      </w:r>
      <w:r w:rsidR="00894F55" w:rsidRPr="00C00CC6">
        <w:t xml:space="preserve">áměru projektu </w:t>
      </w:r>
      <w:r w:rsidR="006C3A38" w:rsidRPr="00C00CC6">
        <w:t xml:space="preserve">s doprovodnou dokumentací </w:t>
      </w:r>
      <w:r w:rsidR="00894F55" w:rsidRPr="00C00CC6">
        <w:t xml:space="preserve">bez DPH a </w:t>
      </w:r>
      <w:r w:rsidRPr="00C00CC6">
        <w:t>Cen</w:t>
      </w:r>
      <w:r w:rsidR="00894F55" w:rsidRPr="00C00CC6">
        <w:t>y</w:t>
      </w:r>
      <w:r w:rsidRPr="00C00CC6">
        <w:t xml:space="preserve"> za zpracování </w:t>
      </w:r>
      <w:r w:rsidR="003A4A14" w:rsidRPr="00C00CC6">
        <w:t>DPS</w:t>
      </w:r>
      <w:r w:rsidR="00C334BC" w:rsidRPr="00C00CC6">
        <w:t xml:space="preserve"> </w:t>
      </w:r>
      <w:r w:rsidRPr="00C00CC6">
        <w:t>bez DPH</w:t>
      </w:r>
      <w:r w:rsidR="004430D9" w:rsidRPr="00C00CC6">
        <w:t xml:space="preserve"> a Ceny za výkon Dozoru projektanta bez DPH</w:t>
      </w:r>
      <w:r w:rsidRPr="00C00CC6">
        <w:t>, bude předmětem hodnocení v rámci ekonomické výhodnosti nabídky. Podrobný</w:t>
      </w:r>
      <w:r>
        <w:t xml:space="preserve">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14:paraId="4050428A" w14:textId="77777777" w:rsidR="0035531B" w:rsidRDefault="0035531B" w:rsidP="007038DC">
      <w:pPr>
        <w:pStyle w:val="Nadpis1-1"/>
      </w:pPr>
      <w:bookmarkStart w:id="20" w:name="_Toc185239935"/>
      <w:r>
        <w:t>VARIANTY NABÍDKY</w:t>
      </w:r>
      <w:bookmarkEnd w:id="20"/>
    </w:p>
    <w:p w14:paraId="62158411" w14:textId="77777777" w:rsidR="0035531B" w:rsidRDefault="0035531B" w:rsidP="0035531B">
      <w:pPr>
        <w:pStyle w:val="Text1-1"/>
      </w:pPr>
      <w:r>
        <w:t xml:space="preserve">Zadavatel nepřipouští předložení varianty nabídky. </w:t>
      </w:r>
    </w:p>
    <w:p w14:paraId="6E787B81" w14:textId="77777777" w:rsidR="0035531B" w:rsidRDefault="0035531B" w:rsidP="007038DC">
      <w:pPr>
        <w:pStyle w:val="Nadpis1-1"/>
      </w:pPr>
      <w:bookmarkStart w:id="21" w:name="_Toc185239936"/>
      <w:r>
        <w:t>OTEVÍRÁNÍ NABÍDEK</w:t>
      </w:r>
      <w:bookmarkEnd w:id="21"/>
      <w:r>
        <w:t xml:space="preserve"> </w:t>
      </w:r>
    </w:p>
    <w:p w14:paraId="1F270352"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36B71337" w14:textId="77777777" w:rsidR="0035531B" w:rsidRDefault="0035531B" w:rsidP="007038DC">
      <w:pPr>
        <w:pStyle w:val="Nadpis1-1"/>
      </w:pPr>
      <w:bookmarkStart w:id="22" w:name="_Toc185239937"/>
      <w:r>
        <w:t>POSOUZENÍ SPLNĚNÍ PODMÍNEK ÚČASTI</w:t>
      </w:r>
      <w:bookmarkEnd w:id="22"/>
    </w:p>
    <w:p w14:paraId="28690830" w14:textId="545E16C4" w:rsidR="00F348C0" w:rsidRDefault="00F348C0" w:rsidP="00F348C0">
      <w:pPr>
        <w:pStyle w:val="Text1-1"/>
      </w:pPr>
      <w:r>
        <w:t xml:space="preserve">Zadavatel je oprávněn ověřovat věrohodnost </w:t>
      </w:r>
      <w:r w:rsidR="0081521C">
        <w:t xml:space="preserve">účastníkem </w:t>
      </w:r>
      <w:r>
        <w:t>poskytnutých údajů a dokladů a rovněž si je i sám opatřovat</w:t>
      </w:r>
      <w:r w:rsidR="0081521C">
        <w:t xml:space="preserve">, </w:t>
      </w:r>
      <w:r w:rsidR="0081521C" w:rsidRPr="004039B9">
        <w:t>pokud nejde o údaje</w:t>
      </w:r>
      <w:r w:rsidR="0081521C">
        <w:t xml:space="preserve"> a</w:t>
      </w:r>
      <w:r w:rsidR="0081521C" w:rsidRPr="004039B9">
        <w:t xml:space="preserve"> doklady, které budou hodnoceny podle kritérií hodnocení</w:t>
      </w:r>
      <w:r>
        <w: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81521C">
        <w:t>, to však neplatí pro</w:t>
      </w:r>
      <w:r w:rsidR="0081521C" w:rsidRPr="00E86BE3">
        <w:rPr>
          <w:b/>
        </w:rPr>
        <w:t xml:space="preserve"> </w:t>
      </w:r>
      <w:r w:rsidR="0081521C" w:rsidRPr="000C68DF">
        <w:t>posouzení skutečností rozhodných pro složení jistoty</w:t>
      </w:r>
      <w:r w:rsidR="0081521C">
        <w:t xml:space="preserve"> za nabídku</w:t>
      </w:r>
      <w:r>
        <w:t>.</w:t>
      </w:r>
    </w:p>
    <w:p w14:paraId="606BDFCB"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25755E17" w14:textId="77777777" w:rsidR="0035531B" w:rsidRDefault="00F348C0" w:rsidP="00F348C0">
      <w:pPr>
        <w:pStyle w:val="Text1-1"/>
      </w:pPr>
      <w:r>
        <w:t xml:space="preserve">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w:t>
      </w:r>
      <w:r>
        <w:lastRenderedPageBreak/>
        <w:t>nebo s jiným (nikoli pouze veřejným) zadavatelem, která vedla k vzniku škody, předčasnému ukončení smluvního vztahu nebo jiným srovnatelným sankcím</w:t>
      </w:r>
      <w:r w:rsidR="0035531B">
        <w:t>.</w:t>
      </w:r>
    </w:p>
    <w:p w14:paraId="22A76F0D" w14:textId="77777777" w:rsidR="0035531B" w:rsidRDefault="0035531B" w:rsidP="007038DC">
      <w:pPr>
        <w:pStyle w:val="Nadpis1-1"/>
      </w:pPr>
      <w:bookmarkStart w:id="23" w:name="_Toc185239938"/>
      <w:r>
        <w:t>HODNOCENÍ NABÍDEK</w:t>
      </w:r>
      <w:bookmarkEnd w:id="23"/>
    </w:p>
    <w:p w14:paraId="0C5BFF45"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405CC0B9"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59726B39"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15A5E10"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2D75205"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43D8125C"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158848A5"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28579ABD"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0E6F1341"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3453B1F" w14:textId="4B719306" w:rsidR="00804D39" w:rsidRPr="00804D39" w:rsidRDefault="000B17EE" w:rsidP="000B17EE">
            <w:pPr>
              <w:rPr>
                <w:b w:val="0"/>
                <w:sz w:val="16"/>
                <w:szCs w:val="16"/>
              </w:rPr>
            </w:pPr>
            <w:r>
              <w:rPr>
                <w:b w:val="0"/>
                <w:sz w:val="16"/>
                <w:szCs w:val="16"/>
              </w:rPr>
              <w:t>Z</w:t>
            </w:r>
            <w:r w:rsidR="00804D39"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1F9FD17"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56426B6B" w14:textId="77777777" w:rsidR="00804D39" w:rsidRDefault="00804D39" w:rsidP="003A2C23">
      <w:pPr>
        <w:pStyle w:val="Text1-1"/>
        <w:numPr>
          <w:ilvl w:val="0"/>
          <w:numId w:val="0"/>
        </w:numPr>
        <w:ind w:left="737"/>
      </w:pPr>
    </w:p>
    <w:p w14:paraId="4D1FDAA9"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r w:rsidR="00FD7B5E">
        <w:t>.</w:t>
      </w:r>
    </w:p>
    <w:p w14:paraId="5A1469B9" w14:textId="77777777" w:rsidR="003A2C23" w:rsidRPr="003A2C23" w:rsidRDefault="003A2C23" w:rsidP="003A2C23">
      <w:pPr>
        <w:pStyle w:val="Text1-1"/>
        <w:rPr>
          <w:b/>
        </w:rPr>
      </w:pPr>
      <w:r w:rsidRPr="003A2C23">
        <w:rPr>
          <w:b/>
        </w:rPr>
        <w:t>Nabídková cena</w:t>
      </w:r>
    </w:p>
    <w:p w14:paraId="5C28C05D" w14:textId="541AAE41"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w:t>
      </w:r>
      <w:r w:rsidRPr="00C00CC6">
        <w:t xml:space="preserve">řízení ve smyslu těchto Pokynů v čl. 3.3 závazného vzoru smlouvy jako Cena Díla bez DPH, která představuje </w:t>
      </w:r>
      <w:r w:rsidR="00894F55" w:rsidRPr="00C00CC6">
        <w:t xml:space="preserve">součet Ceny za zpracování </w:t>
      </w:r>
      <w:r w:rsidR="00B93DEB" w:rsidRPr="00C00CC6">
        <w:t>Z</w:t>
      </w:r>
      <w:r w:rsidR="00894F55" w:rsidRPr="00C00CC6">
        <w:t xml:space="preserve">áměru projektu </w:t>
      </w:r>
      <w:r w:rsidR="006C3A38" w:rsidRPr="00C00CC6">
        <w:t xml:space="preserve">s doprovodnou dokumentací </w:t>
      </w:r>
      <w:r w:rsidR="00894F55" w:rsidRPr="00C00CC6">
        <w:t xml:space="preserve">bez DPH a </w:t>
      </w:r>
      <w:r w:rsidRPr="00C00CC6">
        <w:t>Cen</w:t>
      </w:r>
      <w:r w:rsidR="00894F55" w:rsidRPr="00C00CC6">
        <w:t>y</w:t>
      </w:r>
      <w:r w:rsidRPr="00C00CC6">
        <w:t xml:space="preserve"> za zpracování </w:t>
      </w:r>
      <w:r w:rsidR="003A4A14" w:rsidRPr="00C00CC6">
        <w:t xml:space="preserve">DPS </w:t>
      </w:r>
      <w:r w:rsidRPr="00C00CC6">
        <w:t>bez DPH</w:t>
      </w:r>
      <w:r w:rsidR="004430D9" w:rsidRPr="00C00CC6">
        <w:t xml:space="preserve"> a Ceny za výkon Dozoru projektanta bez DPH</w:t>
      </w:r>
      <w:r w:rsidRPr="00C00CC6">
        <w:t>. Nabídce s nejnižší nabídkovou cenou ze všech hodnocených nabídek bude přiřazeno 100 bodů. Ostatním nabídkám bude přidělena bodová hodnota stanovená násobkem čísla 100 a</w:t>
      </w:r>
      <w:r>
        <w:t xml:space="preserve"> poměru hodnoty nejvýhodnější nabídky (tj. nabídky s nejnižší nabídkovou cenou) k nabídce hodnocené. Výpočet odpovídá následujícímu vzorci:</w:t>
      </w:r>
    </w:p>
    <w:p w14:paraId="226887AE" w14:textId="44045845" w:rsidR="003A2C23" w:rsidRPr="003A2C23" w:rsidRDefault="003A2C23" w:rsidP="00B77110">
      <w:pPr>
        <w:pStyle w:val="Text1-1"/>
        <w:numPr>
          <w:ilvl w:val="0"/>
          <w:numId w:val="0"/>
        </w:numPr>
        <w:spacing w:after="0" w:line="240" w:lineRule="auto"/>
        <w:ind w:left="737"/>
        <w:jc w:val="center"/>
      </w:pPr>
      <w:r w:rsidRPr="003A2C23">
        <w:t xml:space="preserve">výše nejnižší nabídkové ceny ze všech nabídek </w:t>
      </w:r>
    </w:p>
    <w:p w14:paraId="1F29D429" w14:textId="2725E914"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r w:rsidR="00E44DD4" w:rsidRPr="00E44DD4">
        <w:t xml:space="preserve"> </w:t>
      </w:r>
      <w:r w:rsidR="00E44DD4" w:rsidRPr="003A2C23">
        <w:t>x 100</w:t>
      </w:r>
    </w:p>
    <w:p w14:paraId="22BCFA58" w14:textId="77777777" w:rsidR="003A2C23" w:rsidRDefault="003A2C23" w:rsidP="00B77110">
      <w:pPr>
        <w:pStyle w:val="Text1-1"/>
        <w:numPr>
          <w:ilvl w:val="0"/>
          <w:numId w:val="0"/>
        </w:numPr>
        <w:spacing w:line="240" w:lineRule="auto"/>
        <w:ind w:left="737"/>
        <w:jc w:val="center"/>
      </w:pPr>
      <w:r>
        <w:t>výše nabídkové ceny hodnocené nabídky</w:t>
      </w:r>
    </w:p>
    <w:p w14:paraId="46DCC674"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1EB62ABB" w14:textId="08BD0827" w:rsidR="003A2C23" w:rsidRPr="003A2C23" w:rsidRDefault="000B17EE" w:rsidP="003A2C23">
      <w:pPr>
        <w:pStyle w:val="Text1-1"/>
        <w:rPr>
          <w:b/>
        </w:rPr>
      </w:pPr>
      <w:r>
        <w:rPr>
          <w:b/>
        </w:rPr>
        <w:t>Z</w:t>
      </w:r>
      <w:r w:rsidR="003A2C23" w:rsidRPr="003A2C23">
        <w:rPr>
          <w:b/>
        </w:rPr>
        <w:t xml:space="preserve">kušenosti vybraných členů odborného personálu dodavatele </w:t>
      </w:r>
    </w:p>
    <w:p w14:paraId="4D921290" w14:textId="19AA61C0" w:rsidR="003A2C23" w:rsidRDefault="003A2C23" w:rsidP="003A2C23">
      <w:pPr>
        <w:pStyle w:val="Text1-1"/>
        <w:numPr>
          <w:ilvl w:val="0"/>
          <w:numId w:val="0"/>
        </w:numPr>
        <w:ind w:left="737"/>
      </w:pPr>
      <w:r>
        <w:t xml:space="preserve">Předmětem hodnocení nabídek v rámci dílčího hodnotícího kritéria </w:t>
      </w:r>
      <w:r w:rsidR="000B17EE">
        <w:t>Z</w:t>
      </w:r>
      <w:r>
        <w:t xml:space="preserve">kušenosti vybraných členů odborného personálu dodavatele bude míra splnění parametrů uvedených v tabulce níže v tomto článku u vybraných členů odborného personálu dodavatele zapojených do realizace veřejné zakázky, a to parametrů nad rámec minimální úrovně kvalifikace stanovené v čl. 8.5 těchto Pokynů. </w:t>
      </w:r>
    </w:p>
    <w:p w14:paraId="275351C3" w14:textId="1300673C"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r w:rsidR="000B17EE" w:rsidRPr="000B17EE">
        <w:t xml:space="preserve"> </w:t>
      </w:r>
      <w:r w:rsidR="000B17EE">
        <w:t>a</w:t>
      </w:r>
      <w:r w:rsidR="000B17EE" w:rsidRPr="001A3F53">
        <w:t xml:space="preserve"> v případě, kdy podaná nabídka nebude obsahovat všechny údaje, informace a doklady nezbytné pro hodnocení, nebude moci být posouzena jako splňující hodnotící kritéria stanovená zadavatelem</w:t>
      </w:r>
      <w:r>
        <w:t>.</w:t>
      </w:r>
    </w:p>
    <w:p w14:paraId="42746A66" w14:textId="026647B0" w:rsidR="00941491" w:rsidRDefault="00941491" w:rsidP="00941491">
      <w:pPr>
        <w:pStyle w:val="Text1-1"/>
        <w:numPr>
          <w:ilvl w:val="0"/>
          <w:numId w:val="0"/>
        </w:numPr>
        <w:ind w:left="737"/>
      </w:pPr>
      <w:r>
        <w:t xml:space="preserve">Hodnocení v rámci tohoto dílčího hodnotícího kritéria bude provedeno na základě posouzení údajů uvedených v </w:t>
      </w:r>
      <w:r w:rsidR="000B17EE">
        <w:t>Seznamu zkušeností</w:t>
      </w:r>
      <w:r>
        <w:t xml:space="preserve"> </w:t>
      </w:r>
      <w:r w:rsidR="000B17EE">
        <w:t xml:space="preserve">hodnocených </w:t>
      </w:r>
      <w:r>
        <w:t xml:space="preserve">členů odborného personálu dodavatele </w:t>
      </w:r>
      <w:r w:rsidR="007A5918">
        <w:t xml:space="preserve">a </w:t>
      </w:r>
      <w:r>
        <w:t xml:space="preserve">předložených v nabídce ve formě obsažené v Příloze č. </w:t>
      </w:r>
      <w:r w:rsidR="000B17EE">
        <w:t>9</w:t>
      </w:r>
      <w:r>
        <w:t xml:space="preserve"> těchto Pokynů včetně</w:t>
      </w:r>
      <w:r w:rsidR="000B17EE" w:rsidRPr="000B17EE">
        <w:t xml:space="preserve"> </w:t>
      </w:r>
      <w:r w:rsidR="000B17EE">
        <w:t>zadavatelem požadovaných dokladů, jež mají být k tomuto seznamu přiloženy</w:t>
      </w:r>
      <w:r>
        <w:t>. Zadavatel bude hodnotit výhradně ty</w:t>
      </w:r>
      <w:r w:rsidR="000B17EE" w:rsidRPr="000B17EE">
        <w:t xml:space="preserve"> </w:t>
      </w:r>
      <w:r w:rsidR="000B17EE">
        <w:t>zkušenosti s referenčními zakázkami</w:t>
      </w:r>
      <w:r>
        <w:t xml:space="preserve">, které budou v </w:t>
      </w:r>
      <w:r w:rsidR="000B17EE">
        <w:t xml:space="preserve">Seznamu zkušeností hodnocených členů odborného personálu dodavatele </w:t>
      </w:r>
      <w:r>
        <w:lastRenderedPageBreak/>
        <w:t xml:space="preserve">uvedeny jako údaje uvedené za účelem hodnocení nad rámec požadované kvalifikace. Zadavatel přidělí každé nabídce počet bodů v závislosti na </w:t>
      </w:r>
      <w:r w:rsidR="000B17EE">
        <w:t xml:space="preserve">prokázaných </w:t>
      </w:r>
      <w:r>
        <w:t xml:space="preserve">zkušenostech </w:t>
      </w:r>
      <w:r w:rsidR="000B17EE">
        <w:t xml:space="preserve">s referenčními zakázkami </w:t>
      </w:r>
      <w:r>
        <w:t>u vybraných členů odborného personálu dodavatele. Jednotliví členové odborného personálu dodavatele určení dodavatelem k hodnocení budou v rámci tohoto hodnotícího kritéria získávat body dle následující tabulky:</w:t>
      </w:r>
    </w:p>
    <w:p w14:paraId="5844C98B"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7FE4418B"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61F4B069" w14:textId="77777777" w:rsidR="00B77110" w:rsidRPr="00B77110" w:rsidRDefault="00B77110" w:rsidP="00631EAA">
            <w:pPr>
              <w:rPr>
                <w:rFonts w:cs="Arial"/>
                <w:b/>
                <w:bCs/>
              </w:rPr>
            </w:pPr>
          </w:p>
          <w:p w14:paraId="0320A0F6"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15CBB7AA" w14:textId="77777777" w:rsidR="00B77110" w:rsidRPr="00B77110" w:rsidRDefault="00B77110" w:rsidP="00631EAA">
            <w:pPr>
              <w:rPr>
                <w:rFonts w:cs="Arial"/>
                <w:b/>
                <w:bCs/>
              </w:rPr>
            </w:pPr>
          </w:p>
          <w:p w14:paraId="4351B460"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30819986" w14:textId="77777777" w:rsidR="00B77110" w:rsidRPr="00B77110" w:rsidRDefault="00B77110" w:rsidP="00631EAA">
            <w:pPr>
              <w:rPr>
                <w:rFonts w:cs="Arial"/>
                <w:b/>
                <w:bCs/>
              </w:rPr>
            </w:pPr>
          </w:p>
          <w:p w14:paraId="76EB6A91"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4064220E" w14:textId="77777777" w:rsidR="00B77110" w:rsidRPr="00B77110" w:rsidRDefault="00B77110" w:rsidP="00631EAA">
            <w:pPr>
              <w:rPr>
                <w:rFonts w:cs="Arial"/>
                <w:b/>
                <w:bCs/>
              </w:rPr>
            </w:pPr>
          </w:p>
          <w:p w14:paraId="5C7B43C8" w14:textId="61A9CCA1" w:rsidR="00B77110" w:rsidRPr="00B77110" w:rsidRDefault="00B77110" w:rsidP="000B17EE">
            <w:pPr>
              <w:rPr>
                <w:rFonts w:cs="Arial"/>
                <w:bCs/>
              </w:rPr>
            </w:pPr>
            <w:r w:rsidRPr="00B77110">
              <w:rPr>
                <w:rFonts w:cs="Arial"/>
                <w:b/>
                <w:bCs/>
              </w:rPr>
              <w:t>Maximální bodové ohodnocení</w:t>
            </w:r>
            <w:r w:rsidRPr="00B77110">
              <w:rPr>
                <w:rFonts w:cs="Arial"/>
                <w:bCs/>
              </w:rPr>
              <w:t xml:space="preserve"> (zkušenosti nad rámec maxima již nejsou hodnoceny)</w:t>
            </w:r>
          </w:p>
        </w:tc>
      </w:tr>
      <w:tr w:rsidR="007B6970" w:rsidRPr="00B77110" w14:paraId="5B64E7B7" w14:textId="77777777" w:rsidTr="007B697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05B45A29" w14:textId="77777777" w:rsidR="007B6970" w:rsidRPr="007B6970" w:rsidRDefault="007B6970" w:rsidP="00BD631A">
            <w:pPr>
              <w:rPr>
                <w:rFonts w:cs="Arial"/>
              </w:rPr>
            </w:pPr>
            <w:r w:rsidRPr="007B6970">
              <w:rPr>
                <w:rFonts w:cs="Arial"/>
              </w:rPr>
              <w:t>hlavní projektant (HIP)</w:t>
            </w:r>
          </w:p>
        </w:tc>
        <w:tc>
          <w:tcPr>
            <w:tcW w:w="3969" w:type="dxa"/>
            <w:tcBorders>
              <w:top w:val="single" w:sz="4" w:space="0" w:color="auto"/>
              <w:left w:val="nil"/>
              <w:bottom w:val="single" w:sz="4" w:space="0" w:color="auto"/>
              <w:right w:val="single" w:sz="4" w:space="0" w:color="auto"/>
            </w:tcBorders>
            <w:shd w:val="clear" w:color="auto" w:fill="auto"/>
            <w:hideMark/>
          </w:tcPr>
          <w:p w14:paraId="72F38499" w14:textId="5319C067" w:rsidR="007B6970" w:rsidRPr="007B6970" w:rsidRDefault="007B6970" w:rsidP="007B6970">
            <w:pPr>
              <w:rPr>
                <w:rFonts w:cs="Arial"/>
              </w:rPr>
            </w:pPr>
            <w:r w:rsidRPr="007B6970">
              <w:rPr>
                <w:rFonts w:cs="Arial"/>
              </w:rPr>
              <w:t xml:space="preserve">zkušenost s plněním zakázky na projektové práce spočívající ve zpracování dokumentace pro stavby železničních drah ve stupni DUR </w:t>
            </w:r>
            <w:r w:rsidR="002367E0" w:rsidRPr="00BB79FD">
              <w:t xml:space="preserve">nebo DPS nebo DPS+PDPS </w:t>
            </w:r>
            <w:r w:rsidRPr="007B6970">
              <w:rPr>
                <w:rFonts w:cs="Arial"/>
              </w:rPr>
              <w:t xml:space="preserve">nebo DSP nebo DSP+PDPS nebo DUSP/DUSL nebo DUSP/DUSL+PDPS nebo DUR+DSP nebo DUR+DSP+PDPS ve funkci vedoucího týmu nebo zástupce vedoucího týmu s hodnotou zakázky na projektové práce ve výši nejméně </w:t>
            </w:r>
            <w:r w:rsidR="00B113AD" w:rsidRPr="00B113AD">
              <w:rPr>
                <w:rFonts w:cs="Arial"/>
                <w:b/>
                <w:bCs/>
              </w:rPr>
              <w:t>15</w:t>
            </w:r>
            <w:r w:rsidRPr="00B113AD">
              <w:rPr>
                <w:rFonts w:cs="Arial"/>
                <w:b/>
                <w:bCs/>
              </w:rPr>
              <w:t xml:space="preserve"> mil. Kč bez DPH</w:t>
            </w:r>
            <w:r w:rsidRPr="007B6970">
              <w:rPr>
                <w:rFonts w:cs="Arial"/>
              </w:rPr>
              <w:t xml:space="preserve"> a dokončené v posledních 8 letech před zahájením zadávacího řízení, 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hideMark/>
          </w:tcPr>
          <w:p w14:paraId="46B95E8B" w14:textId="77777777" w:rsidR="00026527" w:rsidRDefault="00026527" w:rsidP="00BD631A">
            <w:pPr>
              <w:rPr>
                <w:rFonts w:cs="Arial"/>
              </w:rPr>
            </w:pPr>
          </w:p>
          <w:p w14:paraId="7C81DD3C" w14:textId="77777777" w:rsidR="00026527" w:rsidRDefault="00026527" w:rsidP="00BD631A">
            <w:pPr>
              <w:rPr>
                <w:rFonts w:cs="Arial"/>
              </w:rPr>
            </w:pPr>
          </w:p>
          <w:p w14:paraId="0332DA25" w14:textId="506CE45E" w:rsidR="007B6970" w:rsidRPr="007B6970" w:rsidRDefault="007B6970" w:rsidP="00BD631A">
            <w:pPr>
              <w:rPr>
                <w:rFonts w:cs="Arial"/>
              </w:rPr>
            </w:pPr>
            <w:r w:rsidRPr="007B6970">
              <w:rPr>
                <w:rFonts w:cs="Arial"/>
              </w:rPr>
              <w:t>2 body za každou zakázku</w:t>
            </w:r>
          </w:p>
        </w:tc>
        <w:tc>
          <w:tcPr>
            <w:tcW w:w="1560" w:type="dxa"/>
            <w:tcBorders>
              <w:top w:val="single" w:sz="4" w:space="0" w:color="auto"/>
              <w:left w:val="nil"/>
              <w:bottom w:val="single" w:sz="4" w:space="0" w:color="auto"/>
              <w:right w:val="single" w:sz="4" w:space="0" w:color="auto"/>
            </w:tcBorders>
            <w:shd w:val="clear" w:color="auto" w:fill="auto"/>
            <w:hideMark/>
          </w:tcPr>
          <w:p w14:paraId="3ADD9CBF" w14:textId="77777777" w:rsidR="00026527" w:rsidRDefault="00026527" w:rsidP="00BD631A">
            <w:pPr>
              <w:rPr>
                <w:rFonts w:cs="Arial"/>
              </w:rPr>
            </w:pPr>
          </w:p>
          <w:p w14:paraId="5A42087D" w14:textId="77777777" w:rsidR="00026527" w:rsidRDefault="00026527" w:rsidP="00BD631A">
            <w:pPr>
              <w:rPr>
                <w:rFonts w:cs="Arial"/>
              </w:rPr>
            </w:pPr>
          </w:p>
          <w:p w14:paraId="3F1F8760" w14:textId="77777777" w:rsidR="00026527" w:rsidRDefault="00026527" w:rsidP="00BD631A">
            <w:pPr>
              <w:rPr>
                <w:rFonts w:cs="Arial"/>
              </w:rPr>
            </w:pPr>
          </w:p>
          <w:p w14:paraId="50E77AF5" w14:textId="324C95E7" w:rsidR="007B6970" w:rsidRPr="007B6970" w:rsidRDefault="007B6970" w:rsidP="00BD631A">
            <w:pPr>
              <w:rPr>
                <w:rFonts w:cs="Arial"/>
              </w:rPr>
            </w:pPr>
            <w:r w:rsidRPr="007B6970">
              <w:rPr>
                <w:rFonts w:cs="Arial"/>
              </w:rPr>
              <w:t>6</w:t>
            </w:r>
          </w:p>
        </w:tc>
      </w:tr>
      <w:tr w:rsidR="007B6970" w:rsidRPr="00B77110" w14:paraId="677CEC3C" w14:textId="77777777" w:rsidTr="007B697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434989E9" w14:textId="77777777" w:rsidR="007B6970" w:rsidRPr="007B6970" w:rsidRDefault="007B6970" w:rsidP="00BD631A">
            <w:pPr>
              <w:rPr>
                <w:rFonts w:cs="Arial"/>
              </w:rPr>
            </w:pPr>
            <w:r w:rsidRPr="007B6970">
              <w:rPr>
                <w:rFonts w:cs="Arial"/>
              </w:rPr>
              <w:t>specialista na trakční vedení</w:t>
            </w:r>
          </w:p>
        </w:tc>
        <w:tc>
          <w:tcPr>
            <w:tcW w:w="3969" w:type="dxa"/>
            <w:tcBorders>
              <w:top w:val="single" w:sz="4" w:space="0" w:color="auto"/>
              <w:left w:val="nil"/>
              <w:bottom w:val="single" w:sz="4" w:space="0" w:color="auto"/>
              <w:right w:val="single" w:sz="4" w:space="0" w:color="auto"/>
            </w:tcBorders>
            <w:shd w:val="clear" w:color="auto" w:fill="auto"/>
            <w:hideMark/>
          </w:tcPr>
          <w:p w14:paraId="773C7613" w14:textId="2C90042E" w:rsidR="007B6970" w:rsidRPr="007B6970" w:rsidRDefault="007B6970" w:rsidP="007B6970">
            <w:pPr>
              <w:rPr>
                <w:rFonts w:cs="Arial"/>
              </w:rPr>
            </w:pPr>
            <w:r w:rsidRPr="007B6970">
              <w:rPr>
                <w:rFonts w:cs="Arial"/>
              </w:rPr>
              <w:t xml:space="preserve">zkušenost se zpracováním dokumentace pro stavby železničních drah ve stupni DUR </w:t>
            </w:r>
            <w:r w:rsidR="004A737C" w:rsidRPr="00BB79FD">
              <w:t xml:space="preserve">nebo DPS nebo DPS+PDPS </w:t>
            </w:r>
            <w:r w:rsidRPr="007B6970">
              <w:rPr>
                <w:rFonts w:cs="Arial"/>
              </w:rPr>
              <w:t xml:space="preserve">nebo DSP nebo DSP+PDPS nebo DUSP/DUSL nebo DUSP/DUSL+PDPS nebo DUR+DSP nebo DUR+DSP+PDPS ve svém oboru (trakční vedení) ve funkci specialisty nebo odpovědného projektanta v rámci zakázky na projektové práce spočívající ve zpracování dokumentace s hodnotou zakázky ve výši nejméně </w:t>
            </w:r>
            <w:r w:rsidR="00B113AD" w:rsidRPr="00B113AD">
              <w:rPr>
                <w:rFonts w:cs="Arial"/>
                <w:b/>
                <w:bCs/>
              </w:rPr>
              <w:t>15 mil. Kč bez DPH</w:t>
            </w:r>
            <w:r w:rsidR="00B113AD" w:rsidRPr="007B6970">
              <w:rPr>
                <w:rFonts w:cs="Arial"/>
              </w:rPr>
              <w:t xml:space="preserve"> </w:t>
            </w:r>
            <w:r w:rsidRPr="007B6970">
              <w:rPr>
                <w:rFonts w:cs="Arial"/>
              </w:rPr>
              <w:t>a 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hideMark/>
          </w:tcPr>
          <w:p w14:paraId="658AAD36" w14:textId="77777777" w:rsidR="007B6970" w:rsidRPr="007B6970" w:rsidRDefault="007B6970" w:rsidP="00BD631A">
            <w:pPr>
              <w:rPr>
                <w:rFonts w:cs="Arial"/>
              </w:rPr>
            </w:pPr>
          </w:p>
          <w:p w14:paraId="1423E9A1" w14:textId="77777777" w:rsidR="007B6970" w:rsidRPr="007B6970" w:rsidRDefault="007B6970" w:rsidP="00BD631A">
            <w:pPr>
              <w:rPr>
                <w:rFonts w:cs="Arial"/>
              </w:rPr>
            </w:pPr>
          </w:p>
          <w:p w14:paraId="40C68660" w14:textId="77777777" w:rsidR="007B6970" w:rsidRPr="007B6970" w:rsidRDefault="007B6970" w:rsidP="00BD631A">
            <w:pPr>
              <w:rPr>
                <w:rFonts w:cs="Arial"/>
              </w:rPr>
            </w:pPr>
            <w:r w:rsidRPr="007B6970">
              <w:rPr>
                <w:rFonts w:cs="Arial"/>
              </w:rPr>
              <w:t>1 bod za každou zakázku</w:t>
            </w:r>
          </w:p>
        </w:tc>
        <w:tc>
          <w:tcPr>
            <w:tcW w:w="1560" w:type="dxa"/>
            <w:tcBorders>
              <w:top w:val="single" w:sz="4" w:space="0" w:color="auto"/>
              <w:left w:val="nil"/>
              <w:bottom w:val="single" w:sz="4" w:space="0" w:color="auto"/>
              <w:right w:val="single" w:sz="4" w:space="0" w:color="auto"/>
            </w:tcBorders>
            <w:shd w:val="clear" w:color="auto" w:fill="auto"/>
            <w:hideMark/>
          </w:tcPr>
          <w:p w14:paraId="0C58C090" w14:textId="77777777" w:rsidR="00026527" w:rsidRDefault="00026527" w:rsidP="00BD631A">
            <w:pPr>
              <w:rPr>
                <w:rFonts w:cs="Arial"/>
              </w:rPr>
            </w:pPr>
          </w:p>
          <w:p w14:paraId="0712E57A" w14:textId="77777777" w:rsidR="00026527" w:rsidRDefault="00026527" w:rsidP="00BD631A">
            <w:pPr>
              <w:rPr>
                <w:rFonts w:cs="Arial"/>
              </w:rPr>
            </w:pPr>
          </w:p>
          <w:p w14:paraId="6C026F5B" w14:textId="77777777" w:rsidR="00026527" w:rsidRDefault="00026527" w:rsidP="00BD631A">
            <w:pPr>
              <w:rPr>
                <w:rFonts w:cs="Arial"/>
              </w:rPr>
            </w:pPr>
          </w:p>
          <w:p w14:paraId="1B1DF641" w14:textId="7AFA364F" w:rsidR="007B6970" w:rsidRPr="007B6970" w:rsidRDefault="007B6970" w:rsidP="00BD631A">
            <w:pPr>
              <w:rPr>
                <w:rFonts w:cs="Arial"/>
              </w:rPr>
            </w:pPr>
            <w:r w:rsidRPr="007B6970">
              <w:rPr>
                <w:rFonts w:cs="Arial"/>
              </w:rPr>
              <w:t>3</w:t>
            </w:r>
          </w:p>
        </w:tc>
      </w:tr>
    </w:tbl>
    <w:p w14:paraId="57413269" w14:textId="519A4E57" w:rsidR="00353AEB" w:rsidRDefault="007B6970" w:rsidP="00353AEB">
      <w:pPr>
        <w:pStyle w:val="Text1-1"/>
        <w:numPr>
          <w:ilvl w:val="0"/>
          <w:numId w:val="0"/>
        </w:numPr>
        <w:ind w:left="737"/>
        <w:rPr>
          <w:b/>
        </w:rPr>
      </w:pPr>
      <w:r>
        <w:rPr>
          <w:b/>
        </w:rPr>
        <w:br/>
      </w:r>
      <w:r w:rsidR="00353AEB" w:rsidRPr="00580BF5">
        <w:rPr>
          <w:b/>
        </w:rPr>
        <w:t>Pokud není v tomto článku specificky uvedeno jinak, platí definice pojmů a pravidla uvedená v čl. 8.</w:t>
      </w:r>
      <w:r w:rsidR="00353AEB">
        <w:rPr>
          <w:b/>
        </w:rPr>
        <w:t>4</w:t>
      </w:r>
      <w:r w:rsidR="00353AEB" w:rsidRPr="00580BF5">
        <w:rPr>
          <w:b/>
        </w:rPr>
        <w:t xml:space="preserve"> </w:t>
      </w:r>
      <w:r w:rsidR="00353AEB">
        <w:rPr>
          <w:b/>
        </w:rPr>
        <w:t xml:space="preserve">a 8.5 </w:t>
      </w:r>
      <w:r w:rsidR="00353AEB" w:rsidRPr="00580BF5">
        <w:rPr>
          <w:b/>
        </w:rPr>
        <w:t>těchto Pokynů.</w:t>
      </w:r>
    </w:p>
    <w:p w14:paraId="44B56A5B" w14:textId="71C3A3CC" w:rsidR="00B77110" w:rsidRDefault="00B77110" w:rsidP="00B77110">
      <w:pPr>
        <w:pStyle w:val="Text1-1"/>
        <w:numPr>
          <w:ilvl w:val="0"/>
          <w:numId w:val="0"/>
        </w:numPr>
        <w:ind w:left="737"/>
      </w:pPr>
      <w:r>
        <w:t>Dodavatel může u každé funkce člena odborného personálu dodavatele určit pouze jednu osobu, kterou má být prokazována technická kvalifikace dle čl. 8.5 těchto Pokynů. Tato osoba bude u vybraných (výše v tabulce uvedených) členů odborného personálu současně i hodnocena</w:t>
      </w:r>
      <w:r w:rsidR="00CB020E">
        <w:t xml:space="preserve"> (s výjimkou případu uvedeného níže, kdy dodavatel určil jednu fyzickou osobu pro více funkcí člena odborného personálu)</w:t>
      </w:r>
      <w:r>
        <w:t xml:space="preserve">.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w:t>
      </w:r>
      <w:r>
        <w:lastRenderedPageBreak/>
        <w:t>ve vztahu k žádné z těchto konkrétních osob navržených na danou funkci v rámci hodnotícího kritéria dle čl. 16.3 těchto Pokynů hodnocena</w:t>
      </w:r>
      <w:r w:rsidR="004354CE">
        <w:t xml:space="preserve"> (resp. dostane 0 bodů)</w:t>
      </w:r>
      <w:r>
        <w:t xml:space="preserve">. </w:t>
      </w:r>
    </w:p>
    <w:p w14:paraId="69138A4E" w14:textId="25C0E15B"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Určí-li dodavatel jednu fyzickou osobou pro více funkcí člena odborného personálu, může být tato osoba předmětem hodnocení pouze u jedné z funkcí, kterou má zastávat. V takovém případě je dodavatel povinen v nabídce </w:t>
      </w:r>
      <w:r w:rsidR="00CB020E">
        <w:t>v příloze č. 9 těchto Pokynů s názvem Seznam zkušeností hodnocených</w:t>
      </w:r>
      <w:r w:rsidR="00CB020E" w:rsidRPr="00F8119C">
        <w:t xml:space="preserve"> </w:t>
      </w:r>
      <w:r w:rsidR="00CB020E">
        <w:t xml:space="preserve">členů odborného personálu </w:t>
      </w:r>
      <w:r>
        <w:t xml:space="preserve">uvést, pro kterou funkci člena </w:t>
      </w:r>
      <w:r w:rsidR="00CB020E">
        <w:t xml:space="preserve">odborného personálu dodavatele </w:t>
      </w:r>
      <w:r>
        <w:t xml:space="preserve">má být tato fyzická osoba hodnocena. Nebude-li nabídka tento údaj obsahovat, </w:t>
      </w:r>
      <w:r w:rsidR="00CB020E">
        <w:t xml:space="preserve">příp. bude-li uvedeno, že má být osoba hodnocena pro více funkcí člena odborného personálu dodavatele, </w:t>
      </w:r>
      <w:r>
        <w:t xml:space="preserve">nebude taková fyzická osoba hodnocena pro žádnou z funkcí, které má zastávat. Zadavatel upozorňuje, že tento údaj nemůže být dodatečně doplňován </w:t>
      </w:r>
      <w:r w:rsidR="00CB020E">
        <w:t xml:space="preserve">či měněn </w:t>
      </w:r>
      <w:r>
        <w:t xml:space="preserve">postupem dle § 46 odst. 2 ZZVZ. </w:t>
      </w:r>
      <w:r w:rsidR="00CB020E">
        <w:t>Přílohu č. 9 těchto Pokynů s názvem Seznam zkušeností hodnocených</w:t>
      </w:r>
      <w:r w:rsidR="00CB020E" w:rsidRPr="00F8119C">
        <w:t xml:space="preserve"> </w:t>
      </w:r>
      <w:r w:rsidR="00CB020E">
        <w:t>členů odborného personálu</w:t>
      </w:r>
      <w:r w:rsidR="00CB020E" w:rsidRPr="003E611F">
        <w:t xml:space="preserve"> </w:t>
      </w:r>
      <w:r>
        <w:t xml:space="preserve">dodavatel vyplňuje za účelem hodnocení pouze </w:t>
      </w:r>
      <w:r w:rsidR="00CB020E">
        <w:t>pro ty osoby odborného personálu dodavatele a</w:t>
      </w:r>
      <w:r>
        <w:t xml:space="preserve"> v těch funkcích, které mají být hodnoceny. </w:t>
      </w:r>
    </w:p>
    <w:p w14:paraId="642C8AB8" w14:textId="3C511BEF" w:rsidR="00CB020E" w:rsidRPr="00561745" w:rsidRDefault="00CB020E" w:rsidP="00CB020E">
      <w:pPr>
        <w:pStyle w:val="Text1-1"/>
        <w:numPr>
          <w:ilvl w:val="0"/>
          <w:numId w:val="0"/>
        </w:numPr>
        <w:ind w:left="737"/>
        <w:rPr>
          <w:rFonts w:cs="Arial"/>
          <w:bCs/>
        </w:rPr>
      </w:pPr>
      <w:r w:rsidRPr="00561745">
        <w:t>Pro odstranění pochybností zadavatel upřesňuje, že u</w:t>
      </w:r>
      <w:r w:rsidRPr="00561745">
        <w:rPr>
          <w:rFonts w:cs="Arial"/>
          <w:bCs/>
        </w:rPr>
        <w:t xml:space="preserve"> </w:t>
      </w:r>
      <w:r w:rsidR="00164B08" w:rsidRPr="00561745">
        <w:rPr>
          <w:rFonts w:cs="Arial"/>
          <w:bCs/>
        </w:rPr>
        <w:t>hlavního projektanta</w:t>
      </w:r>
      <w:r w:rsidRPr="00561745">
        <w:rPr>
          <w:rFonts w:cs="Arial"/>
          <w:bCs/>
        </w:rPr>
        <w:t xml:space="preserve"> (HIP) a specialisty na hodnocení ekonomické efektivnosti nemůže dodavatel tu samou referenční zakázku použít k prokázání kvalifikace a zároveň i pro hodnocení; hodnoceny budou tedy pouze referenční zakázky uvedené nad rámec kvalifikačního kritéria.</w:t>
      </w:r>
    </w:p>
    <w:p w14:paraId="1BD2AC82" w14:textId="77777777" w:rsidR="00CB020E" w:rsidRPr="00561745" w:rsidRDefault="00CB020E" w:rsidP="00CB020E">
      <w:pPr>
        <w:pStyle w:val="Text1-1"/>
        <w:numPr>
          <w:ilvl w:val="0"/>
          <w:numId w:val="0"/>
        </w:numPr>
        <w:ind w:left="737"/>
        <w:rPr>
          <w:rFonts w:cs="Arial"/>
          <w:bCs/>
        </w:rPr>
      </w:pPr>
      <w:r w:rsidRPr="00561745">
        <w:rPr>
          <w:rFonts w:cs="Arial"/>
          <w:bCs/>
        </w:rPr>
        <w:t>K pojmům použitým při definování hodnocených zkušeností ohledně zastávaných funkcí projektanta při výkonu zkušenosti zadavatel upřesňuje, že:</w:t>
      </w:r>
    </w:p>
    <w:p w14:paraId="7C30ADC5" w14:textId="3FB07976" w:rsidR="00CB020E" w:rsidRDefault="00CB020E" w:rsidP="00CB020E">
      <w:pPr>
        <w:pStyle w:val="Odrka1-2-"/>
        <w:rPr>
          <w:rFonts w:cs="Arial"/>
          <w:bCs/>
        </w:rPr>
      </w:pPr>
      <w:r w:rsidRPr="00561745">
        <w:t>specialistou</w:t>
      </w:r>
      <w:r w:rsidRPr="00561745">
        <w:rPr>
          <w:rFonts w:cs="Arial"/>
          <w:bCs/>
        </w:rPr>
        <w:t xml:space="preserve"> se rozumí osoba kvalifikovaného</w:t>
      </w:r>
      <w:r w:rsidRPr="004B6506">
        <w:rPr>
          <w:rFonts w:cs="Arial"/>
          <w:bCs/>
        </w:rPr>
        <w:t xml:space="preserve"> člena týmu </w:t>
      </w:r>
      <w:r>
        <w:rPr>
          <w:rFonts w:cs="Arial"/>
          <w:bCs/>
        </w:rPr>
        <w:t>z</w:t>
      </w:r>
      <w:r w:rsidRPr="004B6506">
        <w:rPr>
          <w:rFonts w:cs="Arial"/>
          <w:bCs/>
        </w:rPr>
        <w:t>hotovitele s profesní specializací, jehož náplní činnost</w:t>
      </w:r>
      <w:r w:rsidR="00F666BB">
        <w:rPr>
          <w:rFonts w:cs="Arial"/>
          <w:bCs/>
        </w:rPr>
        <w:t>i</w:t>
      </w:r>
      <w:r w:rsidRPr="004B6506">
        <w:rPr>
          <w:rFonts w:cs="Arial"/>
          <w:bCs/>
        </w:rPr>
        <w:t xml:space="preserve"> je zpracování části </w:t>
      </w:r>
      <w:r>
        <w:rPr>
          <w:rFonts w:cs="Arial"/>
          <w:bCs/>
        </w:rPr>
        <w:t>d</w:t>
      </w:r>
      <w:r w:rsidRPr="004B6506">
        <w:rPr>
          <w:rFonts w:cs="Arial"/>
          <w:bCs/>
        </w:rPr>
        <w:t xml:space="preserve">íla v pozici </w:t>
      </w:r>
      <w:r>
        <w:rPr>
          <w:rFonts w:cs="Arial"/>
          <w:bCs/>
        </w:rPr>
        <w:t>o</w:t>
      </w:r>
      <w:r w:rsidRPr="004B6506">
        <w:rPr>
          <w:rFonts w:cs="Arial"/>
          <w:bCs/>
        </w:rPr>
        <w:t xml:space="preserve">dpovědného projektanta v oboru své specializace a současně koordinace návrhu technického řešení příslušné části </w:t>
      </w:r>
      <w:r>
        <w:rPr>
          <w:rFonts w:cs="Arial"/>
          <w:bCs/>
        </w:rPr>
        <w:t>d</w:t>
      </w:r>
      <w:r w:rsidRPr="004B6506">
        <w:rPr>
          <w:rFonts w:cs="Arial"/>
          <w:bCs/>
        </w:rPr>
        <w:t xml:space="preserve">íla v rámci dané specializace. </w:t>
      </w:r>
      <w:r>
        <w:rPr>
          <w:rFonts w:cs="Arial"/>
          <w:bCs/>
        </w:rPr>
        <w:t>V</w:t>
      </w:r>
      <w:r w:rsidRPr="001B00C9">
        <w:t xml:space="preserve"> projektové hierarchii </w:t>
      </w:r>
      <w:r>
        <w:t xml:space="preserve">je </w:t>
      </w:r>
      <w:r w:rsidRPr="001B00C9">
        <w:t>podřízen</w:t>
      </w:r>
      <w:r w:rsidR="00F666BB">
        <w:t xml:space="preserve"> hlavnímu projektantovi</w:t>
      </w:r>
      <w:r>
        <w:t>.</w:t>
      </w:r>
      <w:r w:rsidRPr="004B6506">
        <w:rPr>
          <w:rFonts w:cs="Arial"/>
          <w:bCs/>
        </w:rPr>
        <w:t xml:space="preserve"> Jedná se o člena odborného personálu, který byl </w:t>
      </w:r>
      <w:r>
        <w:rPr>
          <w:rFonts w:cs="Arial"/>
          <w:bCs/>
        </w:rPr>
        <w:t>z</w:t>
      </w:r>
      <w:r w:rsidRPr="004B6506">
        <w:rPr>
          <w:rFonts w:cs="Arial"/>
          <w:bCs/>
        </w:rPr>
        <w:t xml:space="preserve">hotovitelem doložen v nabídce veřejné zakázky na zpracování </w:t>
      </w:r>
      <w:r>
        <w:rPr>
          <w:rFonts w:cs="Arial"/>
          <w:bCs/>
        </w:rPr>
        <w:t>d</w:t>
      </w:r>
      <w:r w:rsidRPr="004B6506">
        <w:rPr>
          <w:rFonts w:cs="Arial"/>
          <w:bCs/>
        </w:rPr>
        <w:t xml:space="preserve">íla nebo určen v průběhu zpracování </w:t>
      </w:r>
      <w:r>
        <w:rPr>
          <w:rFonts w:cs="Arial"/>
          <w:bCs/>
        </w:rPr>
        <w:t>d</w:t>
      </w:r>
      <w:r w:rsidRPr="004B6506">
        <w:rPr>
          <w:rFonts w:cs="Arial"/>
          <w:bCs/>
        </w:rPr>
        <w:t xml:space="preserve">íla dle </w:t>
      </w:r>
      <w:r>
        <w:rPr>
          <w:rFonts w:cs="Arial"/>
          <w:bCs/>
        </w:rPr>
        <w:t>smlouvy na plnění</w:t>
      </w:r>
      <w:r w:rsidRPr="004B6506">
        <w:rPr>
          <w:rFonts w:cs="Arial"/>
          <w:bCs/>
        </w:rPr>
        <w:t>.</w:t>
      </w:r>
      <w:r>
        <w:rPr>
          <w:rFonts w:cs="Arial"/>
          <w:bCs/>
        </w:rPr>
        <w:t xml:space="preserve">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w:t>
      </w:r>
    </w:p>
    <w:p w14:paraId="33480A5A" w14:textId="38DDE499" w:rsidR="00CB020E" w:rsidRDefault="00CB020E" w:rsidP="0058793D">
      <w:pPr>
        <w:pStyle w:val="Odrka1-2-"/>
      </w:pPr>
      <w:r w:rsidRPr="00F80740">
        <w:t>Odpovědný</w:t>
      </w:r>
      <w:r>
        <w:t>m</w:t>
      </w:r>
      <w:r>
        <w:rPr>
          <w:rFonts w:cs="Arial"/>
          <w:bCs/>
        </w:rPr>
        <w:t xml:space="preserve"> projektantem </w:t>
      </w:r>
      <w:r w:rsidRPr="004B6506">
        <w:rPr>
          <w:rFonts w:cs="Arial"/>
          <w:bCs/>
        </w:rPr>
        <w:t xml:space="preserve">je osoba kvalifikovaného člena týmu </w:t>
      </w:r>
      <w:r>
        <w:rPr>
          <w:rFonts w:cs="Arial"/>
          <w:bCs/>
        </w:rPr>
        <w:t>z</w:t>
      </w:r>
      <w:r w:rsidRPr="004B6506">
        <w:rPr>
          <w:rFonts w:cs="Arial"/>
          <w:bCs/>
        </w:rPr>
        <w:t xml:space="preserve">hotovitele s profesní </w:t>
      </w:r>
      <w:r w:rsidRPr="0058793D">
        <w:t>specializací</w:t>
      </w:r>
      <w:r w:rsidRPr="004B6506">
        <w:rPr>
          <w:rFonts w:cs="Arial"/>
          <w:bCs/>
        </w:rPr>
        <w:t>, jehož náplní činnost</w:t>
      </w:r>
      <w:r w:rsidR="00F666BB">
        <w:rPr>
          <w:rFonts w:cs="Arial"/>
          <w:bCs/>
        </w:rPr>
        <w:t>i</w:t>
      </w:r>
      <w:r w:rsidRPr="004B6506">
        <w:rPr>
          <w:rFonts w:cs="Arial"/>
          <w:bCs/>
        </w:rPr>
        <w:t xml:space="preserve"> je zpracování části </w:t>
      </w:r>
      <w:r>
        <w:rPr>
          <w:rFonts w:cs="Arial"/>
          <w:bCs/>
        </w:rPr>
        <w:t>d</w:t>
      </w:r>
      <w:r w:rsidRPr="004B6506">
        <w:rPr>
          <w:rFonts w:cs="Arial"/>
          <w:bCs/>
        </w:rPr>
        <w:t>íla v oboru své specializac</w:t>
      </w:r>
      <w:r>
        <w:rPr>
          <w:rFonts w:cs="Arial"/>
          <w:bCs/>
        </w:rPr>
        <w:t>e</w:t>
      </w:r>
      <w:r w:rsidRPr="004B6506">
        <w:rPr>
          <w:rFonts w:cs="Arial"/>
          <w:bCs/>
        </w:rPr>
        <w:t xml:space="preserve">. </w:t>
      </w:r>
      <w:r>
        <w:rPr>
          <w:rFonts w:cs="Arial"/>
          <w:bCs/>
        </w:rPr>
        <w:t>V</w:t>
      </w:r>
      <w:r w:rsidRPr="001B00C9">
        <w:t xml:space="preserve"> projektové hierarchii </w:t>
      </w:r>
      <w:r>
        <w:t xml:space="preserve">je </w:t>
      </w:r>
      <w:r w:rsidRPr="001B00C9">
        <w:t xml:space="preserve">podřízen </w:t>
      </w:r>
      <w:r>
        <w:t xml:space="preserve">specialistovi.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 Osoba </w:t>
      </w:r>
      <w:r>
        <w:rPr>
          <w:rFonts w:cs="Arial"/>
          <w:bCs/>
        </w:rPr>
        <w:t>o</w:t>
      </w:r>
      <w:r w:rsidRPr="004B6506">
        <w:rPr>
          <w:rFonts w:cs="Arial"/>
          <w:bCs/>
        </w:rPr>
        <w:t xml:space="preserve">dpovědného projektanta může také plnit funkci </w:t>
      </w:r>
      <w:r>
        <w:rPr>
          <w:rFonts w:cs="Arial"/>
          <w:bCs/>
        </w:rPr>
        <w:t>s</w:t>
      </w:r>
      <w:r w:rsidRPr="004B6506">
        <w:rPr>
          <w:rFonts w:cs="Arial"/>
          <w:bCs/>
        </w:rPr>
        <w:t>pecialisty v</w:t>
      </w:r>
      <w:r>
        <w:rPr>
          <w:rFonts w:cs="Arial"/>
          <w:bCs/>
        </w:rPr>
        <w:t> </w:t>
      </w:r>
      <w:r w:rsidRPr="004B6506">
        <w:rPr>
          <w:rFonts w:cs="Arial"/>
          <w:bCs/>
        </w:rPr>
        <w:t>případě</w:t>
      </w:r>
      <w:r>
        <w:rPr>
          <w:rFonts w:cs="Arial"/>
          <w:bCs/>
        </w:rPr>
        <w:t>,</w:t>
      </w:r>
      <w:r w:rsidRPr="004B6506">
        <w:rPr>
          <w:rFonts w:cs="Arial"/>
          <w:bCs/>
        </w:rPr>
        <w:t xml:space="preserve"> že je současně osobou kvalifikovaného člena týmu </w:t>
      </w:r>
      <w:r>
        <w:rPr>
          <w:rFonts w:cs="Arial"/>
          <w:bCs/>
        </w:rPr>
        <w:t>z</w:t>
      </w:r>
      <w:r w:rsidRPr="004B6506">
        <w:rPr>
          <w:rFonts w:cs="Arial"/>
          <w:bCs/>
        </w:rPr>
        <w:t>hotovitele s profesní specializací pro části j</w:t>
      </w:r>
      <w:r>
        <w:rPr>
          <w:rFonts w:cs="Arial"/>
          <w:bCs/>
        </w:rPr>
        <w:t>í</w:t>
      </w:r>
      <w:r w:rsidRPr="004B6506">
        <w:rPr>
          <w:rFonts w:cs="Arial"/>
          <w:bCs/>
        </w:rPr>
        <w:t xml:space="preserve">m zpracovávaného </w:t>
      </w:r>
      <w:r>
        <w:rPr>
          <w:rFonts w:cs="Arial"/>
          <w:bCs/>
        </w:rPr>
        <w:t>d</w:t>
      </w:r>
      <w:r w:rsidRPr="004B6506">
        <w:rPr>
          <w:rFonts w:cs="Arial"/>
          <w:bCs/>
        </w:rPr>
        <w:t>íla.</w:t>
      </w:r>
    </w:p>
    <w:p w14:paraId="7B0C2802" w14:textId="5DFDBA28" w:rsidR="00B77110" w:rsidRDefault="00B77110" w:rsidP="00B77110">
      <w:pPr>
        <w:pStyle w:val="Text1-1"/>
        <w:numPr>
          <w:ilvl w:val="0"/>
          <w:numId w:val="0"/>
        </w:numPr>
        <w:ind w:left="737"/>
      </w:pPr>
      <w:r>
        <w:t xml:space="preserve">Zadavatel upozorňuje na ustanovení čl. 9.3 těchto Pokynů, v němž </w:t>
      </w:r>
      <w:r w:rsidR="001C040C">
        <w:t>může být</w:t>
      </w:r>
      <w:r>
        <w:t xml:space="preserve"> uveden požadavek, aby uvedené významné činnosti při plnění veřejné zakázky byly plněny přímo vybraným dodavatelem. V rozsahu takto </w:t>
      </w:r>
      <w:r w:rsidR="001C040C">
        <w:t xml:space="preserve">případně </w:t>
      </w:r>
      <w:r>
        <w:t>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1C67C7D2" w14:textId="272F3176" w:rsidR="00B77110" w:rsidRDefault="00B77110" w:rsidP="00B77110">
      <w:pPr>
        <w:pStyle w:val="Text1-1"/>
        <w:numPr>
          <w:ilvl w:val="0"/>
          <w:numId w:val="0"/>
        </w:numPr>
        <w:ind w:left="737"/>
      </w:pPr>
      <w:r>
        <w:t xml:space="preserve">Doba 8 let (u referenčních zakázek uvedených výše v tabulce hodnocených jako zkušenost konkrétního člena odborného personálu) se považuje za splněnou, pokud byla referenční zakázka </w:t>
      </w:r>
      <w:r w:rsidR="001C040C">
        <w:t xml:space="preserve">odpovídající zadavatelem stanovené definici hodnocené zkušenosti dokončena </w:t>
      </w:r>
      <w:r>
        <w:t xml:space="preserve">v průběhu této doby </w:t>
      </w:r>
      <w:r w:rsidR="001C040C">
        <w:t xml:space="preserve">nebo kdykoli po zahájení zadávacího řízení až do lhůty pro podání nabídek </w:t>
      </w:r>
      <w:r w:rsidR="00446757">
        <w:t xml:space="preserve">a </w:t>
      </w:r>
      <w:r w:rsidR="00446757" w:rsidRPr="00446757">
        <w:t xml:space="preserve">postačuje, aby požadované minimální hodnoty </w:t>
      </w:r>
      <w:r w:rsidR="00446757">
        <w:t xml:space="preserve">referenční zakázky byly </w:t>
      </w:r>
      <w:r w:rsidR="00446757" w:rsidRPr="00446757">
        <w:t xml:space="preserve">dosaženy za celou dobu </w:t>
      </w:r>
      <w:r w:rsidR="00446757">
        <w:t xml:space="preserve">jejího </w:t>
      </w:r>
      <w:r w:rsidR="00446757" w:rsidRPr="00446757">
        <w:t xml:space="preserve">poskytování, nikoliv pouze v průběhu posledních </w:t>
      </w:r>
      <w:r w:rsidR="00446757">
        <w:t>8</w:t>
      </w:r>
      <w:r w:rsidR="00446757" w:rsidRPr="00446757">
        <w:t xml:space="preserve"> </w:t>
      </w:r>
      <w:r w:rsidR="00446757" w:rsidRPr="00446757">
        <w:lastRenderedPageBreak/>
        <w:t>let před zahájením zadávacího řízení</w:t>
      </w:r>
      <w:r>
        <w:t xml:space="preserve">. V případě, že byla zakázka součástí rozsáhlejšího plnění pro objednatele služby (např. kromě zpracování projektové dokumentace měl dodavatel vykonávat i dozor </w:t>
      </w:r>
      <w:r w:rsidR="00381906">
        <w:t xml:space="preserve">projektanta </w:t>
      </w:r>
      <w:r>
        <w:t xml:space="preserve">při realizaci stavby apod.) postačí, pokud je v uvedené době dokončeno plnění </w:t>
      </w:r>
      <w:r w:rsidR="001C040C">
        <w:t xml:space="preserve">naplňující definici hodnocené zkušenosti </w:t>
      </w:r>
      <w:r>
        <w:t xml:space="preserve">(tj. </w:t>
      </w:r>
      <w:r w:rsidR="00DA5214">
        <w:t xml:space="preserve">např. </w:t>
      </w:r>
      <w:r>
        <w:t>projektové práce</w:t>
      </w:r>
      <w:r w:rsidR="00446757">
        <w:t xml:space="preserve"> spočívající ve zpracování </w:t>
      </w:r>
      <w:r w:rsidR="00446757">
        <w:rPr>
          <w:rFonts w:cs="Arial"/>
          <w:bCs/>
        </w:rPr>
        <w:t>dokumentace</w:t>
      </w:r>
      <w:r w:rsidR="00446757" w:rsidRPr="00B77110">
        <w:rPr>
          <w:rFonts w:cs="Arial"/>
          <w:bCs/>
        </w:rPr>
        <w:t xml:space="preserve"> ve stupni </w:t>
      </w:r>
      <w:r w:rsidR="00446757">
        <w:rPr>
          <w:rFonts w:cs="Arial"/>
          <w:bCs/>
        </w:rPr>
        <w:t xml:space="preserve">DUR nebo </w:t>
      </w:r>
      <w:r w:rsidR="00873829" w:rsidRPr="00944DDB">
        <w:t xml:space="preserve">DPS nebo DPS+PDPS nebo </w:t>
      </w:r>
      <w:r w:rsidR="00446757" w:rsidRPr="00B77110">
        <w:rPr>
          <w:rFonts w:cs="Arial"/>
          <w:bCs/>
        </w:rPr>
        <w:t xml:space="preserve">DSP nebo DSP+PDPS nebo </w:t>
      </w:r>
      <w:r w:rsidR="00446757" w:rsidRPr="00B77110">
        <w:rPr>
          <w:rFonts w:cs="Calibri"/>
        </w:rPr>
        <w:t>DUSP</w:t>
      </w:r>
      <w:r w:rsidR="007250A8">
        <w:rPr>
          <w:rFonts w:cs="Calibri"/>
        </w:rPr>
        <w:t>/DUSL</w:t>
      </w:r>
      <w:r w:rsidR="00446757" w:rsidRPr="00B77110">
        <w:rPr>
          <w:rFonts w:cs="Arial"/>
          <w:bCs/>
        </w:rPr>
        <w:t xml:space="preserve"> </w:t>
      </w:r>
      <w:r w:rsidR="00446757">
        <w:t>nebo DUSP</w:t>
      </w:r>
      <w:r w:rsidR="007250A8">
        <w:t>/DUSL</w:t>
      </w:r>
      <w:r w:rsidR="00446757">
        <w:t>+PDPS</w:t>
      </w:r>
      <w:r w:rsidR="00446757" w:rsidRPr="00446757">
        <w:rPr>
          <w:rFonts w:cs="Arial"/>
          <w:bCs/>
        </w:rPr>
        <w:t xml:space="preserve"> </w:t>
      </w:r>
      <w:r w:rsidR="00C95863">
        <w:t>nebo DUR+DSP nebo DUR+DSP+PDPS</w:t>
      </w:r>
      <w:r w:rsidR="00C95863" w:rsidRPr="00B77110">
        <w:rPr>
          <w:rFonts w:cs="Arial"/>
          <w:bCs/>
        </w:rPr>
        <w:t xml:space="preserve"> </w:t>
      </w:r>
      <w:r w:rsidR="00446757" w:rsidRPr="00B77110">
        <w:rPr>
          <w:rFonts w:cs="Arial"/>
          <w:bCs/>
        </w:rPr>
        <w:t>pro stavby železničních drah</w:t>
      </w:r>
      <w:r>
        <w:t>)</w:t>
      </w:r>
      <w:r w:rsidR="001C040C">
        <w:t xml:space="preserve">, </w:t>
      </w:r>
      <w:r w:rsidR="001C040C">
        <w:rPr>
          <w:rFonts w:cs="Arial"/>
          <w:bCs/>
        </w:rPr>
        <w:t xml:space="preserve">je tedy </w:t>
      </w:r>
      <w:r w:rsidR="00607C86">
        <w:rPr>
          <w:rFonts w:cs="Arial"/>
          <w:bCs/>
        </w:rPr>
        <w:t>u zkušenost</w:t>
      </w:r>
      <w:r w:rsidR="00B66203">
        <w:rPr>
          <w:rFonts w:cs="Arial"/>
          <w:bCs/>
        </w:rPr>
        <w:t>i</w:t>
      </w:r>
      <w:r w:rsidR="00607C86">
        <w:rPr>
          <w:rFonts w:cs="Arial"/>
          <w:bCs/>
        </w:rPr>
        <w:t xml:space="preserve"> se zpracováním příslušného stupně dokumentace </w:t>
      </w:r>
      <w:r w:rsidR="001C040C">
        <w:rPr>
          <w:rFonts w:cs="Arial"/>
          <w:bCs/>
        </w:rPr>
        <w:t xml:space="preserve">dokončen </w:t>
      </w:r>
      <w:r w:rsidR="00607C86">
        <w:rPr>
          <w:rFonts w:cs="Arial"/>
          <w:bCs/>
        </w:rPr>
        <w:t xml:space="preserve">požadovaný </w:t>
      </w:r>
      <w:r w:rsidR="001C040C">
        <w:rPr>
          <w:rFonts w:cs="Arial"/>
          <w:bCs/>
        </w:rPr>
        <w:t>stupeň dokumentace, nikoli však pouze činnost příslušného projektanta či specialisty,</w:t>
      </w:r>
      <w:r>
        <w:t xml:space="preserve"> s tím, že zakázka jako celek (tj. ohledně dalších činností</w:t>
      </w:r>
      <w:r w:rsidR="001C040C" w:rsidRPr="001C040C">
        <w:t xml:space="preserve"> </w:t>
      </w:r>
      <w:r w:rsidR="001C040C">
        <w:t>tvořících předmět plnění</w:t>
      </w:r>
      <w:r w:rsidR="00446757">
        <w:t>, např. dozor</w:t>
      </w:r>
      <w:r w:rsidR="005D3964">
        <w:t>u</w:t>
      </w:r>
      <w:r w:rsidR="00446757">
        <w:t xml:space="preserve"> </w:t>
      </w:r>
      <w:r w:rsidR="00381906">
        <w:t xml:space="preserve">projektanta </w:t>
      </w:r>
      <w:r w:rsidR="00446757">
        <w:t>při realizaci stavby</w:t>
      </w:r>
      <w:r>
        <w:t>) dokončena není; zároveň však platí, že nestačí</w:t>
      </w:r>
      <w:r w:rsidR="00EF09E5">
        <w:t xml:space="preserve"> (tj. nepovažuje se za plnění dokončené v požadované době)</w:t>
      </w:r>
      <w:r>
        <w:t>, pokud je v posledních 8 letech dokončena zakázka rozsáhlejšího plnění jako celek</w:t>
      </w:r>
      <w:r w:rsidR="00EF09E5">
        <w:t xml:space="preserve"> (např. dokončen dozor </w:t>
      </w:r>
      <w:r w:rsidR="00381906">
        <w:t xml:space="preserve">projektanta </w:t>
      </w:r>
      <w:r w:rsidR="00EF09E5">
        <w:t>při realizaci stavby)</w:t>
      </w:r>
      <w:r>
        <w:t xml:space="preserve">, avšak plnění </w:t>
      </w:r>
      <w:r w:rsidR="001C040C">
        <w:t xml:space="preserve">naplňující definici hodnocené zkušenosti </w:t>
      </w:r>
      <w:r w:rsidR="00EF09E5">
        <w:t xml:space="preserve">(tj. </w:t>
      </w:r>
      <w:r w:rsidR="00CB34EF">
        <w:t xml:space="preserve">např. </w:t>
      </w:r>
      <w:r w:rsidR="001C040C">
        <w:t xml:space="preserve">zkušenost se </w:t>
      </w:r>
      <w:r w:rsidR="00EF09E5">
        <w:t>zpracování</w:t>
      </w:r>
      <w:r w:rsidR="001C040C">
        <w:t>m</w:t>
      </w:r>
      <w:r w:rsidR="00EF09E5">
        <w:t xml:space="preserve"> </w:t>
      </w:r>
      <w:r w:rsidR="001C040C">
        <w:t xml:space="preserve">příslušného stupně </w:t>
      </w:r>
      <w:r w:rsidR="00EF09E5">
        <w:t xml:space="preserve">dokumentace) </w:t>
      </w:r>
      <w:r>
        <w:t xml:space="preserve">bylo dokončeno dříve než před 8 lety. </w:t>
      </w:r>
      <w:r w:rsidR="001C040C">
        <w:t>Je-li referenční zakázka součástí rozsáhlejšího plnění pro téhož dodavatele (např. zpracování i jiných stupňů předprojektové přípravy, např. studie proveditelnosti, záměru projektu</w:t>
      </w:r>
      <w:r w:rsidR="00984632">
        <w:t xml:space="preserve"> apod.</w:t>
      </w:r>
      <w:r w:rsidR="001C040C">
        <w:t xml:space="preserve">), je pro hodnocení relevantní pouze ta jeho část, která odpovídá zadavatelem stanovené definici hodnocené zkušenosti. </w:t>
      </w:r>
      <w:r>
        <w:t xml:space="preserve">Obdobným způsobem je nutno naplnit i parametr </w:t>
      </w:r>
      <w:r w:rsidR="006F5AE7">
        <w:t>ceny,</w:t>
      </w:r>
      <w:r>
        <w:t xml:space="preserve"> </w:t>
      </w:r>
      <w:r w:rsidR="001C040C">
        <w:t>tak</w:t>
      </w:r>
      <w:r>
        <w:t xml:space="preserve">že pro potřeby hodnocení lze považovat za relevantní pro naplnění požadavků hodnoty zakázky i doby plnění pouze tu část plnění zakázky, která připadá na činnosti požadovaného charakteru, </w:t>
      </w:r>
      <w:r w:rsidR="001C040C">
        <w:t>resp. zpracování požadovaného stupně dokumentace</w:t>
      </w:r>
      <w:r w:rsidR="004B319E">
        <w:t>,</w:t>
      </w:r>
      <w:r w:rsidR="001C040C" w:rsidRPr="005446A9">
        <w:t xml:space="preserve"> </w:t>
      </w:r>
      <w:r w:rsidR="001C040C">
        <w:t>naplňující definici hodnocené zkušenosti a</w:t>
      </w:r>
      <w:r>
        <w:t xml:space="preserve"> nelze je směšovat s pracemi jinými. Zadavatel upozorňuje, že z předložené </w:t>
      </w:r>
      <w:r w:rsidR="001C040C">
        <w:t>Přílohy č. 9 těchto Pokynů s názvem Seznam zkušeností hodnocených</w:t>
      </w:r>
      <w:r w:rsidR="001C040C" w:rsidRPr="00F8119C">
        <w:t xml:space="preserve"> </w:t>
      </w:r>
      <w:r w:rsidR="001C040C">
        <w:t>členů odborného personálu</w:t>
      </w:r>
      <w:r w:rsidR="001C040C" w:rsidRPr="003E611F">
        <w:t xml:space="preserve"> </w:t>
      </w:r>
      <w:r>
        <w:t xml:space="preserve">musí konkrétně vyplývat, jaká byla cena té části plnění, které obsahově odpovídá zadavatelem stanovené </w:t>
      </w:r>
      <w:r w:rsidR="001C040C">
        <w:t xml:space="preserve">definici </w:t>
      </w:r>
      <w:r>
        <w:t>hodnocené zkušenosti</w:t>
      </w:r>
      <w:r w:rsidR="001C040C">
        <w:t xml:space="preserve"> (viz upřesnění k ceně níže v následujícím odstavci)</w:t>
      </w:r>
      <w:r>
        <w:t xml:space="preserve">, a v jakém časovém období byly tyto konkrétní části plnění </w:t>
      </w:r>
      <w:r w:rsidR="001C040C">
        <w:t xml:space="preserve">odpovídající zadavatelem stanovené definici hodnocené zkušenosti </w:t>
      </w:r>
      <w:r>
        <w:t>dokončeny.</w:t>
      </w:r>
    </w:p>
    <w:p w14:paraId="11DEDD89" w14:textId="77777777" w:rsidR="001518EF" w:rsidRDefault="001518EF" w:rsidP="001518EF">
      <w:pPr>
        <w:pStyle w:val="Textbezslovn"/>
      </w:pPr>
      <w:r>
        <w:t>Pro odstranění pochybností zadavatel k výše uvedenému upřesňuje, že:</w:t>
      </w:r>
    </w:p>
    <w:p w14:paraId="2DE596FB" w14:textId="1A147573" w:rsidR="001518EF" w:rsidRDefault="001518EF" w:rsidP="001518EF">
      <w:pPr>
        <w:pStyle w:val="Odrka1-2-"/>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w:t>
      </w:r>
      <w:r w:rsidR="00CA2357" w:rsidRPr="00CA2357">
        <w:t xml:space="preserve"> </w:t>
      </w:r>
      <w:r w:rsidR="00CA2357" w:rsidRPr="00782576">
        <w:t xml:space="preserve">posouzení shody nebo vhodnosti pro použití prvku interoperability </w:t>
      </w:r>
      <w:r w:rsidR="00CA2357">
        <w:t xml:space="preserve">či </w:t>
      </w:r>
      <w:r w:rsidR="00CA2357" w:rsidRPr="00782576">
        <w:t>ES prohlášení o ověření subsystému</w:t>
      </w:r>
      <w:r>
        <w:t>, zpracování nákladů stavby, zpracování v režimu BIM;</w:t>
      </w:r>
    </w:p>
    <w:p w14:paraId="272A9BDC" w14:textId="5F20827B" w:rsidR="001518EF" w:rsidRDefault="001518EF" w:rsidP="001518EF">
      <w:pPr>
        <w:pStyle w:val="Odrka1-2-"/>
      </w:pPr>
      <w:r>
        <w:t xml:space="preserve">pro potřeby doložení referenčních zakázek za účelem hodnocení se zakázka na projektové práce spočívající ve zpracování </w:t>
      </w:r>
      <w:r>
        <w:rPr>
          <w:rFonts w:cs="Arial"/>
          <w:bCs/>
        </w:rPr>
        <w:t>dokumentace</w:t>
      </w:r>
      <w:r>
        <w:t xml:space="preserve"> ve stupni DUR nebo </w:t>
      </w:r>
      <w:r w:rsidR="00873829" w:rsidRPr="00944DDB">
        <w:t xml:space="preserve">DPS nebo DPS+PDPS nebo </w:t>
      </w:r>
      <w:r>
        <w:t>DSP nebo DSP+PDPS nebo DUSP</w:t>
      </w:r>
      <w:r w:rsidR="007250A8">
        <w:t>/DUSL</w:t>
      </w:r>
      <w:r>
        <w:t xml:space="preserve"> nebo DUSP</w:t>
      </w:r>
      <w:r w:rsidR="007250A8">
        <w:t>/DUSL</w:t>
      </w:r>
      <w:r>
        <w:t xml:space="preserve">+PDPS </w:t>
      </w:r>
      <w:r w:rsidR="00C95863">
        <w:t xml:space="preserve">nebo DUR+DSP nebo DUR+DSP+PDPS </w:t>
      </w:r>
      <w:r>
        <w:t xml:space="preserve">považuje za dokončenou definitivním předáním DUR nebo </w:t>
      </w:r>
      <w:r w:rsidR="00873829" w:rsidRPr="00944DDB">
        <w:t xml:space="preserve">DPS nebo DPS+PDPS nebo </w:t>
      </w:r>
      <w:r>
        <w:t>DSP nebo DSP+PDPS nebo DUSP</w:t>
      </w:r>
      <w:r w:rsidR="007250A8">
        <w:t>/DUSL</w:t>
      </w:r>
      <w:r w:rsidRPr="006E750A">
        <w:t xml:space="preserve"> </w:t>
      </w:r>
      <w:r>
        <w:t>nebo DUSP</w:t>
      </w:r>
      <w:r w:rsidR="007250A8">
        <w:t>/DUSL</w:t>
      </w:r>
      <w:r>
        <w:t>+PDPS</w:t>
      </w:r>
      <w:r w:rsidR="00164B08" w:rsidRPr="00164B08">
        <w:t xml:space="preserve"> </w:t>
      </w:r>
      <w:r w:rsidR="00C95863">
        <w:t xml:space="preserve">nebo DUR+DSP nebo DUR+DSP+PDPS </w:t>
      </w:r>
      <w:r w:rsidR="00164B08">
        <w:t>včetně dokladové části</w:t>
      </w:r>
      <w:r>
        <w:t>, příp. jejich aktualizace</w:t>
      </w:r>
      <w:r w:rsidR="00CC1295">
        <w:t>,</w:t>
      </w:r>
      <w:r>
        <w:t xml:space="preserve"> objednateli po zapracování všech připomínek</w:t>
      </w:r>
      <w:r w:rsidRPr="00460F75">
        <w:t xml:space="preserve"> </w:t>
      </w:r>
      <w:r>
        <w:t>a jej</w:t>
      </w:r>
      <w:r w:rsidR="00CC1295">
        <w:t>ím</w:t>
      </w:r>
      <w:r>
        <w:t xml:space="preserve"> převzetím objednatelem, a to bez případného podání žádosti </w:t>
      </w:r>
      <w:r w:rsidRPr="006A070D">
        <w:t>o územní rozhodnutí, územní souhlas</w:t>
      </w:r>
      <w:r>
        <w:t>, stavební povolení</w:t>
      </w:r>
      <w:r w:rsidR="00D72866">
        <w:t>,</w:t>
      </w:r>
      <w:r>
        <w:t xml:space="preserve"> společné povolení</w:t>
      </w:r>
      <w:r w:rsidR="00381906">
        <w:t xml:space="preserve"> nebo povolení </w:t>
      </w:r>
      <w:r w:rsidR="00CA2357">
        <w:t xml:space="preserve">záměru (povolení </w:t>
      </w:r>
      <w:r w:rsidR="00381906">
        <w:t>stavby</w:t>
      </w:r>
      <w:r w:rsidR="00CA2357">
        <w:t>)</w:t>
      </w:r>
      <w:r>
        <w:t>, je-li součástí plnění zakázky.</w:t>
      </w:r>
    </w:p>
    <w:p w14:paraId="698D80C3" w14:textId="6719F7BB" w:rsidR="00B77110" w:rsidRDefault="00B77110" w:rsidP="00B77110">
      <w:pPr>
        <w:pStyle w:val="Text1-1"/>
        <w:numPr>
          <w:ilvl w:val="0"/>
          <w:numId w:val="0"/>
        </w:numPr>
        <w:ind w:left="737"/>
      </w:pPr>
      <w:r>
        <w:t xml:space="preserve">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 U této nové </w:t>
      </w:r>
      <w:r>
        <w:lastRenderedPageBreak/>
        <w:t>osoby však nemusí být dodržena míra zkušenosti</w:t>
      </w:r>
      <w:r w:rsidR="001518EF">
        <w:t>,</w:t>
      </w:r>
      <w:r w:rsidR="001518EF" w:rsidRPr="001518EF">
        <w:t xml:space="preserve"> </w:t>
      </w:r>
      <w:r w:rsidR="001518EF">
        <w:t>resp. počty hodnocených referenčních zakázek</w:t>
      </w:r>
      <w:r w:rsidR="00CC1295">
        <w:t>,</w:t>
      </w:r>
      <w:r>
        <w:t xml:space="preserve"> původně hodnocené osoby, které byly nad rámec hodnoceného maxima.</w:t>
      </w:r>
    </w:p>
    <w:p w14:paraId="13BA0096" w14:textId="22C76AAF" w:rsidR="00B77110" w:rsidRDefault="001518EF" w:rsidP="00B77110">
      <w:pPr>
        <w:pStyle w:val="Text1-1"/>
        <w:numPr>
          <w:ilvl w:val="0"/>
          <w:numId w:val="0"/>
        </w:numPr>
        <w:ind w:left="737"/>
      </w:pPr>
      <w:r>
        <w:t>Dodavatel je povinen připojit k Příloze č. 9 těchto Pokynů s názvem Seznam zkušeností hodnocených</w:t>
      </w:r>
      <w:r w:rsidRPr="00F8119C">
        <w:t xml:space="preserve"> </w:t>
      </w:r>
      <w:r>
        <w:t>členů odborného personálu</w:t>
      </w:r>
      <w:r w:rsidRPr="003E611F">
        <w:t xml:space="preserve"> doklady</w:t>
      </w:r>
      <w:r>
        <w:t xml:space="preserve"> (postačují v kopii)</w:t>
      </w:r>
      <w:r w:rsidRPr="003E611F">
        <w:t xml:space="preserve">, </w:t>
      </w:r>
      <w:r>
        <w:t>kterými dodavatel dolož</w:t>
      </w:r>
      <w:r w:rsidR="007611BB">
        <w:t>í</w:t>
      </w:r>
      <w:r>
        <w:t xml:space="preserve"> </w:t>
      </w:r>
      <w:r w:rsidRPr="003E611F">
        <w:t xml:space="preserve">zkušenosti </w:t>
      </w:r>
      <w:r>
        <w:t xml:space="preserve">hodnocených členů odborného personálu </w:t>
      </w:r>
      <w:r w:rsidRPr="003E611F">
        <w:t xml:space="preserve">s plněním zakázek, jež jsou </w:t>
      </w:r>
      <w:r>
        <w:t xml:space="preserve">v seznamu </w:t>
      </w:r>
      <w:r w:rsidRPr="003E611F">
        <w:t>uvedeny</w:t>
      </w:r>
      <w:r>
        <w:t xml:space="preserve"> pro účely hodnocení, přičemž z dokladů musí </w:t>
      </w:r>
      <w:r w:rsidRPr="005037A9">
        <w:t>vyplývat naplnění požadovaných parametrů</w:t>
      </w:r>
      <w:r w:rsidRPr="003E611F">
        <w:t xml:space="preserve"> (například</w:t>
      </w:r>
      <w:r>
        <w:t xml:space="preserve"> smlouva na plnění zakázky</w:t>
      </w:r>
      <w:r w:rsidRPr="003E611F">
        <w:t xml:space="preserve">, osvědčení </w:t>
      </w:r>
      <w:r>
        <w:t>objednatele</w:t>
      </w:r>
      <w:r w:rsidRPr="003E611F">
        <w:t xml:space="preserve">, </w:t>
      </w:r>
      <w:r>
        <w:t>úvodní strana dokumentace s popisovým polem, protokol o provedení díla, deník</w:t>
      </w:r>
      <w:r w:rsidRPr="000D1296">
        <w:t xml:space="preserve"> autorizované osoby, ve smyslu </w:t>
      </w:r>
      <w:r>
        <w:t xml:space="preserve">autorizačního </w:t>
      </w:r>
      <w:r w:rsidRPr="000D1296">
        <w:t>zákona, ve kterém je každá autorizovan</w:t>
      </w:r>
      <w:r>
        <w:t>á</w:t>
      </w:r>
      <w:r w:rsidRPr="000D1296">
        <w:t xml:space="preserve"> osoba </w:t>
      </w:r>
      <w:r>
        <w:t xml:space="preserve">povinna </w:t>
      </w:r>
      <w:r w:rsidRPr="000D1296">
        <w:t>vést chronologický seznam dokumentů opatřených autorizačním razítkem</w:t>
      </w:r>
      <w:r>
        <w:t xml:space="preserve"> či jiný alternativní doklad</w:t>
      </w:r>
      <w:r w:rsidRPr="003E611F">
        <w:t>).</w:t>
      </w:r>
      <w:r>
        <w:t xml:space="preserve"> </w:t>
      </w:r>
      <w:r w:rsidR="00B77110">
        <w:t xml:space="preserve">Zadavatel si vyhrazuje v celém procesu hodnocení nabídek právo provádět taková ověřování věrohodnosti informací předložených v nabídce, která může zadavatel považovat za potřebná, včetně ověřování u třetích stran. </w:t>
      </w:r>
      <w:r w:rsidRPr="00F8119C">
        <w:t xml:space="preserve">Za tímto účelem požaduje zadavatel v </w:t>
      </w:r>
      <w:r>
        <w:t>Příloze č. 9 těchto Pokynů s názvem Seznam zkušeností hodnocených</w:t>
      </w:r>
      <w:r w:rsidRPr="00F8119C">
        <w:t xml:space="preserve"> </w:t>
      </w:r>
      <w:r>
        <w:t>členů odborného personálu uvést informace a spojení na kontaktní osobu objednatele, pro něhož byla zakázka realizována.</w:t>
      </w:r>
      <w:r w:rsidDel="001D1D78">
        <w:t xml:space="preserve"> </w:t>
      </w:r>
      <w:r>
        <w:t xml:space="preserve">Pokud zadavatel zjistí, že </w:t>
      </w:r>
      <w:r w:rsidR="006F5AE7">
        <w:t>dodavatel předložil</w:t>
      </w:r>
      <w:r>
        <w:t xml:space="preserve"> v nabídce za účelem hodnocení údaje či informace, které neodpovídají skutečnosti, </w:t>
      </w:r>
      <w:r w:rsidRPr="00933ED1">
        <w:t>nebude nabídka dodavatel</w:t>
      </w:r>
      <w:r>
        <w:t>e ve vztahu k takové konkrétní informaci</w:t>
      </w:r>
      <w:r w:rsidRPr="00933ED1">
        <w:t xml:space="preserve"> </w:t>
      </w:r>
      <w:r>
        <w:t xml:space="preserve">či údaji v rámci hodnotícího kritéria </w:t>
      </w:r>
      <w:r w:rsidRPr="00933ED1">
        <w:t>hodnocena (resp. dostane 0 bodů).</w:t>
      </w:r>
    </w:p>
    <w:p w14:paraId="61B54259"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01BF3198" w14:textId="5B45E23F" w:rsidR="00B77110" w:rsidRDefault="00B77110" w:rsidP="00B77110">
      <w:pPr>
        <w:pStyle w:val="Text1-1"/>
        <w:numPr>
          <w:ilvl w:val="0"/>
          <w:numId w:val="0"/>
        </w:numPr>
        <w:ind w:left="737"/>
      </w:pPr>
      <w:r>
        <w:t xml:space="preserve">Přidělování bodů v rámci dílčího hodnotícího kritéria </w:t>
      </w:r>
      <w:r w:rsidR="001518EF">
        <w:t>Z</w:t>
      </w:r>
      <w:r>
        <w:t xml:space="preserve">kušenosti vybraných členů odborného personálu dodavatele bude probíhat tak, že zadavatel přidělí body dle výše uvedené tabulky. Počet bodů vybraných členů odborného personálu dodavatele bude dán součtem bodů jednotlivých hodnocených členů za zkušenosti </w:t>
      </w:r>
      <w:r w:rsidR="001518EF">
        <w:t>s referenčními zakázkami</w:t>
      </w:r>
      <w:r>
        <w:t>.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1EDE3EDB" w14:textId="781F72E5" w:rsidR="00B77110" w:rsidRDefault="00B77110" w:rsidP="00E44DD4">
      <w:pPr>
        <w:pStyle w:val="Text1-1"/>
        <w:numPr>
          <w:ilvl w:val="0"/>
          <w:numId w:val="0"/>
        </w:numPr>
        <w:spacing w:after="0"/>
        <w:ind w:left="2155" w:firstLine="681"/>
      </w:pPr>
      <w:r>
        <w:t xml:space="preserve">bodové hodnocení hodnocené nabídky </w:t>
      </w:r>
    </w:p>
    <w:p w14:paraId="4F1E1899" w14:textId="21A6A73B" w:rsidR="00B77110" w:rsidRDefault="00B77110" w:rsidP="00B77110">
      <w:pPr>
        <w:pStyle w:val="Text1-1"/>
        <w:numPr>
          <w:ilvl w:val="0"/>
          <w:numId w:val="0"/>
        </w:numPr>
        <w:ind w:left="737"/>
        <w:jc w:val="center"/>
      </w:pPr>
      <w:r>
        <w:t>_________________________________</w:t>
      </w:r>
      <w:r w:rsidR="00E44DD4">
        <w:t xml:space="preserve">___  </w:t>
      </w:r>
      <w:r w:rsidR="00E44DD4" w:rsidRPr="00E44DD4">
        <w:t xml:space="preserve"> </w:t>
      </w:r>
      <w:r w:rsidR="00E44DD4">
        <w:t>x 100</w:t>
      </w:r>
    </w:p>
    <w:p w14:paraId="50A28989" w14:textId="77777777" w:rsidR="00B77110" w:rsidRDefault="00B77110" w:rsidP="00E44DD4">
      <w:pPr>
        <w:pStyle w:val="Text1-1"/>
        <w:numPr>
          <w:ilvl w:val="0"/>
          <w:numId w:val="0"/>
        </w:numPr>
        <w:ind w:left="2155" w:firstLine="681"/>
      </w:pPr>
      <w:r>
        <w:t>bodové hodnocení nejlepší nabídky</w:t>
      </w:r>
    </w:p>
    <w:p w14:paraId="06833273" w14:textId="230564BA" w:rsidR="00B77110" w:rsidRDefault="00B77110" w:rsidP="00B77110">
      <w:pPr>
        <w:pStyle w:val="Text1-1"/>
        <w:numPr>
          <w:ilvl w:val="0"/>
          <w:numId w:val="0"/>
        </w:numPr>
        <w:ind w:left="737"/>
      </w:pPr>
      <w:r>
        <w:t xml:space="preserve">Takto získaný počet bodů bude vynásoben koeficientem 0,40 (tj. váhou dílčího hodnotícího kritéria </w:t>
      </w:r>
      <w:r w:rsidR="001518EF">
        <w:t>Z</w:t>
      </w:r>
      <w:r>
        <w:t>kušenosti vybraných členů odborného personálu dodavatele) a následně matematicky zaokrouhlen na dvě desetinná místa.</w:t>
      </w:r>
    </w:p>
    <w:p w14:paraId="72332BE8" w14:textId="77777777" w:rsidR="00B77110" w:rsidRPr="00B77110" w:rsidRDefault="00B77110" w:rsidP="00B77110">
      <w:pPr>
        <w:pStyle w:val="Text1-1"/>
        <w:rPr>
          <w:b/>
        </w:rPr>
      </w:pPr>
      <w:r w:rsidRPr="00B77110">
        <w:rPr>
          <w:b/>
        </w:rPr>
        <w:t>Celkové hodnocení</w:t>
      </w:r>
    </w:p>
    <w:p w14:paraId="30286416" w14:textId="097DD35C"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763B51">
        <w:t xml:space="preserve"> </w:t>
      </w:r>
      <w:r w:rsidR="0048759A" w:rsidRPr="00C22930">
        <w:t xml:space="preserve">Pokud dvě či více nabídek dosáhnou stejné bodové hodnoty představující celkové hodnocení nabídky, pak </w:t>
      </w:r>
      <w:r w:rsidR="001518EF">
        <w:t xml:space="preserve">výhodnější, resp. </w:t>
      </w:r>
      <w:r w:rsidR="0048759A" w:rsidRPr="00C22930">
        <w:t>nejv</w:t>
      </w:r>
      <w:r w:rsidR="0048759A">
        <w:t>ý</w:t>
      </w:r>
      <w:r w:rsidR="0048759A" w:rsidRPr="00C22930">
        <w:t xml:space="preserve">hodnější nabídkou bude ta, která </w:t>
      </w:r>
      <w:r w:rsidR="001518EF">
        <w:t xml:space="preserve">bude </w:t>
      </w:r>
      <w:r w:rsidR="0048759A" w:rsidRPr="00C22930">
        <w:t>obsah</w:t>
      </w:r>
      <w:r w:rsidR="001518EF">
        <w:t>ovat</w:t>
      </w:r>
      <w:r w:rsidR="0048759A" w:rsidRPr="00C22930">
        <w:t xml:space="preserve"> </w:t>
      </w:r>
      <w:r w:rsidR="001518EF">
        <w:t xml:space="preserve">nižší, resp. </w:t>
      </w:r>
      <w:r w:rsidR="0048759A" w:rsidRPr="00C22930">
        <w:t>nejnižší nabídkovou cenu.</w:t>
      </w:r>
    </w:p>
    <w:p w14:paraId="18945CC3" w14:textId="77777777" w:rsidR="0035531B" w:rsidRDefault="0035531B" w:rsidP="007038DC">
      <w:pPr>
        <w:pStyle w:val="Nadpis1-1"/>
      </w:pPr>
      <w:bookmarkStart w:id="24" w:name="_Toc185239939"/>
      <w:r>
        <w:t>ZRUŠENÍ ZADÁVACÍHO ŘÍZENÍ</w:t>
      </w:r>
      <w:bookmarkEnd w:id="24"/>
    </w:p>
    <w:p w14:paraId="0EB7643C" w14:textId="77777777" w:rsidR="0035531B" w:rsidRDefault="0035531B" w:rsidP="0035531B">
      <w:pPr>
        <w:pStyle w:val="Text1-1"/>
      </w:pPr>
      <w:r>
        <w:t>Důvody pro zrušení zadávacího řízení této veřejné zakázky upravuje § 127 ZZVZ.</w:t>
      </w:r>
    </w:p>
    <w:p w14:paraId="2C8CF889"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37277616" w14:textId="77777777" w:rsidR="0035531B" w:rsidRDefault="0035531B" w:rsidP="007038DC">
      <w:pPr>
        <w:pStyle w:val="Nadpis1-1"/>
      </w:pPr>
      <w:bookmarkStart w:id="25" w:name="_Toc185239940"/>
      <w:r>
        <w:lastRenderedPageBreak/>
        <w:t>UZAVŘENÍ SMLOUVY</w:t>
      </w:r>
      <w:bookmarkEnd w:id="25"/>
    </w:p>
    <w:p w14:paraId="7FEA0D6B"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p>
    <w:p w14:paraId="5111C37F" w14:textId="60FAF1B9" w:rsidR="0035531B" w:rsidRPr="00C524D1"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Pr="00572F04">
        <w:t>, případně jinou formou písemné elektronické komunikace (zadavatel preferuje komunikaci prostřednictvím elektronického nástroje E-ZAK) dokumenty uvedené v článku 18.3 a případně i v článku 18.4</w:t>
      </w:r>
      <w:r w:rsidR="00164B08">
        <w:t xml:space="preserve"> až </w:t>
      </w:r>
      <w:r w:rsidR="002C1E7C">
        <w:t>18.9</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w:t>
      </w:r>
      <w:r w:rsidR="00873829">
        <w:t xml:space="preserve">ekonomicky </w:t>
      </w:r>
      <w:r w:rsidRPr="00572F04">
        <w:t>nejv</w:t>
      </w:r>
      <w:r w:rsidR="00873829">
        <w:t>ý</w:t>
      </w:r>
      <w:r w:rsidRPr="00572F04">
        <w:t>hodnější</w:t>
      </w:r>
      <w:r w:rsidR="00873829">
        <w:t xml:space="preserve"> podle výsledků hodnocení nabídek</w:t>
      </w:r>
      <w:r w:rsidRPr="00572F04">
        <w:t>, a to bez ohledu na to, zda byl výběr formálně oznámen či nikoli). Zadavatel po poskytnutí výše uvedené součinnosti oznámí výběr nejv</w:t>
      </w:r>
      <w:r w:rsidR="00873829">
        <w:t>ý</w:t>
      </w:r>
      <w:r w:rsidRPr="00572F04">
        <w:t xml:space="preserve">hodnější nabídky. </w:t>
      </w:r>
      <w:r w:rsidR="00F37E62">
        <w:t xml:space="preserve">Bez ohledu na výše uvedené si však zadavatel vyhrazuje možnost v případě potřeby postupovat v souladu s § 123 odst. 2 ZZVZ. </w:t>
      </w:r>
      <w:r w:rsidR="00F37E62" w:rsidRPr="007B3D4D">
        <w:t xml:space="preserve">Pokud vybraný dodavatel odmítne uzavřít smlouvu nebo zadavateli neposkytne </w:t>
      </w:r>
      <w:r w:rsidR="00F37E62">
        <w:t xml:space="preserve">řádnou </w:t>
      </w:r>
      <w:r w:rsidR="00F37E62" w:rsidRPr="007B3D4D">
        <w:t xml:space="preserve">součinnost k jejímu uzavření </w:t>
      </w:r>
      <w:r w:rsidRPr="00572F04">
        <w:t>(</w:t>
      </w:r>
      <w:r w:rsidR="00C524D1">
        <w:t>např. nepředloží některý</w:t>
      </w:r>
      <w:r w:rsidR="00C524D1" w:rsidRPr="00572F04">
        <w:t xml:space="preserve"> </w:t>
      </w:r>
      <w:r w:rsidRPr="00572F04">
        <w:t xml:space="preserve">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002C1E7C" w:rsidRPr="00ED023E">
        <w:rPr>
          <w:rStyle w:val="Tun9b"/>
          <w:b w:val="0"/>
        </w:rPr>
        <w:t>Zadavatel je oprávněn v písemné výzvě určit další doklady, které je vybraný dodavatel povinen předložit</w:t>
      </w:r>
      <w:r w:rsidR="002C1E7C">
        <w:rPr>
          <w:rStyle w:val="Tun9b"/>
          <w:b w:val="0"/>
        </w:rPr>
        <w:t xml:space="preserve"> v souladu s § 122 odst. 4 ZZVZ</w:t>
      </w:r>
      <w:r w:rsidR="002C1E7C" w:rsidRPr="00ED023E">
        <w:rPr>
          <w:rStyle w:val="Tun9b"/>
          <w:b w:val="0"/>
        </w:rPr>
        <w:t>.</w:t>
      </w:r>
      <w:r w:rsidR="002C1E7C">
        <w:rPr>
          <w:rStyle w:val="Tun9b"/>
          <w:b w:val="0"/>
        </w:rPr>
        <w:t xml:space="preserve"> </w:t>
      </w:r>
      <w:r w:rsidRPr="00C524D1">
        <w:t xml:space="preserve">Zadavatel upozorňuje, že je vázán § 211 </w:t>
      </w:r>
      <w:r w:rsidR="00C524D1" w:rsidRPr="00C524D1">
        <w:t>ZZVZ</w:t>
      </w:r>
      <w:r w:rsidRPr="00C524D1">
        <w:t xml:space="preserve"> stanovujícím povinnost písemné elektronické komunikace mezi zadavatelem a dodavatelem, která se vztahuje na veškeré předkládané doklady, včetně dokladů předkládaných vybraným dodavatelem na základě výzvy dle § 122 </w:t>
      </w:r>
      <w:r w:rsidR="00C524D1" w:rsidRPr="00C524D1">
        <w:t>ZZVZ</w:t>
      </w:r>
      <w:r w:rsidRPr="00C524D1">
        <w:t xml:space="preserve">. </w:t>
      </w:r>
      <w:r w:rsidR="00C524D1" w:rsidRPr="00B55F59">
        <w:rPr>
          <w:rStyle w:val="Tun9b"/>
          <w:b w:val="0"/>
        </w:rPr>
        <w:t xml:space="preserve">Pokud je požadován </w:t>
      </w:r>
      <w:r w:rsidR="00C524D1">
        <w:t>o</w:t>
      </w:r>
      <w:r w:rsidRPr="00C524D1">
        <w:t>riginál nebo úředně ověřená kopie dokladu</w:t>
      </w:r>
      <w:r w:rsidR="00C524D1">
        <w:t>,</w:t>
      </w:r>
      <w:r w:rsidRPr="00C524D1">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r w:rsidR="0035531B" w:rsidRPr="00C524D1">
        <w:t>.</w:t>
      </w:r>
    </w:p>
    <w:p w14:paraId="3185C245"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6998B8C3" w14:textId="6D54F221" w:rsidR="008F3265" w:rsidRDefault="008F3265" w:rsidP="00572F04">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4004A59B" w14:textId="5F363E85" w:rsidR="00572F04" w:rsidRDefault="00572F04" w:rsidP="00572F04">
      <w:pPr>
        <w:pStyle w:val="Odrka1-1"/>
      </w:pPr>
      <w:r>
        <w:t xml:space="preserve">originálu </w:t>
      </w:r>
      <w:r w:rsidR="008F3265" w:rsidRPr="005D6606">
        <w:t>nebo úředně ověřené kopi</w:t>
      </w:r>
      <w:r w:rsidR="008F3265">
        <w:t>e</w:t>
      </w:r>
      <w:r w:rsidR="008F3265" w:rsidRPr="005D6606">
        <w:t xml:space="preserve"> </w:t>
      </w:r>
      <w:r>
        <w:t xml:space="preserve">bankovní </w:t>
      </w:r>
      <w:r w:rsidR="00EF1941">
        <w:t xml:space="preserve">nebo pojistné </w:t>
      </w:r>
      <w:r>
        <w:t xml:space="preserve">záruky za provedení díla ve výši stanovené v čl. 4.1 Smlouvy o dílo a splňující požadavky stanovené v článku 11. Obchodních podmínek; bankovní </w:t>
      </w:r>
      <w:r w:rsidR="00EF1941">
        <w:t xml:space="preserve">nebo pojistnou </w:t>
      </w:r>
      <w:r>
        <w:t>záruku vybraný dodavatel předloží až po uplynutí lhůty ve smyslu § 246 ZZVZ, ve které zadavatel nesmí uzavřít smlouvu;</w:t>
      </w:r>
    </w:p>
    <w:p w14:paraId="0D5201B4"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1E181A6E" w14:textId="77777777" w:rsidR="00572F04" w:rsidRDefault="00572F04" w:rsidP="00572F04">
      <w:pPr>
        <w:pStyle w:val="Odrka1-1"/>
      </w:pPr>
      <w:r>
        <w:t>vybraným dodavatelem vyplněné Přílohy č. 8 Smlouvy o dílo s názvem Seznam poddodavatelů, a ve formátu umožňujícím editaci;</w:t>
      </w:r>
    </w:p>
    <w:p w14:paraId="1B689C05" w14:textId="4C341E7B" w:rsidR="00572F04" w:rsidRDefault="00572F04" w:rsidP="00572F04">
      <w:pPr>
        <w:pStyle w:val="Odrka1-1"/>
      </w:pPr>
      <w:r>
        <w:lastRenderedPageBreak/>
        <w:t xml:space="preserve">kopií </w:t>
      </w:r>
      <w:r w:rsidR="008F3265">
        <w:t xml:space="preserve">smluv </w:t>
      </w:r>
      <w:r w:rsidR="00DE0267">
        <w:t xml:space="preserve">s poddodavateli </w:t>
      </w:r>
      <w:r w:rsidR="008F3265">
        <w:t xml:space="preserve">nebo poddodavateli </w:t>
      </w:r>
      <w:r w:rsidR="008F3265" w:rsidRPr="008578B0">
        <w:t>podepsan</w:t>
      </w:r>
      <w:r w:rsidR="008F3265">
        <w:t>ých</w:t>
      </w:r>
      <w:r w:rsidR="008F3265" w:rsidRPr="008578B0">
        <w:t xml:space="preserve"> potvrzení o jej</w:t>
      </w:r>
      <w:r w:rsidR="008F3265">
        <w:t>ich</w:t>
      </w:r>
      <w:r w:rsidR="008F3265" w:rsidRPr="008578B0">
        <w:t xml:space="preserve"> existenci</w:t>
      </w:r>
      <w:r w:rsidR="008F3265">
        <w:t xml:space="preserve"> nebo </w:t>
      </w:r>
      <w:r>
        <w:t>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11869B7E" w14:textId="1A5C0AEF" w:rsidR="00572F04" w:rsidRDefault="00572F04" w:rsidP="00572F04">
      <w:pPr>
        <w:pStyle w:val="Odrka1-1"/>
      </w:pPr>
      <w:r>
        <w:t xml:space="preserve">kopie </w:t>
      </w:r>
      <w:r w:rsidR="00A373A7">
        <w:t xml:space="preserve">dokladu </w:t>
      </w:r>
      <w:r w:rsidR="00A373A7" w:rsidRPr="00B118B5">
        <w:t>o úspěšném složení zkoušky z odborné způsobilosti k výkonu činností v</w:t>
      </w:r>
      <w:r w:rsidR="00A373A7">
        <w:t> </w:t>
      </w:r>
      <w:r w:rsidR="00A373A7" w:rsidRPr="00B118B5">
        <w:t>elektrotechnice</w:t>
      </w:r>
      <w:r w:rsidR="00A373A7">
        <w:t xml:space="preserve"> pro osobu znalou pro řízení činnosti dle § 19 odst. 2 zák. 250/2021 Sb., </w:t>
      </w:r>
      <w:r w:rsidR="00A373A7" w:rsidRPr="008979C9">
        <w:t>o bezpečnosti práce v souvislosti s provozem vyhrazených technických zařízení a o změně souvisejících zákonů</w:t>
      </w:r>
      <w:r w:rsidR="00A373A7">
        <w:t xml:space="preserve">, </w:t>
      </w:r>
      <w:r w:rsidR="001D3805">
        <w:t xml:space="preserve">resp. pro vedoucího elektrotechnika dle § 7 nařízení vlády </w:t>
      </w:r>
      <w:r w:rsidR="001D3805" w:rsidRPr="00705E91">
        <w:t>č. 194/2022 Sb., o požadavcích na odbornou způsobilost k výkonu činnosti na elektrických zařízeních a na odbornou způsobilost v elektrotechnice</w:t>
      </w:r>
      <w:r w:rsidR="001D3805">
        <w:t xml:space="preserve">, </w:t>
      </w:r>
      <w:r w:rsidR="00A373A7">
        <w:t xml:space="preserve">nebo </w:t>
      </w:r>
      <w:r>
        <w:t xml:space="preserve">dokladu o elektrotechnické kvalifikaci při činnostech na </w:t>
      </w:r>
      <w:r w:rsidR="001D3805">
        <w:t xml:space="preserve">vyhrazených </w:t>
      </w:r>
      <w:r>
        <w:t xml:space="preserve">technických zařízeních dle vyhlášky č. 50/1978 Sb., o odborné způsobilosti v elektrotechnice, ve znění pozdějších předpisů, § 10 požadovaná kvalifikace - Pracovníci pro samostatné projektování a pracovníci pro řízení projektování; </w:t>
      </w:r>
    </w:p>
    <w:p w14:paraId="7407E1D9" w14:textId="4B3286EE" w:rsidR="0035531B" w:rsidRDefault="00572F04" w:rsidP="00572F04">
      <w:pPr>
        <w:pStyle w:val="Odrka1-1"/>
      </w:pPr>
      <w:r>
        <w:t>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r w:rsidR="00B035B6">
        <w:t>.</w:t>
      </w:r>
    </w:p>
    <w:p w14:paraId="067CC6C7" w14:textId="160A3963" w:rsidR="0035531B" w:rsidRDefault="00572F04" w:rsidP="007038DC">
      <w:pPr>
        <w:pStyle w:val="Textbezslovn"/>
      </w:pPr>
      <w:r w:rsidRPr="00572F04">
        <w:t xml:space="preserve">Zadavatel upřesňuje, že pokud bude </w:t>
      </w:r>
      <w:r w:rsidR="008F3265">
        <w:t xml:space="preserve">některý doklad </w:t>
      </w:r>
      <w:r w:rsidRPr="00572F04">
        <w:t>doložen již v nabídce nebo v průběhu zadávacího řízení, zadavatel k jeho předkládání nebude vybraného dodavatele vyzývat</w:t>
      </w:r>
      <w:r w:rsidR="0035531B">
        <w:t>.</w:t>
      </w:r>
    </w:p>
    <w:p w14:paraId="6A55869E" w14:textId="77777777" w:rsidR="00CB65CD" w:rsidRDefault="00CB65CD" w:rsidP="00F765A8">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E1A57A1" w14:textId="77777777" w:rsidR="00CB65CD" w:rsidRDefault="00CB65CD" w:rsidP="00CB65CD">
      <w:pPr>
        <w:pStyle w:val="Textbezslovn"/>
      </w:pPr>
      <w:r>
        <w:t xml:space="preserve">a) ke sdělení identifikačních údajů všech osob, které jsou jeho skutečným majitelem, a </w:t>
      </w:r>
    </w:p>
    <w:p w14:paraId="03A0B27A" w14:textId="77777777" w:rsidR="00CB65CD" w:rsidRDefault="00CB65CD" w:rsidP="00CB65CD">
      <w:pPr>
        <w:pStyle w:val="Textbezslovn"/>
      </w:pPr>
      <w:r>
        <w:t xml:space="preserve">b) k předložení dokladů, z nichž vyplývá vztah všech osob podle předchozího písmene a) k dodavateli; těmito doklady jsou zejména: </w:t>
      </w:r>
    </w:p>
    <w:p w14:paraId="46EBB6E1" w14:textId="77777777" w:rsidR="00CB65CD" w:rsidRDefault="00CB65CD" w:rsidP="00CB65CD">
      <w:pPr>
        <w:pStyle w:val="Odrka1-2-"/>
      </w:pPr>
      <w:r>
        <w:t xml:space="preserve">výpis ze zahraniční evidence obdobné veřejnému rejstříku, </w:t>
      </w:r>
    </w:p>
    <w:p w14:paraId="5BD3B74B" w14:textId="77777777" w:rsidR="00CB65CD" w:rsidRDefault="00CB65CD" w:rsidP="00CB65CD">
      <w:pPr>
        <w:pStyle w:val="Odrka1-2-"/>
      </w:pPr>
      <w:r>
        <w:t xml:space="preserve">seznam akcionářů, </w:t>
      </w:r>
    </w:p>
    <w:p w14:paraId="642BA51D" w14:textId="77777777" w:rsidR="00CB65CD" w:rsidRDefault="00CB65CD" w:rsidP="00CB65CD">
      <w:pPr>
        <w:pStyle w:val="Odrka1-2-"/>
      </w:pPr>
      <w:r>
        <w:t xml:space="preserve">rozhodnutí statutárního orgánu o vyplacení podílu na zisku, </w:t>
      </w:r>
    </w:p>
    <w:p w14:paraId="796A46D0" w14:textId="77777777" w:rsidR="00CB65CD" w:rsidRDefault="00CB65CD" w:rsidP="00CB65CD">
      <w:pPr>
        <w:pStyle w:val="Odrka1-2-"/>
      </w:pPr>
      <w:r>
        <w:t>společenská smlouva, zakladatelská listina nebo stanovy.</w:t>
      </w:r>
    </w:p>
    <w:p w14:paraId="325E769C" w14:textId="000C597E" w:rsidR="00CB65CD" w:rsidRDefault="00CB65CD" w:rsidP="00CB65C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w:t>
      </w:r>
      <w:r w:rsidR="007B3284">
        <w:t>hoto článku</w:t>
      </w:r>
      <w:r>
        <w:t>.</w:t>
      </w:r>
    </w:p>
    <w:p w14:paraId="1D73E27D" w14:textId="733CF729" w:rsidR="00164B08" w:rsidRDefault="001E18A8" w:rsidP="00572F04">
      <w:pPr>
        <w:pStyle w:val="Text1-1"/>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w:t>
      </w:r>
      <w:r w:rsidRPr="00090C69">
        <w:lastRenderedPageBreak/>
        <w:t xml:space="preserve">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r w:rsidR="00164B08">
        <w:t>.</w:t>
      </w:r>
    </w:p>
    <w:p w14:paraId="72DDF0DC" w14:textId="0107A5E5"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476E1072" w14:textId="26C2097F"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7CF30D32" w14:textId="7E98EE60" w:rsidR="009119DE" w:rsidRDefault="009119DE" w:rsidP="00572F04">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22 těchto Pokynů (Další zadávací podmínky v návaznosti na</w:t>
      </w:r>
      <w:r w:rsidR="006014F5" w:rsidRPr="006014F5">
        <w:t xml:space="preserve"> </w:t>
      </w:r>
      <w:r w:rsidR="006014F5">
        <w:t xml:space="preserve">mezinárodní </w:t>
      </w:r>
      <w:r w:rsidR="006014F5" w:rsidRPr="000C72CF">
        <w:t>sankce, zákaz zadání veřejné zakázky</w:t>
      </w:r>
      <w:r>
        <w:t>).</w:t>
      </w:r>
    </w:p>
    <w:p w14:paraId="4BFDE152" w14:textId="3FA9710D" w:rsidR="00A020CC" w:rsidRDefault="00A020CC" w:rsidP="00572F04">
      <w:pPr>
        <w:pStyle w:val="Text1-1"/>
      </w:pPr>
      <w:r>
        <w:t xml:space="preserve">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w:t>
      </w:r>
      <w:r w:rsidRPr="00037681">
        <w:t>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8.9</w:t>
      </w:r>
      <w:r w:rsidR="00D2074A" w:rsidRPr="00037681">
        <w:t xml:space="preserve"> </w:t>
      </w:r>
      <w:r w:rsidRPr="00037681">
        <w:t>těchto</w:t>
      </w:r>
      <w:r>
        <w:t xml:space="preserve"> Pokynů ve vztahu k této jiné osobě.</w:t>
      </w:r>
    </w:p>
    <w:p w14:paraId="6479CE3D" w14:textId="77777777" w:rsidR="0035531B" w:rsidRDefault="0035531B" w:rsidP="00B77C6D">
      <w:pPr>
        <w:pStyle w:val="Nadpis1-1"/>
      </w:pPr>
      <w:bookmarkStart w:id="26" w:name="_Toc185239941"/>
      <w:r>
        <w:t>OCHRANA INFORMACÍ</w:t>
      </w:r>
      <w:bookmarkEnd w:id="26"/>
    </w:p>
    <w:p w14:paraId="2FE9D86C" w14:textId="77777777" w:rsidR="00572F04" w:rsidRDefault="00572F04" w:rsidP="00572F04">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39206E0B"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2C2A686D"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71F4DB90" w14:textId="77777777" w:rsidR="0035531B" w:rsidRDefault="0035531B" w:rsidP="00564DDD">
      <w:pPr>
        <w:pStyle w:val="Nadpis1-1"/>
      </w:pPr>
      <w:bookmarkStart w:id="27" w:name="_Toc185239942"/>
      <w:r>
        <w:lastRenderedPageBreak/>
        <w:t>ZADÁVACÍ LHŮTA</w:t>
      </w:r>
      <w:r w:rsidR="00845C50">
        <w:t xml:space="preserve"> </w:t>
      </w:r>
      <w:r w:rsidR="00092CC9">
        <w:t>A</w:t>
      </w:r>
      <w:r w:rsidR="00845C50">
        <w:t> </w:t>
      </w:r>
      <w:r>
        <w:t>JISTOTA ZA NABÍDKU</w:t>
      </w:r>
      <w:bookmarkEnd w:id="27"/>
    </w:p>
    <w:p w14:paraId="59980578" w14:textId="21485346" w:rsidR="0035531B" w:rsidRDefault="008F3265"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3816A4A3" w14:textId="6C1CE790"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F9785B" w:rsidRPr="00F9785B">
        <w:rPr>
          <w:b/>
          <w:bCs/>
        </w:rPr>
        <w:t>700 000,-</w:t>
      </w:r>
      <w:r w:rsidRPr="00F9785B">
        <w:rPr>
          <w:b/>
          <w:bCs/>
        </w:rPr>
        <w:t xml:space="preserve"> Kč</w:t>
      </w:r>
      <w:r w:rsidRPr="00B035B6">
        <w:rPr>
          <w:b/>
        </w:rPr>
        <w:t xml:space="preserve"> </w:t>
      </w:r>
      <w:r>
        <w:t xml:space="preserve">(slovy: </w:t>
      </w:r>
      <w:r w:rsidR="00F9785B">
        <w:t xml:space="preserve">sedm set tisíc </w:t>
      </w:r>
      <w:r>
        <w:t>korun českých).</w:t>
      </w:r>
    </w:p>
    <w:p w14:paraId="57B6C519" w14:textId="77777777" w:rsidR="0035531B" w:rsidRDefault="0035531B" w:rsidP="0035531B">
      <w:pPr>
        <w:pStyle w:val="Text1-1"/>
      </w:pPr>
      <w:r>
        <w:t>Jistota bude poskytnuta</w:t>
      </w:r>
      <w:r w:rsidR="00092CC9">
        <w:t xml:space="preserve"> v </w:t>
      </w:r>
      <w:r>
        <w:t xml:space="preserve">elektronické podobě formou: </w:t>
      </w:r>
    </w:p>
    <w:p w14:paraId="19B43FA7" w14:textId="77777777" w:rsidR="0035531B" w:rsidRDefault="0035531B" w:rsidP="00564DDD">
      <w:pPr>
        <w:pStyle w:val="Odrka1-1"/>
      </w:pPr>
      <w:r>
        <w:t xml:space="preserve">složení peněžní částky na účet zadavatele („peněžní jistota“), nebo </w:t>
      </w:r>
    </w:p>
    <w:p w14:paraId="32FAAEE7" w14:textId="77777777" w:rsidR="0035531B" w:rsidRDefault="0035531B" w:rsidP="00564DDD">
      <w:pPr>
        <w:pStyle w:val="Odrka1-1"/>
      </w:pPr>
      <w:r>
        <w:t xml:space="preserve">bankovní záruky ve prospěch zadavatele, nebo </w:t>
      </w:r>
    </w:p>
    <w:p w14:paraId="5614A776" w14:textId="77777777" w:rsidR="0035531B" w:rsidRDefault="0035531B" w:rsidP="00564DDD">
      <w:pPr>
        <w:pStyle w:val="Odrka1-1"/>
      </w:pPr>
      <w:r>
        <w:t>pojištění záruky ve prospěch zadavatele.</w:t>
      </w:r>
    </w:p>
    <w:p w14:paraId="71694802" w14:textId="3CEA3517"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č.ú. </w:t>
      </w:r>
      <w:r w:rsidR="00C334BC" w:rsidRPr="00C334BC">
        <w:t>30007-22307011/0710, Česká národní banka se sídlem Na Příkopě 28, 115 03 Praha 1</w:t>
      </w:r>
      <w:r>
        <w:t xml:space="preserve">, variabilní symbol </w:t>
      </w:r>
      <w:r w:rsidR="00C334BC">
        <w:t>5003520277</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6EFC7560" w14:textId="0934C0A1" w:rsidR="0035531B" w:rsidRDefault="008F3265"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559B6D08"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46B29F3A" w14:textId="5F83F189" w:rsidR="00617041" w:rsidRDefault="00617041" w:rsidP="003E67D1">
      <w:pPr>
        <w:pStyle w:val="Nadpis1-1"/>
        <w:jc w:val="both"/>
      </w:pPr>
      <w:bookmarkStart w:id="28" w:name="_Toc59538672"/>
      <w:bookmarkStart w:id="29" w:name="_Toc61510465"/>
      <w:bookmarkStart w:id="30" w:name="_Toc185239943"/>
      <w:r>
        <w:t>SOCIÁLNĚ A ENVIRO</w:t>
      </w:r>
      <w:r w:rsidR="003F4C40">
        <w:t>N</w:t>
      </w:r>
      <w:r>
        <w:t>MENTÁLNĚ ODPOVĚDNÉ ZADÁVÁNÍ, INOVACE</w:t>
      </w:r>
      <w:bookmarkEnd w:id="28"/>
      <w:bookmarkEnd w:id="29"/>
      <w:bookmarkEnd w:id="30"/>
    </w:p>
    <w:p w14:paraId="4D934D4F" w14:textId="14E3F660" w:rsidR="00617041" w:rsidRDefault="00617041" w:rsidP="00617041">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38545D">
        <w:t>2001</w:t>
      </w:r>
      <w:r>
        <w:t xml:space="preserve"> Sb. o finanční kontrole ve veřejné správě</w:t>
      </w:r>
      <w:r w:rsidR="00873829">
        <w:t>,</w:t>
      </w:r>
      <w:r w:rsidR="00873829" w:rsidRPr="00873829">
        <w:t xml:space="preserve"> </w:t>
      </w:r>
      <w:r w:rsidR="00873829">
        <w:t>ve znění pozdějších předpisů</w:t>
      </w:r>
      <w:r>
        <w:t>.</w:t>
      </w:r>
    </w:p>
    <w:p w14:paraId="2709B65A" w14:textId="77777777" w:rsidR="00617041" w:rsidRDefault="00617041" w:rsidP="00617041">
      <w:pPr>
        <w:pStyle w:val="Text1-1"/>
      </w:pPr>
      <w:r>
        <w:t>Zadavatel aplikuje v zadávacím řízení níže uvedené prvky odpovědného zadávání:</w:t>
      </w:r>
    </w:p>
    <w:p w14:paraId="3AA56EB1" w14:textId="7B11C10F" w:rsidR="00617041" w:rsidRDefault="00617041" w:rsidP="00617041">
      <w:pPr>
        <w:pStyle w:val="Odrka1-1"/>
      </w:pPr>
      <w:r>
        <w:t>rovnocenné platební podmínky</w:t>
      </w:r>
      <w:r w:rsidR="00164B08">
        <w:t xml:space="preserve"> v rámci dodavatelského řetězce</w:t>
      </w:r>
    </w:p>
    <w:p w14:paraId="77944787" w14:textId="0F1AF0E8" w:rsidR="00617041" w:rsidRDefault="00617041" w:rsidP="00617041">
      <w:pPr>
        <w:pStyle w:val="Odrka1-1"/>
      </w:pPr>
      <w:r>
        <w:t xml:space="preserve">porady </w:t>
      </w:r>
      <w:r w:rsidR="009621CD">
        <w:t xml:space="preserve">a jednání </w:t>
      </w:r>
      <w:r>
        <w:t>veden</w:t>
      </w:r>
      <w:r w:rsidR="009621CD">
        <w:t>á</w:t>
      </w:r>
      <w:r>
        <w:t xml:space="preserve"> </w:t>
      </w:r>
      <w:r w:rsidRPr="000C3276">
        <w:t>primárně distančním způsobem</w:t>
      </w:r>
    </w:p>
    <w:p w14:paraId="0E88EDF9" w14:textId="0A5BC784" w:rsidR="00617041" w:rsidRDefault="00617041" w:rsidP="009621CD">
      <w:pPr>
        <w:pStyle w:val="Odrka1-1"/>
      </w:pPr>
      <w:r>
        <w:t>studentské</w:t>
      </w:r>
      <w:r w:rsidR="00164B08">
        <w:t xml:space="preserve"> exkurze</w:t>
      </w:r>
    </w:p>
    <w:p w14:paraId="07597B07" w14:textId="2814568D" w:rsidR="00617041" w:rsidRPr="00561745" w:rsidRDefault="00617041" w:rsidP="00617041">
      <w:pPr>
        <w:pStyle w:val="Text1-1"/>
      </w:pPr>
      <w:r>
        <w:t xml:space="preserve">Výše uvedené prvky odpovědného </w:t>
      </w:r>
      <w:r w:rsidRPr="00561745">
        <w:t xml:space="preserve">zadávání a povinnosti dodavatele s nimi spojené zadavatel stanovil v ustanoveních článku </w:t>
      </w:r>
      <w:r w:rsidR="00D526CD" w:rsidRPr="00561745">
        <w:t>4.7</w:t>
      </w:r>
      <w:r w:rsidRPr="00561745">
        <w:t xml:space="preserve"> závazného vzoru smlouvy, který je dílem 2 zadávací dokumentace.</w:t>
      </w:r>
    </w:p>
    <w:p w14:paraId="63DC7E6F" w14:textId="2C700D73" w:rsidR="0051049A" w:rsidRDefault="0051049A" w:rsidP="0051049A">
      <w:pPr>
        <w:pStyle w:val="Nadpis1-1"/>
        <w:jc w:val="both"/>
      </w:pPr>
      <w:bookmarkStart w:id="31" w:name="_Toc102380477"/>
      <w:bookmarkStart w:id="32" w:name="_Toc103683200"/>
      <w:bookmarkStart w:id="33" w:name="_Toc103932243"/>
      <w:bookmarkStart w:id="34" w:name="_Toc185239944"/>
      <w:r>
        <w:lastRenderedPageBreak/>
        <w:t xml:space="preserve">Další zadávací podmínky v návaznosti na </w:t>
      </w:r>
      <w:bookmarkEnd w:id="31"/>
      <w:bookmarkEnd w:id="32"/>
      <w:bookmarkEnd w:id="33"/>
      <w:r w:rsidR="00A55030">
        <w:t>MEZINÁRODNÍ sankce, zákaz zadání veřejné zakázky</w:t>
      </w:r>
      <w:bookmarkEnd w:id="34"/>
    </w:p>
    <w:p w14:paraId="55CA1364" w14:textId="1FD19174" w:rsidR="00A55030" w:rsidRDefault="00A55030" w:rsidP="001F1BFA">
      <w:pPr>
        <w:pStyle w:val="Text1-1"/>
      </w:pPr>
      <w:r>
        <w:t>Zadavatel v tomto řízení postupuje v souladu s § 48a ZZVZ.</w:t>
      </w:r>
      <w:r w:rsidR="008F3265" w:rsidRPr="008F3265">
        <w:t xml:space="preserve"> </w:t>
      </w:r>
      <w:r w:rsidR="008F3265" w:rsidRPr="001A0918">
        <w:t>Zadavatel nezadá veřejnou zakázku účastníku zadávacího řízení, pokud je to v rozporu s mezinárodními sankcemi podle zákona upravujícího provádění mezinárodních sankcí.</w:t>
      </w:r>
    </w:p>
    <w:p w14:paraId="1CEE9C80" w14:textId="62065CC3" w:rsidR="001F1BFA" w:rsidRDefault="001F1BFA" w:rsidP="001F1BFA">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jen </w:t>
      </w:r>
      <w:r w:rsidRPr="00E2553F">
        <w:t>„Nařízení č. 833/2014“</w:t>
      </w:r>
      <w:r>
        <w:t>)</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A55030">
        <w:t xml:space="preserve">článku </w:t>
      </w:r>
      <w:r>
        <w:t xml:space="preserve">7 </w:t>
      </w:r>
      <w:r w:rsidR="00A55030" w:rsidRPr="004A650A">
        <w:t>písm. a) až d)</w:t>
      </w:r>
      <w:r w:rsidR="00A55030">
        <w:t>, článku</w:t>
      </w:r>
      <w:r>
        <w:t xml:space="preserve"> 8, čl. 10 písm. b) až f) a písm. h) až j) směrnice 2014/24/EU, článku 18, čl. 21 písm. b) až e) a písm. g</w:t>
      </w:r>
      <w:r w:rsidR="00A55030">
        <w:t>)</w:t>
      </w:r>
      <w:r>
        <w:t xml:space="preserve"> až i), článků 29 a 30 směrnice 2014/25/EU a čl. 13 písm. a) až d), f) až h) a j) směrnice 2009/81/EC</w:t>
      </w:r>
      <w:r w:rsidR="00A55030">
        <w:t xml:space="preserve"> </w:t>
      </w:r>
      <w:r w:rsidR="00A55030" w:rsidRPr="004A650A">
        <w:t>a hlavy VII na</w:t>
      </w:r>
      <w:r w:rsidR="00A55030" w:rsidRPr="004A650A">
        <w:rPr>
          <w:rFonts w:hint="eastAsia"/>
        </w:rPr>
        <w:t>ří</w:t>
      </w:r>
      <w:r w:rsidR="00A55030" w:rsidRPr="004A650A">
        <w:t>zení Evropského parlamentu a Rady (EU, Euratom) 2018/1046 následujícím osobám, subjekt</w:t>
      </w:r>
      <w:r w:rsidR="00A55030" w:rsidRPr="004A650A">
        <w:rPr>
          <w:rFonts w:hint="eastAsia"/>
        </w:rPr>
        <w:t>ů</w:t>
      </w:r>
      <w:r w:rsidR="00A55030" w:rsidRPr="004A650A">
        <w:t>m nebo orgán</w:t>
      </w:r>
      <w:r w:rsidR="00A55030" w:rsidRPr="004A650A">
        <w:rPr>
          <w:rFonts w:hint="eastAsia"/>
        </w:rPr>
        <w:t>ů</w:t>
      </w:r>
      <w:r w:rsidR="00A55030" w:rsidRPr="004A650A">
        <w:t>m, nebo pokra</w:t>
      </w:r>
      <w:r w:rsidR="00A55030" w:rsidRPr="004A650A">
        <w:rPr>
          <w:rFonts w:hint="eastAsia"/>
        </w:rPr>
        <w:t>č</w:t>
      </w:r>
      <w:r w:rsidR="00A55030" w:rsidRPr="004A650A">
        <w:t>ovat v jejich pln</w:t>
      </w:r>
      <w:r w:rsidR="00A55030" w:rsidRPr="004A650A">
        <w:rPr>
          <w:rFonts w:hint="eastAsia"/>
        </w:rPr>
        <w:t>ě</w:t>
      </w:r>
      <w:r w:rsidR="00A55030" w:rsidRPr="004A650A">
        <w:t>ní s následujícími osobami, subjekty a orgány</w:t>
      </w:r>
      <w:r>
        <w:t>:</w:t>
      </w:r>
    </w:p>
    <w:p w14:paraId="08F697B8" w14:textId="636292C4" w:rsidR="001F1BFA" w:rsidRDefault="00A55030" w:rsidP="001F1BFA">
      <w:pPr>
        <w:pStyle w:val="Text1-1"/>
        <w:numPr>
          <w:ilvl w:val="0"/>
          <w:numId w:val="27"/>
        </w:numPr>
      </w:pPr>
      <w:r>
        <w:t>jakýkoli ruský státní příslušník, fyzická osoba s bydlištěm v Rusku nebo právnická osoba, subjekt či orgán usazené v Rusku</w:t>
      </w:r>
      <w:r w:rsidR="001F1BFA">
        <w:t>,</w:t>
      </w:r>
    </w:p>
    <w:p w14:paraId="772730AD" w14:textId="1320950C" w:rsidR="001F1BFA" w:rsidRDefault="001F1BFA" w:rsidP="001F1BFA">
      <w:pPr>
        <w:pStyle w:val="Text1-1"/>
        <w:numPr>
          <w:ilvl w:val="0"/>
          <w:numId w:val="27"/>
        </w:numPr>
        <w:spacing w:before="120"/>
      </w:pPr>
      <w:r>
        <w:t>právnick</w:t>
      </w:r>
      <w:r w:rsidR="00A55030">
        <w:t>á</w:t>
      </w:r>
      <w:r>
        <w:t xml:space="preserve"> osob</w:t>
      </w:r>
      <w:r w:rsidR="00A55030">
        <w:t>a</w:t>
      </w:r>
      <w:r>
        <w:t>, subjekt nebo orgán, které jsou z více než 50 % přímo či nepřímo vlastněny některým ze subjektů uvedených v písmeni a) tohoto odstavce, nebo</w:t>
      </w:r>
    </w:p>
    <w:p w14:paraId="35835DF3" w14:textId="342D1BE4" w:rsidR="001F1BFA" w:rsidRDefault="001F1BFA" w:rsidP="001F1BFA">
      <w:pPr>
        <w:pStyle w:val="Text1-1"/>
        <w:numPr>
          <w:ilvl w:val="0"/>
          <w:numId w:val="27"/>
        </w:numPr>
      </w:pPr>
      <w:r>
        <w:t>fyzick</w:t>
      </w:r>
      <w:r w:rsidR="00A55030">
        <w:t>á</w:t>
      </w:r>
      <w:r>
        <w:t xml:space="preserve"> nebo právnick</w:t>
      </w:r>
      <w:r w:rsidR="00A55030">
        <w:t>á</w:t>
      </w:r>
      <w:r>
        <w:t xml:space="preserve"> osob</w:t>
      </w:r>
      <w:r w:rsidR="00A55030">
        <w:t>a</w:t>
      </w:r>
      <w:r>
        <w:t>, subjekt nebo orgán, které jednají jménem nebo na pokyn některého ze subjektů uvedených v písmeni a) nebo b) tohoto odstavce,</w:t>
      </w:r>
    </w:p>
    <w:p w14:paraId="0BB80BEC" w14:textId="4193D730" w:rsidR="001F1BFA" w:rsidRDefault="001F1BFA" w:rsidP="001F1BFA">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2EAE0BA4" w14:textId="5FB332B7" w:rsidR="001F1BFA" w:rsidRPr="00404ACA" w:rsidRDefault="001F1BFA" w:rsidP="001F1BFA">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E2553F">
        <w:rPr>
          <w:rFonts w:eastAsia="Verdana" w:cstheme="majorBidi"/>
          <w:noProof/>
          <w:szCs w:val="26"/>
        </w:rPr>
        <w:t>nebyli</w:t>
      </w:r>
      <w:r>
        <w:t xml:space="preserve"> osobami dle </w:t>
      </w:r>
      <w:r w:rsidR="00A55030">
        <w:t xml:space="preserve">předchozího odstavce </w:t>
      </w:r>
      <w:r>
        <w:t xml:space="preserve">tohoto článku a </w:t>
      </w:r>
      <w:r w:rsidRPr="00CD701B">
        <w:rPr>
          <w:rFonts w:eastAsia="Verdana" w:cstheme="majorBidi"/>
          <w:noProof/>
          <w:szCs w:val="26"/>
        </w:rPr>
        <w:t>Nařízení č. 833/2014</w:t>
      </w:r>
      <w:r>
        <w:rPr>
          <w:rFonts w:eastAsia="Verdana" w:cstheme="majorBidi"/>
          <w:noProof/>
          <w:szCs w:val="26"/>
        </w:rPr>
        <w:t>.</w:t>
      </w:r>
    </w:p>
    <w:p w14:paraId="6601612D" w14:textId="13F4C17C" w:rsidR="001F1BFA" w:rsidRDefault="001F1BFA" w:rsidP="001F1BFA">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0030398B">
        <w:t>n</w:t>
      </w:r>
      <w:r>
        <w:t xml:space="preserve">ařízení </w:t>
      </w:r>
      <w:r w:rsidRPr="00EB54C9">
        <w:t>č. 269/2014</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30398B">
        <w:t xml:space="preserve">; </w:t>
      </w:r>
      <w:r w:rsidR="0030398B">
        <w:rPr>
          <w:rStyle w:val="normaltextrun"/>
          <w:rFonts w:ascii="Verdana" w:hAnsi="Verdana"/>
          <w:shd w:val="clear" w:color="auto" w:fill="FFFFFF"/>
        </w:rPr>
        <w:t xml:space="preserve">dle čl. 2 </w:t>
      </w:r>
      <w:r w:rsidR="0030398B">
        <w:rPr>
          <w:rStyle w:val="normaltextrun"/>
          <w:rFonts w:ascii="Verdana" w:hAnsi="Verdana"/>
          <w:bCs/>
          <w:shd w:val="clear" w:color="auto" w:fill="FFFFFF"/>
        </w:rPr>
        <w:t>nařízení Rady (ES) č. 765/2006</w:t>
      </w:r>
      <w:r w:rsidR="0030398B">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30398B">
        <w:rPr>
          <w:rStyle w:val="normaltextrun"/>
          <w:rFonts w:ascii="Verdana" w:hAnsi="Verdana"/>
          <w:bdr w:val="none" w:sz="0" w:space="0" w:color="auto" w:frame="1"/>
        </w:rPr>
        <w:t xml:space="preserve">dle čl. 2 </w:t>
      </w:r>
      <w:r w:rsidR="0030398B">
        <w:rPr>
          <w:rStyle w:val="normaltextrun"/>
          <w:rFonts w:ascii="Verdana" w:hAnsi="Verdana"/>
          <w:bCs/>
          <w:bdr w:val="none" w:sz="0" w:space="0" w:color="auto" w:frame="1"/>
        </w:rPr>
        <w:t>nařízení Rady (EU) č. 208/2014</w:t>
      </w:r>
      <w:r w:rsidR="0030398B">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30398B">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E2553F">
        <w:rPr>
          <w:rFonts w:eastAsia="Verdana" w:cstheme="majorBidi"/>
          <w:noProof/>
          <w:szCs w:val="26"/>
        </w:rPr>
        <w:t>„Osoby vedené na sankčních seznamech“</w:t>
      </w:r>
      <w:r>
        <w:t>).</w:t>
      </w:r>
    </w:p>
    <w:p w14:paraId="5DF9E9F1" w14:textId="77777777" w:rsidR="001F1BFA" w:rsidRDefault="001F1BFA" w:rsidP="001F1BFA">
      <w:pPr>
        <w:pStyle w:val="Text1-1"/>
      </w:pPr>
      <w:r>
        <w:lastRenderedPageBreak/>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E2553F">
        <w:t>nebyli</w:t>
      </w:r>
      <w:r>
        <w:t xml:space="preserve"> Osobami vedenými na sankčních seznamech.</w:t>
      </w:r>
    </w:p>
    <w:p w14:paraId="5790A049" w14:textId="77777777" w:rsidR="001F1BFA" w:rsidRDefault="001F1BFA" w:rsidP="001F1BFA">
      <w:pPr>
        <w:pStyle w:val="Text1-1"/>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6261F346" w14:textId="77777777" w:rsidR="001F1BFA" w:rsidRDefault="001F1BFA" w:rsidP="001F1BFA">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0E1CB581" w14:textId="146C644D" w:rsidR="0051049A" w:rsidRPr="0051049A" w:rsidRDefault="001F1BFA" w:rsidP="001F1BFA">
      <w:pPr>
        <w:pStyle w:val="Text1-1"/>
      </w:pPr>
      <w:r w:rsidRPr="00FA4410">
        <w:t xml:space="preserve">V případě postupu </w:t>
      </w:r>
      <w:r w:rsidR="00A55030">
        <w:t xml:space="preserve">vybraného dodavatele </w:t>
      </w:r>
      <w:r w:rsidRPr="00FA4410">
        <w:t>v rozporu s</w:t>
      </w:r>
      <w:r>
        <w:t xml:space="preserve"> tímto článkem </w:t>
      </w:r>
      <w:r w:rsidRPr="00FA4410">
        <w:t xml:space="preserve">bude </w:t>
      </w:r>
      <w:r w:rsidR="00A55030">
        <w:t xml:space="preserve">vybraný dodavatel </w:t>
      </w:r>
      <w:r w:rsidRPr="00FA4410">
        <w:t>vyloučen ze zadávacího řízení</w:t>
      </w:r>
      <w:r>
        <w:t>.</w:t>
      </w:r>
    </w:p>
    <w:p w14:paraId="0ED17DC8" w14:textId="1DC9DAD2" w:rsidR="0035531B" w:rsidRDefault="0035531B" w:rsidP="00564DDD">
      <w:pPr>
        <w:pStyle w:val="Nadpis1-1"/>
      </w:pPr>
      <w:bookmarkStart w:id="35" w:name="_Toc185239945"/>
      <w:r>
        <w:t>PŘÍLOHY TĚCHTO POKYNŮ</w:t>
      </w:r>
      <w:bookmarkEnd w:id="35"/>
    </w:p>
    <w:p w14:paraId="15D32B04"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6125E542" w14:textId="77777777" w:rsidR="0035531B" w:rsidRDefault="0035531B" w:rsidP="00564DDD">
      <w:pPr>
        <w:pStyle w:val="Textbezslovn"/>
        <w:tabs>
          <w:tab w:val="left" w:pos="2127"/>
        </w:tabs>
        <w:spacing w:after="0"/>
        <w:ind w:left="2127" w:hanging="1390"/>
      </w:pPr>
      <w:r>
        <w:t>Příloha č. 2</w:t>
      </w:r>
      <w:r>
        <w:tab/>
        <w:t>Seznam poddodavatelů</w:t>
      </w:r>
    </w:p>
    <w:p w14:paraId="05D906A6"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71E0B078"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53DEE534"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290BCE3D" w14:textId="77777777" w:rsidR="0035531B" w:rsidRDefault="0035531B" w:rsidP="00564DDD">
      <w:pPr>
        <w:pStyle w:val="Textbezslovn"/>
        <w:tabs>
          <w:tab w:val="left" w:pos="2127"/>
        </w:tabs>
        <w:spacing w:after="0"/>
        <w:ind w:left="2127" w:hanging="1390"/>
      </w:pPr>
      <w:r>
        <w:t>Příloha č. 6</w:t>
      </w:r>
      <w:r>
        <w:tab/>
        <w:t>Vzor profesního životopisu</w:t>
      </w:r>
    </w:p>
    <w:p w14:paraId="44F3C58A"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56EE0EA1" w14:textId="4B0007AF"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5F295FE2" w14:textId="38130912" w:rsidR="001518EF" w:rsidRDefault="001518EF" w:rsidP="001518EF">
      <w:pPr>
        <w:pStyle w:val="Textbezslovn"/>
        <w:tabs>
          <w:tab w:val="left" w:pos="2127"/>
        </w:tabs>
        <w:spacing w:after="0"/>
        <w:ind w:left="2127" w:hanging="1390"/>
      </w:pPr>
      <w:r>
        <w:t>Příloha č. 9</w:t>
      </w:r>
      <w:r>
        <w:tab/>
      </w:r>
      <w:r w:rsidRPr="001744FD">
        <w:t>Seznam zkušeností hodnocených členů odborného personálu dodavatele</w:t>
      </w:r>
    </w:p>
    <w:p w14:paraId="5F7AA010" w14:textId="77FBCA28" w:rsidR="001F1BFA" w:rsidRDefault="001F1BFA" w:rsidP="001F1BFA">
      <w:pPr>
        <w:pStyle w:val="Textbezslovn"/>
        <w:tabs>
          <w:tab w:val="left" w:pos="2127"/>
        </w:tabs>
        <w:spacing w:after="0"/>
        <w:ind w:left="2127" w:hanging="1390"/>
      </w:pPr>
      <w:r>
        <w:t>Příloha č. 10</w:t>
      </w:r>
      <w:r>
        <w:tab/>
      </w:r>
      <w:r w:rsidRPr="00010882">
        <w:rPr>
          <w:lang w:eastAsia="cs-CZ"/>
        </w:rPr>
        <w:t xml:space="preserve">Čestné prohlášení o splnění podmínek v souvislosti </w:t>
      </w:r>
      <w:r w:rsidR="00E4366B">
        <w:rPr>
          <w:lang w:eastAsia="cs-CZ"/>
        </w:rPr>
        <w:t>s mezinárodními sankcemi</w:t>
      </w:r>
    </w:p>
    <w:p w14:paraId="4D4FBE0C" w14:textId="77777777" w:rsidR="001F1BFA" w:rsidRDefault="001F1BFA" w:rsidP="001518EF">
      <w:pPr>
        <w:pStyle w:val="Textbezslovn"/>
        <w:tabs>
          <w:tab w:val="left" w:pos="2127"/>
        </w:tabs>
        <w:spacing w:after="0"/>
        <w:ind w:left="2127" w:hanging="1390"/>
      </w:pPr>
    </w:p>
    <w:p w14:paraId="6C07E877" w14:textId="77777777" w:rsidR="0035531B" w:rsidRDefault="0035531B" w:rsidP="00564DDD">
      <w:pPr>
        <w:pStyle w:val="Textbezslovn"/>
        <w:spacing w:after="0"/>
      </w:pPr>
    </w:p>
    <w:p w14:paraId="066E047C" w14:textId="509E755A" w:rsidR="0035531B" w:rsidRDefault="0035531B" w:rsidP="00564DDD">
      <w:pPr>
        <w:pStyle w:val="Textbezslovn"/>
        <w:spacing w:after="0"/>
      </w:pPr>
      <w:r>
        <w:t xml:space="preserve">V Praze </w:t>
      </w:r>
    </w:p>
    <w:p w14:paraId="45AEC836" w14:textId="77777777" w:rsidR="0035531B" w:rsidRDefault="0035531B" w:rsidP="00564DDD">
      <w:pPr>
        <w:pStyle w:val="Textbezslovn"/>
        <w:spacing w:after="0"/>
      </w:pPr>
    </w:p>
    <w:p w14:paraId="5D439E2D" w14:textId="77777777" w:rsidR="0035531B" w:rsidRDefault="0035531B" w:rsidP="00564DDD">
      <w:pPr>
        <w:pStyle w:val="Textbezslovn"/>
        <w:spacing w:after="0"/>
      </w:pPr>
    </w:p>
    <w:p w14:paraId="06180708" w14:textId="77777777" w:rsidR="0035531B" w:rsidRDefault="0035531B" w:rsidP="00564DDD">
      <w:pPr>
        <w:pStyle w:val="Textbezslovn"/>
        <w:spacing w:after="0"/>
      </w:pPr>
    </w:p>
    <w:p w14:paraId="62D279D9" w14:textId="77777777" w:rsidR="0035531B" w:rsidRDefault="0035531B" w:rsidP="00564DDD">
      <w:pPr>
        <w:pStyle w:val="Textbezslovn"/>
        <w:spacing w:after="0"/>
      </w:pPr>
    </w:p>
    <w:p w14:paraId="3F995FA9" w14:textId="77777777" w:rsidR="0035531B" w:rsidRDefault="0035531B" w:rsidP="00564DDD">
      <w:pPr>
        <w:pStyle w:val="Textbezslovn"/>
        <w:spacing w:after="0"/>
      </w:pPr>
      <w:r>
        <w:t>…………………………………………….</w:t>
      </w:r>
    </w:p>
    <w:p w14:paraId="79F7AA76" w14:textId="77777777" w:rsidR="0035531B" w:rsidRDefault="0035531B" w:rsidP="00564DDD">
      <w:pPr>
        <w:pStyle w:val="Textbezslovn"/>
        <w:spacing w:after="0"/>
      </w:pPr>
      <w:r>
        <w:t>Ing. Mojmír Nejezchleb</w:t>
      </w:r>
    </w:p>
    <w:p w14:paraId="2D53696E" w14:textId="77777777" w:rsidR="0035531B" w:rsidRDefault="0035531B" w:rsidP="00564DDD">
      <w:pPr>
        <w:pStyle w:val="Textbezslovn"/>
        <w:spacing w:after="0"/>
      </w:pPr>
      <w:r>
        <w:t>náměstek generálního ředitele pro modernizaci dráhy</w:t>
      </w:r>
    </w:p>
    <w:p w14:paraId="74005E79" w14:textId="77777777" w:rsidR="0035531B" w:rsidRDefault="0035531B" w:rsidP="00B33ABD">
      <w:pPr>
        <w:pStyle w:val="Textbezslovn"/>
        <w:spacing w:after="0"/>
      </w:pPr>
      <w:r>
        <w:t>Správa železni</w:t>
      </w:r>
      <w:r w:rsidR="00040961">
        <w:t>c</w:t>
      </w:r>
      <w:r>
        <w:t>,</w:t>
      </w:r>
      <w:r w:rsidR="00CE7DE6">
        <w:t xml:space="preserve"> </w:t>
      </w:r>
      <w:r>
        <w:t>státní organizace</w:t>
      </w:r>
    </w:p>
    <w:p w14:paraId="4D354D07" w14:textId="7EB05B87" w:rsidR="00564DDD" w:rsidRDefault="00564DDD"/>
    <w:p w14:paraId="6E0B9DB6" w14:textId="77777777" w:rsidR="000C3384" w:rsidRDefault="000C3384">
      <w:pPr>
        <w:rPr>
          <w:rFonts w:asciiTheme="majorHAnsi" w:hAnsiTheme="majorHAnsi"/>
          <w:b/>
          <w:caps/>
          <w:sz w:val="22"/>
        </w:rPr>
      </w:pPr>
      <w:r>
        <w:br w:type="page"/>
      </w:r>
    </w:p>
    <w:p w14:paraId="10D8F62A" w14:textId="6F5D6C2B" w:rsidR="0035531B" w:rsidRDefault="0035531B" w:rsidP="00FE4333">
      <w:pPr>
        <w:pStyle w:val="Nadpisbezsl1-1"/>
      </w:pPr>
      <w:r w:rsidRPr="00FE4333">
        <w:lastRenderedPageBreak/>
        <w:t>Příloha</w:t>
      </w:r>
      <w:r>
        <w:t xml:space="preserve"> č. 1 </w:t>
      </w:r>
    </w:p>
    <w:p w14:paraId="6E685CF5"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34C30995" w14:textId="77777777" w:rsidR="00AB1063" w:rsidRDefault="00AB1063" w:rsidP="00454716">
      <w:pPr>
        <w:pStyle w:val="Textbezslovn"/>
        <w:ind w:left="28"/>
      </w:pPr>
    </w:p>
    <w:p w14:paraId="3953663B" w14:textId="7E1232E0" w:rsidR="0035531B" w:rsidRDefault="0035531B" w:rsidP="00454716">
      <w:pPr>
        <w:pStyle w:val="Textbezslovn"/>
        <w:ind w:left="28"/>
      </w:pPr>
      <w:r>
        <w:t>Obchodní firma</w:t>
      </w:r>
      <w:r w:rsidR="006749AD">
        <w:t xml:space="preserve"> </w:t>
      </w:r>
      <w:r w:rsidR="006749AD" w:rsidRPr="00833899">
        <w:t>/jméno a příjmení</w:t>
      </w:r>
      <w:r w:rsidR="006749AD" w:rsidRPr="00833899">
        <w:rPr>
          <w:rStyle w:val="Znakapoznpodarou"/>
        </w:rPr>
        <w:footnoteReference w:id="4"/>
      </w:r>
      <w:r>
        <w:t xml:space="preserve"> [</w:t>
      </w:r>
      <w:r w:rsidRPr="00DE6A35">
        <w:rPr>
          <w:b/>
          <w:highlight w:val="yellow"/>
        </w:rPr>
        <w:t>DOPLNÍ DODAVATEL</w:t>
      </w:r>
      <w:r>
        <w:t>]</w:t>
      </w:r>
    </w:p>
    <w:p w14:paraId="4F85BBC0" w14:textId="77777777" w:rsidR="0035531B" w:rsidRDefault="0035531B" w:rsidP="00454716">
      <w:pPr>
        <w:pStyle w:val="Textbezslovn"/>
        <w:ind w:left="28"/>
      </w:pPr>
      <w:r>
        <w:t>Sídlo [</w:t>
      </w:r>
      <w:r w:rsidRPr="00564DDD">
        <w:rPr>
          <w:highlight w:val="yellow"/>
        </w:rPr>
        <w:t>DOPLNÍ DODAVATEL</w:t>
      </w:r>
      <w:r>
        <w:t>]</w:t>
      </w:r>
    </w:p>
    <w:p w14:paraId="5880982E"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585AF7F9" w14:textId="77777777" w:rsidR="0035531B" w:rsidRDefault="0035531B" w:rsidP="00454716">
      <w:pPr>
        <w:pStyle w:val="Textbezslovn"/>
        <w:ind w:left="28"/>
      </w:pPr>
      <w:r>
        <w:t>Právní forma [</w:t>
      </w:r>
      <w:r w:rsidRPr="00564DDD">
        <w:rPr>
          <w:highlight w:val="yellow"/>
        </w:rPr>
        <w:t>DOPLNÍ DODAVATEL</w:t>
      </w:r>
      <w:r>
        <w:t>]</w:t>
      </w:r>
    </w:p>
    <w:p w14:paraId="34E7EE7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40B31681" w14:textId="77777777" w:rsidR="0035531B" w:rsidRDefault="0035531B" w:rsidP="00454716">
      <w:pPr>
        <w:pStyle w:val="Textbezslovn"/>
        <w:ind w:left="28"/>
      </w:pPr>
      <w:r>
        <w:t>Podrobnosti registrace [</w:t>
      </w:r>
      <w:r w:rsidRPr="00564DDD">
        <w:rPr>
          <w:highlight w:val="yellow"/>
        </w:rPr>
        <w:t>DOPLNÍ DODAVATEL</w:t>
      </w:r>
      <w:r>
        <w:t>]</w:t>
      </w:r>
    </w:p>
    <w:p w14:paraId="31732835" w14:textId="77777777" w:rsidR="0035531B" w:rsidRDefault="0035531B" w:rsidP="00454716">
      <w:pPr>
        <w:pStyle w:val="Textbezslovn"/>
        <w:ind w:left="28"/>
      </w:pPr>
      <w:r>
        <w:t xml:space="preserve">Počet let působení jako dodavatel: </w:t>
      </w:r>
    </w:p>
    <w:p w14:paraId="29DA4ED3"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370EB8C3" w14:textId="77777777" w:rsidR="0035531B" w:rsidRDefault="0035531B" w:rsidP="00564DDD">
      <w:pPr>
        <w:pStyle w:val="Odrka1-1"/>
      </w:pPr>
      <w:r>
        <w:t>v zahraničí [</w:t>
      </w:r>
      <w:r w:rsidRPr="00564DDD">
        <w:rPr>
          <w:highlight w:val="yellow"/>
        </w:rPr>
        <w:t>DOPLNÍ DODAVATEL</w:t>
      </w:r>
      <w:r>
        <w:t>]</w:t>
      </w:r>
    </w:p>
    <w:p w14:paraId="4AD2EEF3"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1925BF84"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75B1B6C0" w14:textId="77777777" w:rsidR="00DD4015" w:rsidRPr="004F03BF" w:rsidRDefault="00DD4015" w:rsidP="00DD4015">
      <w:pPr>
        <w:jc w:val="both"/>
      </w:pPr>
      <w:r w:rsidRPr="004F03BF">
        <w:t xml:space="preserve">Dodavatel uvede informaci, zda je kótován na burze cenných papírů </w:t>
      </w:r>
      <w:r w:rsidRPr="004F03BF">
        <w:rPr>
          <w:highlight w:val="yellow"/>
        </w:rPr>
        <w:t>[Ano/Ne DOPLNÍ DODAVATEL]</w:t>
      </w:r>
    </w:p>
    <w:p w14:paraId="650B9C8E" w14:textId="36BF71AF" w:rsidR="006A540D" w:rsidRDefault="006A540D" w:rsidP="006A540D">
      <w:pPr>
        <w:pStyle w:val="Textbezslovn"/>
        <w:ind w:left="0"/>
      </w:pPr>
      <w:r w:rsidRPr="006A6AF2">
        <w:t>Řádně jsme se seznámili se zněním zadávacích podmínek veřejné zakázky s</w:t>
      </w:r>
      <w:r w:rsidR="00C334BC">
        <w:t> </w:t>
      </w:r>
      <w:r w:rsidRPr="006A6AF2">
        <w:t>názvem</w:t>
      </w:r>
      <w:r w:rsidR="00C334BC">
        <w:t xml:space="preserve"> „</w:t>
      </w:r>
      <w:r w:rsidR="00C334BC" w:rsidRPr="00C334BC">
        <w:t xml:space="preserve">Prostá elektrizace trati Praha - Vrané n. Vlt. / Měchenice </w:t>
      </w:r>
      <w:r w:rsidR="00C334BC">
        <w:t>–</w:t>
      </w:r>
      <w:r w:rsidR="00C334BC" w:rsidRPr="00C334BC">
        <w:t xml:space="preserve"> Čerčany</w:t>
      </w:r>
      <w:r w:rsidR="00C334BC">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981DCCA" w14:textId="11F28153" w:rsidR="00EF6C64" w:rsidRDefault="00EF6C64" w:rsidP="00EF6C64">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A020CC">
        <w:t xml:space="preserve">, ani </w:t>
      </w:r>
      <w:r w:rsidR="00A020CC" w:rsidRPr="00D6468A">
        <w:rPr>
          <w:rFonts w:ascii="Verdana" w:hAnsi="Verdana"/>
        </w:rPr>
        <w:t xml:space="preserve">nepřipravoval části nabídek, které mají být hodnoceny podle kritérií hodnocení, ve vzájemné shodě s jiným účastníkem téhož </w:t>
      </w:r>
      <w:r w:rsidR="00A020CC">
        <w:rPr>
          <w:rFonts w:ascii="Verdana" w:hAnsi="Verdana"/>
        </w:rPr>
        <w:t xml:space="preserve">zadávacího </w:t>
      </w:r>
      <w:r w:rsidR="00A020CC" w:rsidRPr="00D6468A">
        <w:rPr>
          <w:rFonts w:ascii="Verdana" w:hAnsi="Verdana"/>
        </w:rPr>
        <w:t>řízení, s nímž je spojenou osobou podle zákona o daních z příjmů</w:t>
      </w:r>
      <w:r>
        <w:t xml:space="preserve">.  </w:t>
      </w:r>
    </w:p>
    <w:p w14:paraId="714F12AD" w14:textId="77777777" w:rsidR="008E0535" w:rsidRDefault="008E0535" w:rsidP="008E0535">
      <w:pPr>
        <w:pStyle w:val="Textbezslovn"/>
        <w:spacing w:before="240"/>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78C8C969" w14:textId="5487242C" w:rsidR="00164B08" w:rsidRDefault="00164B08" w:rsidP="008E0535">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551E1C0A" w14:textId="3E4F0284" w:rsidR="006A540D" w:rsidRDefault="00A020CC" w:rsidP="008E0535">
      <w:pPr>
        <w:pStyle w:val="Textbezslovn"/>
        <w:ind w:left="0"/>
      </w:pPr>
      <w:r>
        <w:t>Dodavatel si je vědom všech právních důsledků, které pro něj mohou vyplývat z nepravdivosti zde uvedených údajů a skutečností.</w:t>
      </w:r>
    </w:p>
    <w:p w14:paraId="7F26A04B" w14:textId="77777777" w:rsidR="00564DDD" w:rsidRDefault="00564DDD" w:rsidP="00564DDD">
      <w:pPr>
        <w:pStyle w:val="Textbezslovn"/>
      </w:pPr>
      <w:r>
        <w:br w:type="page"/>
      </w:r>
    </w:p>
    <w:p w14:paraId="07E05655" w14:textId="77777777" w:rsidR="0035531B" w:rsidRDefault="0035531B" w:rsidP="00FE4333">
      <w:pPr>
        <w:pStyle w:val="Nadpisbezsl1-1"/>
      </w:pPr>
      <w:r>
        <w:lastRenderedPageBreak/>
        <w:t>Příloha č. 2</w:t>
      </w:r>
    </w:p>
    <w:p w14:paraId="445CC2BC" w14:textId="77777777" w:rsidR="0035531B" w:rsidRPr="00FE4333" w:rsidRDefault="0035531B" w:rsidP="00FE4333">
      <w:pPr>
        <w:pStyle w:val="Nadpisbezsl1-2"/>
        <w:rPr>
          <w:rStyle w:val="Tun9b"/>
          <w:b/>
        </w:rPr>
      </w:pPr>
      <w:r w:rsidRPr="00FE4333">
        <w:rPr>
          <w:rStyle w:val="Tun9b"/>
          <w:b/>
        </w:rPr>
        <w:t>Seznam poddodavatelů</w:t>
      </w:r>
    </w:p>
    <w:p w14:paraId="35A7878E" w14:textId="77777777" w:rsidR="00AB1063" w:rsidRDefault="00AB1063" w:rsidP="00564DDD">
      <w:pPr>
        <w:pStyle w:val="Textbezslovn"/>
      </w:pPr>
    </w:p>
    <w:p w14:paraId="77082395" w14:textId="77777777" w:rsidR="0035531B" w:rsidRDefault="0035531B" w:rsidP="00454716">
      <w:pPr>
        <w:pStyle w:val="Textbezslovn"/>
        <w:ind w:left="0"/>
      </w:pPr>
      <w:r>
        <w:t>Jestliže dodavatel uvažuje zadat poddodavateli plnění části veřejné zakázky, uvede následující údaje:</w:t>
      </w:r>
    </w:p>
    <w:p w14:paraId="0E49F289"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0804AF5"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5EA185C"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40B549CE"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05DD2926"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1F9B7DC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4C85CA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597C06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9BDC0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3B24FE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B35F3D2"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FD78AA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AEF919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212588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AF8A1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523B7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CC1637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5AE629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4DBDE3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E9626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17236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B9AFC5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0A2E0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7957CB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CDE6A2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06B3EF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3CF427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3687A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400092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308931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D5C1706"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0EC13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BC72CA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042A58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AFF37A2"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C064C1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8A22A6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6DFAC9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7D46D7B" w14:textId="77777777" w:rsidR="00564DDD" w:rsidRPr="00454716" w:rsidRDefault="00454716" w:rsidP="00454716">
            <w:pPr>
              <w:rPr>
                <w:sz w:val="16"/>
                <w:szCs w:val="16"/>
              </w:rPr>
            </w:pPr>
            <w:r w:rsidRPr="00454716">
              <w:rPr>
                <w:sz w:val="16"/>
                <w:szCs w:val="16"/>
              </w:rPr>
              <w:t>Celkem %</w:t>
            </w:r>
          </w:p>
        </w:tc>
        <w:tc>
          <w:tcPr>
            <w:tcW w:w="3969" w:type="dxa"/>
          </w:tcPr>
          <w:p w14:paraId="1B78C7D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0396AFB7"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0DECDDAC" w14:textId="77777777" w:rsidR="0035531B" w:rsidRDefault="0035531B" w:rsidP="00454716">
      <w:pPr>
        <w:pStyle w:val="Textbezslovn"/>
      </w:pPr>
    </w:p>
    <w:p w14:paraId="5300C788" w14:textId="77777777" w:rsidR="00454716" w:rsidRDefault="00454716" w:rsidP="00454716">
      <w:pPr>
        <w:pStyle w:val="Textbezslovn"/>
      </w:pPr>
      <w:r>
        <w:br w:type="page"/>
      </w:r>
    </w:p>
    <w:p w14:paraId="5FF38126" w14:textId="77777777" w:rsidR="0035531B" w:rsidRDefault="0035531B" w:rsidP="00FE4333">
      <w:pPr>
        <w:pStyle w:val="Nadpisbezsl1-1"/>
      </w:pPr>
      <w:r>
        <w:lastRenderedPageBreak/>
        <w:t xml:space="preserve">Příloha č. 3 </w:t>
      </w:r>
    </w:p>
    <w:p w14:paraId="1BAE795B"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F7256C7" w14:textId="77777777" w:rsidR="0035531B" w:rsidRDefault="0035531B" w:rsidP="00454716">
      <w:pPr>
        <w:pStyle w:val="Textbezslovn"/>
        <w:ind w:left="0"/>
      </w:pPr>
    </w:p>
    <w:p w14:paraId="3077C50B"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7DCF0C09" w14:textId="77777777" w:rsidR="0035531B" w:rsidRDefault="0035531B" w:rsidP="00454716">
      <w:pPr>
        <w:pStyle w:val="Textbezslovn"/>
        <w:ind w:left="0"/>
      </w:pPr>
    </w:p>
    <w:p w14:paraId="0B0DBBB2"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28E64A0C" w14:textId="428D82AF" w:rsidR="0035531B" w:rsidRDefault="0035531B" w:rsidP="00454716">
      <w:pPr>
        <w:pStyle w:val="Textbezslovn"/>
        <w:ind w:left="0"/>
      </w:pPr>
      <w:r>
        <w:t xml:space="preserve">Obchodní firma </w:t>
      </w:r>
      <w:r w:rsidR="006749AD" w:rsidRPr="00833899">
        <w:t>/jméno a příjmení</w:t>
      </w:r>
      <w:r w:rsidR="0014107B" w:rsidRPr="00833899">
        <w:rPr>
          <w:rStyle w:val="Znakapoznpodarou"/>
        </w:rPr>
        <w:footnoteReference w:id="5"/>
      </w:r>
      <w:r w:rsidR="006749AD">
        <w:t xml:space="preserve"> </w:t>
      </w:r>
      <w:r>
        <w:t>[</w:t>
      </w:r>
      <w:r w:rsidRPr="0070255F">
        <w:rPr>
          <w:b/>
          <w:highlight w:val="yellow"/>
        </w:rPr>
        <w:t>DOPLNÍ DODAVATEL</w:t>
      </w:r>
      <w:r>
        <w:t>]</w:t>
      </w:r>
    </w:p>
    <w:p w14:paraId="25B3728C" w14:textId="77777777" w:rsidR="0035531B" w:rsidRDefault="0035531B" w:rsidP="00454716">
      <w:pPr>
        <w:pStyle w:val="Textbezslovn"/>
        <w:ind w:left="0"/>
      </w:pPr>
      <w:r>
        <w:t>Sídlo [</w:t>
      </w:r>
      <w:r w:rsidRPr="00454716">
        <w:rPr>
          <w:highlight w:val="yellow"/>
        </w:rPr>
        <w:t>DOPLNÍ DODAVATEL</w:t>
      </w:r>
      <w:r>
        <w:t>]</w:t>
      </w:r>
    </w:p>
    <w:p w14:paraId="703E2392" w14:textId="77777777" w:rsidR="0035531B" w:rsidRDefault="0035531B" w:rsidP="00454716">
      <w:pPr>
        <w:pStyle w:val="Textbezslovn"/>
        <w:ind w:left="0"/>
      </w:pPr>
      <w:r>
        <w:t>Právní forma [</w:t>
      </w:r>
      <w:r w:rsidRPr="00454716">
        <w:rPr>
          <w:highlight w:val="yellow"/>
        </w:rPr>
        <w:t>DOPLNÍ DODAVATEL</w:t>
      </w:r>
      <w:r>
        <w:t>]</w:t>
      </w:r>
    </w:p>
    <w:p w14:paraId="1AE79985" w14:textId="77777777" w:rsidR="0035531B" w:rsidRDefault="0035531B" w:rsidP="00454716">
      <w:pPr>
        <w:pStyle w:val="Textbezslovn"/>
        <w:ind w:left="0"/>
      </w:pPr>
      <w:r>
        <w:t>IČO [</w:t>
      </w:r>
      <w:r w:rsidRPr="00454716">
        <w:rPr>
          <w:highlight w:val="yellow"/>
        </w:rPr>
        <w:t>DOPLNÍ DODAVATEL</w:t>
      </w:r>
      <w:r>
        <w:t>]</w:t>
      </w:r>
    </w:p>
    <w:p w14:paraId="41F931FF" w14:textId="77777777" w:rsidR="0035531B" w:rsidRDefault="0035531B" w:rsidP="00454716">
      <w:pPr>
        <w:pStyle w:val="Textbezslovn"/>
        <w:ind w:left="0"/>
      </w:pPr>
    </w:p>
    <w:p w14:paraId="0FFFE3B3" w14:textId="773D1E4D" w:rsidR="0035531B" w:rsidRDefault="0035531B" w:rsidP="00454716">
      <w:pPr>
        <w:pStyle w:val="Textbezslovn"/>
        <w:ind w:left="0"/>
      </w:pPr>
      <w:r w:rsidRPr="00454716">
        <w:rPr>
          <w:rStyle w:val="Tun9b"/>
        </w:rPr>
        <w:t>Identifikační údaje</w:t>
      </w:r>
      <w:r>
        <w:t xml:space="preserve"> (obchodní firma</w:t>
      </w:r>
      <w:r w:rsidR="006749AD" w:rsidRPr="00833899">
        <w:t>/jméno a příjmení</w:t>
      </w:r>
      <w:r>
        <w:t xml:space="preserve">, sídlo, právní forma, IČO) </w:t>
      </w:r>
      <w:r w:rsidRPr="00454716">
        <w:rPr>
          <w:rStyle w:val="Tun9b"/>
        </w:rPr>
        <w:t>ostatních společníků</w:t>
      </w:r>
      <w:r>
        <w:t xml:space="preserve"> (členů společnosti/sdružení/seskupení):</w:t>
      </w:r>
    </w:p>
    <w:p w14:paraId="66CEF842" w14:textId="77777777" w:rsidR="0035531B" w:rsidRDefault="0035531B" w:rsidP="00454716">
      <w:pPr>
        <w:pStyle w:val="Odstavec1-2i"/>
      </w:pPr>
      <w:r>
        <w:t>[</w:t>
      </w:r>
      <w:r w:rsidRPr="00454716">
        <w:rPr>
          <w:highlight w:val="yellow"/>
        </w:rPr>
        <w:t>DOPLNÍ DODAVATEL</w:t>
      </w:r>
      <w:r>
        <w:t>]</w:t>
      </w:r>
    </w:p>
    <w:p w14:paraId="2D16D897" w14:textId="77777777" w:rsidR="0035531B" w:rsidRDefault="0035531B" w:rsidP="00454716">
      <w:pPr>
        <w:pStyle w:val="Odstavec1-2i"/>
      </w:pPr>
      <w:r>
        <w:t>[</w:t>
      </w:r>
      <w:r w:rsidRPr="00454716">
        <w:rPr>
          <w:highlight w:val="yellow"/>
        </w:rPr>
        <w:t>DOPLNÍ DODAVATEL</w:t>
      </w:r>
      <w:r>
        <w:t>]</w:t>
      </w:r>
    </w:p>
    <w:p w14:paraId="607FDFD0" w14:textId="77777777" w:rsidR="0035531B" w:rsidRDefault="0035531B" w:rsidP="00454716">
      <w:pPr>
        <w:pStyle w:val="Odstavec1-2i"/>
      </w:pPr>
      <w:r>
        <w:t>[</w:t>
      </w:r>
      <w:r w:rsidRPr="00454716">
        <w:rPr>
          <w:highlight w:val="yellow"/>
        </w:rPr>
        <w:t>DOPLNÍ DODAVATEL</w:t>
      </w:r>
      <w:r>
        <w:t>]</w:t>
      </w:r>
    </w:p>
    <w:p w14:paraId="24BA08EE" w14:textId="77777777" w:rsidR="0035531B" w:rsidRDefault="0035531B" w:rsidP="00454716">
      <w:pPr>
        <w:pStyle w:val="Odstavec1-2i"/>
      </w:pPr>
      <w:r>
        <w:t>atd.</w:t>
      </w:r>
    </w:p>
    <w:p w14:paraId="0FF54830" w14:textId="77777777" w:rsidR="0035531B" w:rsidRDefault="0035531B" w:rsidP="00454716">
      <w:pPr>
        <w:pStyle w:val="Textbezslovn"/>
        <w:ind w:left="0"/>
      </w:pPr>
    </w:p>
    <w:p w14:paraId="4FDF15FB"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538F34B4"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3C5B0F08" w14:textId="6140D07B" w:rsidR="005E6218" w:rsidRPr="00454716" w:rsidRDefault="005E6218" w:rsidP="006749AD">
            <w:pPr>
              <w:rPr>
                <w:b/>
                <w:sz w:val="16"/>
                <w:szCs w:val="16"/>
              </w:rPr>
            </w:pPr>
            <w:r w:rsidRPr="00454716">
              <w:rPr>
                <w:b/>
                <w:sz w:val="16"/>
                <w:szCs w:val="16"/>
              </w:rPr>
              <w:t>Obchodní firma/</w:t>
            </w:r>
            <w:r w:rsidR="006749AD" w:rsidRPr="006749AD">
              <w:rPr>
                <w:b/>
                <w:sz w:val="16"/>
                <w:szCs w:val="16"/>
              </w:rPr>
              <w:t>jméno a příjmení</w:t>
            </w:r>
            <w:r w:rsidRPr="00454716">
              <w:rPr>
                <w:b/>
                <w:sz w:val="16"/>
                <w:szCs w:val="16"/>
              </w:rPr>
              <w:t xml:space="preserve"> společníka</w:t>
            </w:r>
          </w:p>
        </w:tc>
        <w:tc>
          <w:tcPr>
            <w:tcW w:w="4253" w:type="dxa"/>
          </w:tcPr>
          <w:p w14:paraId="0C5C7F60"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D7A3DCA"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7E5CB63"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05B86152"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8243875"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25A12E4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3379F120"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A3D4025"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5096C68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434C1E90"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2ABB2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7AD2B05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FC4F9AF"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32AD911D"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FE6D3D5"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65596CBE"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A4613FF"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47A4C214"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16B64A1E"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D7A1932" w14:textId="77777777" w:rsidR="0035531B" w:rsidRDefault="0035531B" w:rsidP="00454716">
      <w:pPr>
        <w:pStyle w:val="Textbezslovn"/>
        <w:ind w:left="0"/>
      </w:pPr>
    </w:p>
    <w:p w14:paraId="70255ACB" w14:textId="77777777" w:rsidR="0035531B" w:rsidRDefault="0035531B" w:rsidP="00454716">
      <w:pPr>
        <w:pStyle w:val="Textbezslovn"/>
        <w:ind w:left="0"/>
      </w:pPr>
    </w:p>
    <w:p w14:paraId="64191076"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30995C4E"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0676E339" w14:textId="77777777" w:rsidR="0035531B" w:rsidRDefault="0035531B" w:rsidP="00454716">
      <w:pPr>
        <w:pStyle w:val="Textbezslovn"/>
        <w:ind w:left="0"/>
      </w:pPr>
    </w:p>
    <w:p w14:paraId="19F7AEBE" w14:textId="77777777" w:rsidR="0035531B" w:rsidRDefault="0035531B" w:rsidP="00454716">
      <w:pPr>
        <w:pStyle w:val="Textbezslovn"/>
        <w:ind w:left="0"/>
      </w:pPr>
    </w:p>
    <w:p w14:paraId="4DF768DE"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277EEF2E" w14:textId="77777777" w:rsidR="0035531B" w:rsidRDefault="0035531B" w:rsidP="00454716">
      <w:pPr>
        <w:pStyle w:val="Textbezslovn"/>
        <w:ind w:left="0"/>
      </w:pPr>
    </w:p>
    <w:p w14:paraId="4BAA8C14" w14:textId="77777777" w:rsidR="0035531B" w:rsidRDefault="0035531B" w:rsidP="00454716">
      <w:pPr>
        <w:pStyle w:val="Textbezslovn"/>
        <w:ind w:left="0"/>
      </w:pPr>
    </w:p>
    <w:p w14:paraId="68CCC955" w14:textId="77777777" w:rsidR="00454716" w:rsidRDefault="00454716" w:rsidP="00454716">
      <w:pPr>
        <w:pStyle w:val="Textbezslovn"/>
        <w:ind w:left="0"/>
      </w:pPr>
      <w:r>
        <w:br w:type="page"/>
      </w:r>
    </w:p>
    <w:p w14:paraId="1354BB91" w14:textId="77777777" w:rsidR="0035531B" w:rsidRDefault="0035531B" w:rsidP="00FE4333">
      <w:pPr>
        <w:pStyle w:val="Nadpisbezsl1-1"/>
      </w:pPr>
      <w:r>
        <w:lastRenderedPageBreak/>
        <w:t>Příloha č. 4</w:t>
      </w:r>
    </w:p>
    <w:p w14:paraId="34AC5C8E" w14:textId="77777777" w:rsidR="0035531B" w:rsidRPr="00AD792A" w:rsidRDefault="0035531B" w:rsidP="00FE4333">
      <w:pPr>
        <w:pStyle w:val="Nadpisbezsl1-2"/>
      </w:pPr>
      <w:r w:rsidRPr="00AD792A">
        <w:t xml:space="preserve">Seznam </w:t>
      </w:r>
      <w:r w:rsidR="002D5F95" w:rsidRPr="002D5F95">
        <w:t>významných služeb</w:t>
      </w:r>
    </w:p>
    <w:p w14:paraId="536773E0"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09AD3474"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42D52C5F" w14:textId="77777777" w:rsidR="002D5F95" w:rsidRPr="00AD792A" w:rsidRDefault="002D5F95" w:rsidP="00631EAA">
            <w:pPr>
              <w:rPr>
                <w:b/>
                <w:sz w:val="16"/>
                <w:szCs w:val="16"/>
              </w:rPr>
            </w:pPr>
            <w:r w:rsidRPr="002D5F95">
              <w:rPr>
                <w:b/>
              </w:rPr>
              <w:t>Název významné služby</w:t>
            </w:r>
          </w:p>
        </w:tc>
        <w:tc>
          <w:tcPr>
            <w:tcW w:w="1559" w:type="dxa"/>
          </w:tcPr>
          <w:p w14:paraId="071403BE"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25E05196"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14:paraId="29A6BEDC"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CF4CFD1" w14:textId="73C5E78D"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6749AD">
              <w:rPr>
                <w:b/>
              </w:rPr>
              <w:t xml:space="preserve">den, </w:t>
            </w:r>
            <w:r w:rsidRPr="002D5F95">
              <w:rPr>
                <w:b/>
              </w:rPr>
              <w:t>měsíc/rok)</w:t>
            </w:r>
          </w:p>
          <w:p w14:paraId="56D57338" w14:textId="1F57FD55" w:rsidR="00E265A4" w:rsidRPr="00AD792A" w:rsidRDefault="00E265A4" w:rsidP="0038190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dozoru</w:t>
            </w:r>
            <w:r w:rsidR="00381906">
              <w:rPr>
                <w:b/>
              </w:rPr>
              <w:t xml:space="preserve"> projektanta</w:t>
            </w:r>
            <w:r>
              <w:rPr>
                <w:b/>
              </w:rPr>
              <w:t>)</w:t>
            </w:r>
          </w:p>
        </w:tc>
        <w:tc>
          <w:tcPr>
            <w:tcW w:w="1276" w:type="dxa"/>
          </w:tcPr>
          <w:p w14:paraId="55B21391"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2BA594EB" w14:textId="0D9E77DB" w:rsidR="002D5F95" w:rsidRDefault="002D5F95" w:rsidP="00CE7DE6">
            <w:pPr>
              <w:jc w:val="center"/>
              <w:cnfStyle w:val="100000000000" w:firstRow="1" w:lastRow="0" w:firstColumn="0" w:lastColumn="0" w:oddVBand="0" w:evenVBand="0" w:oddHBand="0" w:evenHBand="0" w:firstRowFirstColumn="0" w:firstRowLastColumn="0" w:lastRowFirstColumn="0" w:lastRowLastColumn="0"/>
              <w:rPr>
                <w:b/>
              </w:rPr>
            </w:pPr>
            <w:r w:rsidRPr="002D5F95">
              <w:rPr>
                <w:b/>
              </w:rPr>
              <w:t xml:space="preserve">Cena významné služby, kterou dodavatel poskytl** za posledních </w:t>
            </w:r>
            <w:r w:rsidR="00F34816">
              <w:rPr>
                <w:b/>
              </w:rPr>
              <w:t>8</w:t>
            </w:r>
            <w:r w:rsidRPr="002D5F95">
              <w:rPr>
                <w:b/>
              </w:rPr>
              <w:t xml:space="preserve"> let v Kč*** bez DPH</w:t>
            </w:r>
          </w:p>
          <w:p w14:paraId="0A4EBCC9" w14:textId="1368B519" w:rsidR="00E265A4" w:rsidRPr="00AD792A" w:rsidRDefault="00E265A4" w:rsidP="0038190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dozoru</w:t>
            </w:r>
            <w:r w:rsidR="00381906">
              <w:rPr>
                <w:b/>
              </w:rPr>
              <w:t xml:space="preserve"> projektanta</w:t>
            </w:r>
            <w:r>
              <w:rPr>
                <w:b/>
              </w:rPr>
              <w:t>)</w:t>
            </w:r>
          </w:p>
        </w:tc>
      </w:tr>
      <w:tr w:rsidR="002D5F95" w:rsidRPr="00454716" w14:paraId="10FDC94C"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54C1F9EA"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309D738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2366D77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B65CC7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B63082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13D1FE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6E43FC5"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73201D0E"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3207A7F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AC438C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4C3EA8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09705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427D35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0D8260AC"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D6F501E"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26169C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3E242A8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801CB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9DB522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DEAA32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2049A6C5"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DC354DD"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99B8CD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F76AC75"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16C2DF9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D098571"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15120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1EE877DC"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448F89D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1A6E96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B543DA8"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9CDFC78"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2E5B6867"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03C104F9"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6C1684B"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574AFDA0"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72F0C0A2"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91AFB11"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3B1E8A87"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1DB51E3C"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8559852"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14CACB4F" w14:textId="77777777" w:rsidR="002D5F95" w:rsidRDefault="002D5F95" w:rsidP="002D5F95">
      <w:pPr>
        <w:pStyle w:val="Textbezslovn"/>
        <w:ind w:left="0"/>
      </w:pPr>
    </w:p>
    <w:p w14:paraId="42E642CE"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69DC00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3CDC1180"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6198303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267FA513"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09EC889F" w14:textId="77777777" w:rsidR="0035531B" w:rsidRDefault="0035531B" w:rsidP="006749AD">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5241F083"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46B4A6A2" w14:textId="71730780"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w:t>
      </w:r>
      <w:r w:rsidRPr="00012DD2">
        <w:t xml:space="preserve">průměrný </w:t>
      </w:r>
      <w:r w:rsidR="006A5271">
        <w:t xml:space="preserve">měsíční </w:t>
      </w:r>
      <w:r w:rsidRPr="00012DD2">
        <w:t>kurz</w:t>
      </w:r>
      <w:r>
        <w:t xml:space="preserve"> devizového trhu příslušné měny</w:t>
      </w:r>
      <w:r w:rsidR="00BC6D2B">
        <w:t xml:space="preserve"> k </w:t>
      </w:r>
      <w:r>
        <w:t>CZK stanovený</w:t>
      </w:r>
      <w:r w:rsidR="00845C50">
        <w:t xml:space="preserve"> a </w:t>
      </w:r>
      <w:r>
        <w:t xml:space="preserve">zveřejněný ČNB </w:t>
      </w:r>
      <w:r w:rsidR="00A373A7">
        <w:t>za měsíc, ve kterém bylo plnění referenční zakázky dokončeno</w:t>
      </w:r>
      <w:r>
        <w:t>.</w:t>
      </w:r>
    </w:p>
    <w:p w14:paraId="1B6974EA" w14:textId="77777777" w:rsidR="0035531B" w:rsidRDefault="0035531B" w:rsidP="00EE3C5F">
      <w:pPr>
        <w:pStyle w:val="Textbezslovn"/>
      </w:pPr>
    </w:p>
    <w:p w14:paraId="37B6E33D" w14:textId="77777777" w:rsidR="0035531B" w:rsidRDefault="0035531B" w:rsidP="00EE3C5F">
      <w:pPr>
        <w:pStyle w:val="Textbezslovn"/>
      </w:pPr>
    </w:p>
    <w:p w14:paraId="7E3877C5" w14:textId="77777777" w:rsidR="00EE3C5F" w:rsidRDefault="00EE3C5F">
      <w:r>
        <w:br w:type="page"/>
      </w:r>
    </w:p>
    <w:p w14:paraId="5757ADE3" w14:textId="77777777" w:rsidR="0035531B" w:rsidRDefault="0035531B" w:rsidP="00FE4333">
      <w:pPr>
        <w:pStyle w:val="Nadpisbezsl1-1"/>
      </w:pPr>
      <w:r>
        <w:lastRenderedPageBreak/>
        <w:t>Příloha č. 5</w:t>
      </w:r>
    </w:p>
    <w:p w14:paraId="59B6B7E7" w14:textId="77777777" w:rsidR="0035531B" w:rsidRPr="00EE3C5F" w:rsidRDefault="0035531B" w:rsidP="00FE4333">
      <w:pPr>
        <w:pStyle w:val="Nadpisbezsl1-2"/>
      </w:pPr>
      <w:r w:rsidRPr="00EE3C5F">
        <w:t>Seznam odborného personálu dodavatele</w:t>
      </w:r>
    </w:p>
    <w:p w14:paraId="51B9FBF9" w14:textId="77777777" w:rsidR="00AB1063" w:rsidRDefault="00AB1063" w:rsidP="00EE3C5F">
      <w:pPr>
        <w:pStyle w:val="Textbezslovn"/>
      </w:pPr>
    </w:p>
    <w:p w14:paraId="67045E3D" w14:textId="4839DEED" w:rsidR="00631EAA" w:rsidRDefault="00631EAA" w:rsidP="00631EAA">
      <w:pPr>
        <w:pStyle w:val="Textbezslovn"/>
        <w:ind w:left="0"/>
      </w:pPr>
      <w:r w:rsidRPr="00631EAA">
        <w:t>V tomto seznamu dodavatel uvádí osoby za účelem prokázání kvalifikace.</w:t>
      </w:r>
    </w:p>
    <w:p w14:paraId="2DA041BF" w14:textId="77777777" w:rsidR="00631EAA" w:rsidRDefault="00631EAA" w:rsidP="00631EAA">
      <w:pPr>
        <w:pStyle w:val="Textbezslovn"/>
        <w:ind w:left="0"/>
      </w:pPr>
    </w:p>
    <w:tbl>
      <w:tblPr>
        <w:tblStyle w:val="Mkatabulky"/>
        <w:tblW w:w="4820" w:type="dxa"/>
        <w:tblLayout w:type="fixed"/>
        <w:tblLook w:val="04E0" w:firstRow="1" w:lastRow="1" w:firstColumn="1" w:lastColumn="0" w:noHBand="0" w:noVBand="1"/>
      </w:tblPr>
      <w:tblGrid>
        <w:gridCol w:w="2552"/>
        <w:gridCol w:w="2268"/>
      </w:tblGrid>
      <w:tr w:rsidR="00266A9F" w:rsidRPr="00EE3C5F" w14:paraId="28B581E0" w14:textId="77777777" w:rsidTr="00266A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Pr>
          <w:p w14:paraId="12ADAA15" w14:textId="77777777" w:rsidR="00266A9F" w:rsidRDefault="00266A9F" w:rsidP="00E44DD4">
            <w:pPr>
              <w:rPr>
                <w:b/>
                <w:sz w:val="16"/>
                <w:szCs w:val="16"/>
              </w:rPr>
            </w:pPr>
            <w:r>
              <w:rPr>
                <w:b/>
                <w:sz w:val="16"/>
                <w:szCs w:val="16"/>
              </w:rPr>
              <w:t>Funkce</w:t>
            </w:r>
          </w:p>
          <w:p w14:paraId="78071254" w14:textId="40B0276E" w:rsidR="00266A9F" w:rsidRPr="00EE3C5F" w:rsidRDefault="00266A9F" w:rsidP="00E44DD4">
            <w:pPr>
              <w:rPr>
                <w:b/>
                <w:sz w:val="16"/>
                <w:szCs w:val="16"/>
              </w:rPr>
            </w:pPr>
            <w:r>
              <w:rPr>
                <w:b/>
                <w:sz w:val="16"/>
                <w:szCs w:val="16"/>
              </w:rPr>
              <w:t>J</w:t>
            </w:r>
            <w:r w:rsidRPr="00EE3C5F">
              <w:rPr>
                <w:b/>
                <w:sz w:val="16"/>
                <w:szCs w:val="16"/>
              </w:rPr>
              <w:t xml:space="preserve">méno </w:t>
            </w:r>
            <w:r>
              <w:rPr>
                <w:b/>
                <w:sz w:val="16"/>
                <w:szCs w:val="16"/>
              </w:rPr>
              <w:t>a příjmení</w:t>
            </w:r>
          </w:p>
        </w:tc>
        <w:tc>
          <w:tcPr>
            <w:tcW w:w="2268" w:type="dxa"/>
          </w:tcPr>
          <w:p w14:paraId="1AFE4BFA" w14:textId="77777777" w:rsidR="00266A9F" w:rsidRPr="00EE3C5F" w:rsidRDefault="00266A9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266A9F" w:rsidRPr="00454716" w14:paraId="022D2334" w14:textId="77777777" w:rsidTr="00266A9F">
        <w:tc>
          <w:tcPr>
            <w:cnfStyle w:val="001000000000" w:firstRow="0" w:lastRow="0" w:firstColumn="1" w:lastColumn="0" w:oddVBand="0" w:evenVBand="0" w:oddHBand="0" w:evenHBand="0" w:firstRowFirstColumn="0" w:firstRowLastColumn="0" w:lastRowFirstColumn="0" w:lastRowLastColumn="0"/>
            <w:tcW w:w="2552" w:type="dxa"/>
          </w:tcPr>
          <w:p w14:paraId="56442FDC" w14:textId="77777777" w:rsidR="00266A9F" w:rsidRPr="00454716" w:rsidRDefault="00266A9F" w:rsidP="00EE3C5F">
            <w:pPr>
              <w:rPr>
                <w:sz w:val="16"/>
                <w:szCs w:val="16"/>
                <w:highlight w:val="yellow"/>
              </w:rPr>
            </w:pPr>
            <w:r w:rsidRPr="00454716">
              <w:rPr>
                <w:sz w:val="16"/>
                <w:szCs w:val="16"/>
                <w:highlight w:val="yellow"/>
              </w:rPr>
              <w:t>[DOPLNÍ DODAVATEL]</w:t>
            </w:r>
          </w:p>
        </w:tc>
        <w:tc>
          <w:tcPr>
            <w:tcW w:w="2268" w:type="dxa"/>
          </w:tcPr>
          <w:p w14:paraId="674FF9C0" w14:textId="77777777" w:rsidR="00266A9F" w:rsidRPr="00454716" w:rsidRDefault="00266A9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66A9F" w:rsidRPr="00454716" w14:paraId="3EBA475C" w14:textId="77777777" w:rsidTr="00266A9F">
        <w:tc>
          <w:tcPr>
            <w:cnfStyle w:val="001000000000" w:firstRow="0" w:lastRow="0" w:firstColumn="1" w:lastColumn="0" w:oddVBand="0" w:evenVBand="0" w:oddHBand="0" w:evenHBand="0" w:firstRowFirstColumn="0" w:firstRowLastColumn="0" w:lastRowFirstColumn="0" w:lastRowLastColumn="0"/>
            <w:tcW w:w="2552" w:type="dxa"/>
          </w:tcPr>
          <w:p w14:paraId="18AC3D50" w14:textId="77777777" w:rsidR="00266A9F" w:rsidRPr="00454716" w:rsidRDefault="00266A9F" w:rsidP="00EE3C5F">
            <w:pPr>
              <w:rPr>
                <w:sz w:val="16"/>
                <w:szCs w:val="16"/>
                <w:highlight w:val="yellow"/>
              </w:rPr>
            </w:pPr>
            <w:r w:rsidRPr="00454716">
              <w:rPr>
                <w:sz w:val="16"/>
                <w:szCs w:val="16"/>
                <w:highlight w:val="yellow"/>
              </w:rPr>
              <w:t>[DOPLNÍ DODAVATEL]</w:t>
            </w:r>
          </w:p>
        </w:tc>
        <w:tc>
          <w:tcPr>
            <w:tcW w:w="2268" w:type="dxa"/>
          </w:tcPr>
          <w:p w14:paraId="362EDBFD" w14:textId="77777777" w:rsidR="00266A9F" w:rsidRPr="00454716" w:rsidRDefault="00266A9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66A9F" w:rsidRPr="00454716" w14:paraId="18AF0585" w14:textId="77777777" w:rsidTr="00266A9F">
        <w:tc>
          <w:tcPr>
            <w:cnfStyle w:val="001000000000" w:firstRow="0" w:lastRow="0" w:firstColumn="1" w:lastColumn="0" w:oddVBand="0" w:evenVBand="0" w:oddHBand="0" w:evenHBand="0" w:firstRowFirstColumn="0" w:firstRowLastColumn="0" w:lastRowFirstColumn="0" w:lastRowLastColumn="0"/>
            <w:tcW w:w="2552" w:type="dxa"/>
            <w:tcBorders>
              <w:bottom w:val="single" w:sz="2" w:space="0" w:color="auto"/>
            </w:tcBorders>
          </w:tcPr>
          <w:p w14:paraId="0B507515" w14:textId="77777777" w:rsidR="00266A9F" w:rsidRPr="00454716" w:rsidRDefault="00266A9F" w:rsidP="00EE3C5F">
            <w:pPr>
              <w:rPr>
                <w:sz w:val="16"/>
                <w:szCs w:val="16"/>
                <w:highlight w:val="yellow"/>
              </w:rPr>
            </w:pPr>
            <w:r w:rsidRPr="00454716">
              <w:rPr>
                <w:sz w:val="16"/>
                <w:szCs w:val="16"/>
                <w:highlight w:val="yellow"/>
              </w:rPr>
              <w:t>[DOPLNÍ DODAVATEL]</w:t>
            </w:r>
          </w:p>
        </w:tc>
        <w:tc>
          <w:tcPr>
            <w:tcW w:w="2268" w:type="dxa"/>
            <w:tcBorders>
              <w:bottom w:val="single" w:sz="2" w:space="0" w:color="auto"/>
            </w:tcBorders>
          </w:tcPr>
          <w:p w14:paraId="4667D6FA" w14:textId="77777777" w:rsidR="00266A9F" w:rsidRPr="00454716" w:rsidRDefault="00266A9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66A9F" w:rsidRPr="00454716" w14:paraId="72BE33E7" w14:textId="77777777" w:rsidTr="00266A9F">
        <w:tc>
          <w:tcPr>
            <w:cnfStyle w:val="001000000000" w:firstRow="0" w:lastRow="0" w:firstColumn="1" w:lastColumn="0" w:oddVBand="0" w:evenVBand="0" w:oddHBand="0" w:evenHBand="0" w:firstRowFirstColumn="0" w:firstRowLastColumn="0" w:lastRowFirstColumn="0" w:lastRowLastColumn="0"/>
            <w:tcW w:w="2552" w:type="dxa"/>
            <w:tcBorders>
              <w:bottom w:val="single" w:sz="2" w:space="0" w:color="auto"/>
            </w:tcBorders>
          </w:tcPr>
          <w:p w14:paraId="0D738AD9" w14:textId="77777777" w:rsidR="00266A9F" w:rsidRPr="00454716" w:rsidRDefault="00266A9F" w:rsidP="00EE3C5F">
            <w:pPr>
              <w:rPr>
                <w:sz w:val="16"/>
                <w:szCs w:val="16"/>
                <w:highlight w:val="yellow"/>
              </w:rPr>
            </w:pPr>
            <w:r w:rsidRPr="00454716">
              <w:rPr>
                <w:sz w:val="16"/>
                <w:szCs w:val="16"/>
                <w:highlight w:val="yellow"/>
              </w:rPr>
              <w:t>[DOPLNÍ DODAVATEL]</w:t>
            </w:r>
          </w:p>
        </w:tc>
        <w:tc>
          <w:tcPr>
            <w:tcW w:w="2268" w:type="dxa"/>
            <w:tcBorders>
              <w:bottom w:val="single" w:sz="2" w:space="0" w:color="auto"/>
            </w:tcBorders>
          </w:tcPr>
          <w:p w14:paraId="2552C0E1" w14:textId="77777777" w:rsidR="00266A9F" w:rsidRPr="00454716" w:rsidRDefault="00266A9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66A9F" w:rsidRPr="00454716" w14:paraId="7DBDB145" w14:textId="77777777" w:rsidTr="00266A9F">
        <w:tc>
          <w:tcPr>
            <w:cnfStyle w:val="001000000000" w:firstRow="0" w:lastRow="0" w:firstColumn="1" w:lastColumn="0" w:oddVBand="0" w:evenVBand="0" w:oddHBand="0" w:evenHBand="0" w:firstRowFirstColumn="0" w:firstRowLastColumn="0" w:lastRowFirstColumn="0" w:lastRowLastColumn="0"/>
            <w:tcW w:w="2552" w:type="dxa"/>
            <w:tcBorders>
              <w:bottom w:val="single" w:sz="2" w:space="0" w:color="auto"/>
            </w:tcBorders>
          </w:tcPr>
          <w:p w14:paraId="05DA1FA8" w14:textId="77777777" w:rsidR="00266A9F" w:rsidRPr="00454716" w:rsidRDefault="00266A9F" w:rsidP="00EE3C5F">
            <w:pPr>
              <w:rPr>
                <w:sz w:val="16"/>
                <w:szCs w:val="16"/>
                <w:highlight w:val="yellow"/>
              </w:rPr>
            </w:pPr>
            <w:r w:rsidRPr="00454716">
              <w:rPr>
                <w:sz w:val="16"/>
                <w:szCs w:val="16"/>
                <w:highlight w:val="yellow"/>
              </w:rPr>
              <w:t>[DOPLNÍ DODAVATEL]</w:t>
            </w:r>
          </w:p>
        </w:tc>
        <w:tc>
          <w:tcPr>
            <w:tcW w:w="2268" w:type="dxa"/>
            <w:tcBorders>
              <w:bottom w:val="single" w:sz="2" w:space="0" w:color="auto"/>
            </w:tcBorders>
          </w:tcPr>
          <w:p w14:paraId="6A774C79" w14:textId="77777777" w:rsidR="00266A9F" w:rsidRPr="00454716" w:rsidRDefault="00266A9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66A9F" w:rsidRPr="00454716" w14:paraId="73CB8E5D" w14:textId="77777777" w:rsidTr="00266A9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Borders>
              <w:top w:val="single" w:sz="2" w:space="0" w:color="auto"/>
            </w:tcBorders>
            <w:shd w:val="clear" w:color="auto" w:fill="auto"/>
          </w:tcPr>
          <w:p w14:paraId="714692CF" w14:textId="77777777" w:rsidR="00266A9F" w:rsidRPr="00454716" w:rsidRDefault="00266A9F" w:rsidP="00EE3C5F">
            <w:pPr>
              <w:rPr>
                <w:b w:val="0"/>
                <w:sz w:val="16"/>
                <w:szCs w:val="16"/>
                <w:highlight w:val="yellow"/>
              </w:rPr>
            </w:pPr>
            <w:r w:rsidRPr="00454716">
              <w:rPr>
                <w:b w:val="0"/>
                <w:sz w:val="16"/>
                <w:szCs w:val="16"/>
                <w:highlight w:val="yellow"/>
              </w:rPr>
              <w:t>[DOPLNÍ DODAVATEL]</w:t>
            </w:r>
          </w:p>
        </w:tc>
        <w:tc>
          <w:tcPr>
            <w:tcW w:w="2268" w:type="dxa"/>
            <w:tcBorders>
              <w:top w:val="single" w:sz="2" w:space="0" w:color="auto"/>
            </w:tcBorders>
            <w:shd w:val="clear" w:color="auto" w:fill="auto"/>
          </w:tcPr>
          <w:p w14:paraId="16B33381" w14:textId="0EED9D1F" w:rsidR="00266A9F" w:rsidRPr="00454716" w:rsidRDefault="00266A9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3216FF5" w14:textId="77777777" w:rsidR="00EE3C5F" w:rsidRDefault="00EE3C5F" w:rsidP="00EE3C5F">
      <w:pPr>
        <w:pStyle w:val="Textbezslovn"/>
      </w:pPr>
    </w:p>
    <w:p w14:paraId="66ABCFD1" w14:textId="77777777" w:rsidR="00EE3C5F" w:rsidRDefault="00EE3C5F">
      <w:r>
        <w:br w:type="page"/>
      </w:r>
    </w:p>
    <w:p w14:paraId="685076F7" w14:textId="77777777" w:rsidR="0035531B" w:rsidRDefault="0035531B" w:rsidP="00FE4333">
      <w:pPr>
        <w:pStyle w:val="Nadpisbezsl1-1"/>
      </w:pPr>
      <w:r>
        <w:lastRenderedPageBreak/>
        <w:t>Příloha č. 6</w:t>
      </w:r>
    </w:p>
    <w:p w14:paraId="71F0CD1A" w14:textId="77777777" w:rsidR="0035531B" w:rsidRPr="00EE3C5F" w:rsidRDefault="0035531B" w:rsidP="00FE4333">
      <w:pPr>
        <w:pStyle w:val="Nadpisbezsl1-2"/>
      </w:pPr>
      <w:r w:rsidRPr="00EE3C5F">
        <w:t>Vzor profesního životopisu</w:t>
      </w:r>
    </w:p>
    <w:p w14:paraId="3DF94373" w14:textId="77777777" w:rsidR="0035531B" w:rsidRDefault="0035531B" w:rsidP="00474F4D">
      <w:pPr>
        <w:pStyle w:val="Textbezslovn"/>
        <w:ind w:left="0"/>
      </w:pPr>
    </w:p>
    <w:p w14:paraId="1E9D66ED"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78244E7"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7B9A0B3C" w14:textId="77777777" w:rsidR="00543F07" w:rsidRPr="00543F07" w:rsidRDefault="00543F07" w:rsidP="00543F07">
      <w:pPr>
        <w:pStyle w:val="Doplujcdaje"/>
        <w:jc w:val="both"/>
      </w:pPr>
    </w:p>
    <w:p w14:paraId="2C0B2B28" w14:textId="77777777" w:rsidR="00543F07" w:rsidRPr="00543F07" w:rsidRDefault="00543F07" w:rsidP="00543F07">
      <w:pPr>
        <w:pStyle w:val="Doplujcdaje"/>
        <w:ind w:left="360"/>
        <w:jc w:val="both"/>
      </w:pPr>
    </w:p>
    <w:p w14:paraId="438379B1" w14:textId="77777777" w:rsidR="0035531B" w:rsidRDefault="0035531B" w:rsidP="002370E3">
      <w:pPr>
        <w:pStyle w:val="Odstavec1-1a"/>
        <w:numPr>
          <w:ilvl w:val="0"/>
          <w:numId w:val="13"/>
        </w:numPr>
      </w:pPr>
      <w:r>
        <w:t>Příjmení: [</w:t>
      </w:r>
      <w:r w:rsidRPr="00DE6A35">
        <w:rPr>
          <w:b/>
          <w:highlight w:val="yellow"/>
        </w:rPr>
        <w:t>DOPLNÍ DODAVATEL</w:t>
      </w:r>
      <w:r>
        <w:t>]</w:t>
      </w:r>
    </w:p>
    <w:p w14:paraId="25E0652D" w14:textId="77777777" w:rsidR="0035531B" w:rsidRDefault="0035531B" w:rsidP="002370E3">
      <w:pPr>
        <w:pStyle w:val="Odstavec1-1a"/>
        <w:numPr>
          <w:ilvl w:val="0"/>
          <w:numId w:val="13"/>
        </w:numPr>
      </w:pPr>
      <w:r>
        <w:t>Jméno: [</w:t>
      </w:r>
      <w:r w:rsidRPr="00DE6A35">
        <w:rPr>
          <w:b/>
          <w:highlight w:val="yellow"/>
        </w:rPr>
        <w:t>DOPLNÍ DODAVATEL</w:t>
      </w:r>
      <w:r>
        <w:t>]</w:t>
      </w:r>
    </w:p>
    <w:p w14:paraId="2C963C13" w14:textId="77777777" w:rsidR="0035531B" w:rsidRDefault="0035531B" w:rsidP="002370E3">
      <w:pPr>
        <w:pStyle w:val="Odstavec1-1a"/>
        <w:numPr>
          <w:ilvl w:val="0"/>
          <w:numId w:val="13"/>
        </w:numPr>
      </w:pPr>
      <w:r>
        <w:t>Datum narození: [</w:t>
      </w:r>
      <w:r w:rsidRPr="00833899">
        <w:rPr>
          <w:highlight w:val="yellow"/>
        </w:rPr>
        <w:t>DOPLNÍ DODAVATEL</w:t>
      </w:r>
      <w:r>
        <w:t>]</w:t>
      </w:r>
    </w:p>
    <w:p w14:paraId="1A8B7EBE" w14:textId="77777777" w:rsidR="0035531B" w:rsidRDefault="0035531B" w:rsidP="002370E3">
      <w:pPr>
        <w:pStyle w:val="Odstavec1-1a"/>
        <w:numPr>
          <w:ilvl w:val="0"/>
          <w:numId w:val="13"/>
        </w:numPr>
      </w:pPr>
      <w:r>
        <w:t>Kontaktní pracovní adresa (včetně pracovní tel/e-mail): [</w:t>
      </w:r>
      <w:r w:rsidRPr="00833899">
        <w:rPr>
          <w:highlight w:val="yellow"/>
        </w:rPr>
        <w:t>DOPLNÍ DODAVATEL</w:t>
      </w:r>
      <w:r>
        <w:t>]</w:t>
      </w:r>
    </w:p>
    <w:p w14:paraId="748A10B1" w14:textId="5F0B774E" w:rsidR="0035531B" w:rsidRDefault="0035531B" w:rsidP="002370E3">
      <w:pPr>
        <w:pStyle w:val="Odstavec1-1a"/>
        <w:numPr>
          <w:ilvl w:val="0"/>
          <w:numId w:val="13"/>
        </w:numPr>
      </w:pPr>
      <w:r>
        <w:t xml:space="preserve">Nejvyšší dosažené </w:t>
      </w:r>
      <w:r w:rsidRPr="00A373A7">
        <w:t>vzdělání</w:t>
      </w:r>
      <w:r>
        <w:t>:</w:t>
      </w:r>
      <w:r w:rsidR="00A373A7">
        <w:t xml:space="preserve"> [</w:t>
      </w:r>
      <w:r w:rsidR="00A373A7" w:rsidRPr="00833899">
        <w:rPr>
          <w:highlight w:val="yellow"/>
        </w:rPr>
        <w:t>DOPLNÍ DODAVATEL</w:t>
      </w:r>
      <w:r w:rsidR="00A373A7">
        <w:t>]</w:t>
      </w:r>
    </w:p>
    <w:p w14:paraId="6674131F" w14:textId="77777777" w:rsidR="0035531B" w:rsidRPr="00833899" w:rsidRDefault="0035531B" w:rsidP="00E03672">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E0E7B9C"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CA8C00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50DA9FE8" w14:textId="77777777"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6E35744D" w14:textId="77777777" w:rsidR="0035531B" w:rsidRPr="00833899" w:rsidRDefault="0035531B" w:rsidP="00474F4D">
      <w:pPr>
        <w:pStyle w:val="Textbezslovn"/>
        <w:ind w:left="0"/>
      </w:pPr>
    </w:p>
    <w:p w14:paraId="13BB92D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1DFC9560" w14:textId="77777777" w:rsidR="0035531B" w:rsidRDefault="0035531B" w:rsidP="00327047">
      <w:pPr>
        <w:pStyle w:val="Odstavec1-1a"/>
        <w:spacing w:after="0"/>
      </w:pPr>
      <w:r w:rsidRPr="008E1138">
        <w:rPr>
          <w:b/>
        </w:rPr>
        <w:t>Praxe</w:t>
      </w:r>
      <w:r w:rsidRPr="00833899">
        <w:t xml:space="preserve"> pro účely </w:t>
      </w:r>
      <w:r w:rsidRPr="000E48A0">
        <w:rPr>
          <w:b/>
        </w:rPr>
        <w:t>prokázání kvalifikace</w:t>
      </w:r>
      <w:r w:rsidR="00307641" w:rsidRPr="00833899">
        <w:rPr>
          <w:rStyle w:val="Znakapoznpodarou"/>
        </w:rPr>
        <w:footnoteReference w:id="6"/>
      </w:r>
      <w:r w:rsidRPr="00833899">
        <w:t>:</w:t>
      </w:r>
    </w:p>
    <w:p w14:paraId="7DFB4CDA" w14:textId="77777777"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126A6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CC04441" w14:textId="1E17461F" w:rsidR="00452F69" w:rsidRPr="00833899" w:rsidRDefault="00452F69" w:rsidP="00452F69">
            <w:pPr>
              <w:rPr>
                <w:sz w:val="16"/>
                <w:szCs w:val="16"/>
              </w:rPr>
            </w:pPr>
            <w:r w:rsidRPr="00833899">
              <w:rPr>
                <w:sz w:val="16"/>
                <w:szCs w:val="16"/>
              </w:rPr>
              <w:t>Roky odborné praxe celkem</w:t>
            </w:r>
            <w:r w:rsidR="00873829">
              <w:rPr>
                <w:sz w:val="16"/>
                <w:szCs w:val="16"/>
              </w:rPr>
              <w:t xml:space="preserve"> </w:t>
            </w:r>
            <w:r w:rsidR="00873829" w:rsidRPr="00762F71">
              <w:rPr>
                <w:sz w:val="16"/>
                <w:szCs w:val="16"/>
              </w:rPr>
              <w:t>v oboru požadovaném pro</w:t>
            </w:r>
            <w:r w:rsidR="00873829">
              <w:rPr>
                <w:sz w:val="16"/>
                <w:szCs w:val="16"/>
              </w:rPr>
              <w:t xml:space="preserve"> </w:t>
            </w:r>
            <w:r w:rsidR="00873829" w:rsidRPr="00762F71">
              <w:rPr>
                <w:sz w:val="16"/>
                <w:szCs w:val="16"/>
              </w:rPr>
              <w:t>splnění kvalifikace</w:t>
            </w:r>
          </w:p>
        </w:tc>
        <w:tc>
          <w:tcPr>
            <w:tcW w:w="2835" w:type="dxa"/>
            <w:tcBorders>
              <w:bottom w:val="single" w:sz="2" w:space="0" w:color="auto"/>
            </w:tcBorders>
            <w:shd w:val="clear" w:color="auto" w:fill="auto"/>
          </w:tcPr>
          <w:p w14:paraId="67072B3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2FAD3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8991F7"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22B19DA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E16556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B9F5D5E"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BCDB7F0"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20A591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9D6CA0C"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0121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68AF83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2085A8A"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58626C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705738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C62025E" w14:textId="581F33E2" w:rsidR="00452F69" w:rsidRPr="00833899" w:rsidRDefault="00452F69" w:rsidP="00CB00D4">
            <w:pPr>
              <w:rPr>
                <w:b w:val="0"/>
                <w:sz w:val="16"/>
                <w:szCs w:val="16"/>
              </w:rPr>
            </w:pPr>
            <w:r w:rsidRPr="00833899">
              <w:rPr>
                <w:b w:val="0"/>
                <w:sz w:val="16"/>
                <w:szCs w:val="16"/>
              </w:rPr>
              <w:t>Popis pracovních činností/náplň praxe</w:t>
            </w:r>
            <w:r w:rsidR="00DE62CE">
              <w:rPr>
                <w:b w:val="0"/>
                <w:sz w:val="16"/>
                <w:szCs w:val="16"/>
              </w:rPr>
              <w:t xml:space="preserve"> (u projektování uveďte </w:t>
            </w:r>
            <w:r w:rsidR="00CB00D4">
              <w:rPr>
                <w:b w:val="0"/>
                <w:sz w:val="16"/>
                <w:szCs w:val="16"/>
              </w:rPr>
              <w:t xml:space="preserve">název, </w:t>
            </w:r>
            <w:r w:rsidR="00DE62CE">
              <w:rPr>
                <w:b w:val="0"/>
                <w:sz w:val="16"/>
                <w:szCs w:val="16"/>
              </w:rPr>
              <w:t>druh</w:t>
            </w:r>
            <w:r w:rsidR="00CB00D4">
              <w:rPr>
                <w:b w:val="0"/>
                <w:sz w:val="16"/>
                <w:szCs w:val="16"/>
              </w:rPr>
              <w:t xml:space="preserve"> a předmět</w:t>
            </w:r>
            <w:r w:rsidR="00DE62CE">
              <w:rPr>
                <w:b w:val="0"/>
                <w:sz w:val="16"/>
                <w:szCs w:val="16"/>
              </w:rPr>
              <w:t xml:space="preserve"> projektovaných staveb, stupně dokumentací apod.)</w:t>
            </w:r>
          </w:p>
        </w:tc>
        <w:tc>
          <w:tcPr>
            <w:tcW w:w="2835" w:type="dxa"/>
            <w:tcBorders>
              <w:top w:val="single" w:sz="2" w:space="0" w:color="auto"/>
            </w:tcBorders>
            <w:shd w:val="clear" w:color="auto" w:fill="auto"/>
          </w:tcPr>
          <w:p w14:paraId="0701B18F"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72D9479" w14:textId="77777777" w:rsidR="00452F69" w:rsidRPr="00833899" w:rsidRDefault="00452F69" w:rsidP="00474F4D">
      <w:pPr>
        <w:pStyle w:val="Textbezslovn"/>
        <w:ind w:left="0"/>
      </w:pPr>
    </w:p>
    <w:p w14:paraId="0AA5DA06"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17A9D985"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6A0A85C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30BB018E" w14:textId="78EAD833" w:rsidR="0035531B" w:rsidRPr="007E2827" w:rsidRDefault="00543F07" w:rsidP="00327047">
      <w:pPr>
        <w:pStyle w:val="Odstavec1-1a"/>
        <w:spacing w:after="0"/>
      </w:pPr>
      <w:r w:rsidRPr="007E2827">
        <w:rPr>
          <w:b/>
        </w:rPr>
        <w:t xml:space="preserve">Zkušenosti </w:t>
      </w:r>
      <w:r w:rsidRPr="007E2827">
        <w:t>s plněním zakázek u funkce</w:t>
      </w:r>
      <w:r w:rsidRPr="007E2827">
        <w:rPr>
          <w:b/>
        </w:rPr>
        <w:t xml:space="preserve"> </w:t>
      </w:r>
      <w:r w:rsidR="00164B08" w:rsidRPr="007E2827">
        <w:rPr>
          <w:b/>
        </w:rPr>
        <w:t>hlavního projektanta</w:t>
      </w:r>
      <w:r w:rsidRPr="007E2827">
        <w:rPr>
          <w:b/>
        </w:rPr>
        <w:t xml:space="preserve"> </w:t>
      </w:r>
      <w:r w:rsidR="00CB00D4" w:rsidRPr="007E2827">
        <w:rPr>
          <w:b/>
        </w:rPr>
        <w:t>(HIP)</w:t>
      </w:r>
      <w:r w:rsidR="00561745" w:rsidRPr="007E2827">
        <w:rPr>
          <w:b/>
        </w:rPr>
        <w:t xml:space="preserve"> </w:t>
      </w:r>
      <w:r w:rsidRPr="007E2827">
        <w:rPr>
          <w:b/>
        </w:rPr>
        <w:t>a specialisty na hodnocení ekonomické efektivnosti</w:t>
      </w:r>
      <w:r w:rsidR="00CB00D4" w:rsidRPr="007E2827">
        <w:t xml:space="preserve"> </w:t>
      </w:r>
      <w:r w:rsidRPr="007E2827">
        <w:rPr>
          <w:b/>
        </w:rPr>
        <w:t xml:space="preserve">za účelem prokázání kvalifikace </w:t>
      </w:r>
      <w:r w:rsidRPr="007E2827">
        <w:t>(u ostatních osob se tabulka proškrtne nebo nevyplní)</w:t>
      </w:r>
      <w:r w:rsidR="00307641" w:rsidRPr="007E2827">
        <w:rPr>
          <w:rStyle w:val="Znakapoznpodarou"/>
        </w:rPr>
        <w:footnoteReference w:id="7"/>
      </w:r>
      <w:r w:rsidR="0035531B" w:rsidRPr="007E2827">
        <w:t>:</w:t>
      </w:r>
    </w:p>
    <w:p w14:paraId="3B24DDCC" w14:textId="4EFDDCDA" w:rsidR="00873829" w:rsidRDefault="00873829" w:rsidP="00873829">
      <w:pPr>
        <w:pStyle w:val="Odstavec1-1a"/>
        <w:numPr>
          <w:ilvl w:val="0"/>
          <w:numId w:val="0"/>
        </w:numPr>
        <w:spacing w:after="0"/>
        <w:ind w:left="1077"/>
      </w:pPr>
    </w:p>
    <w:p w14:paraId="7C0E808B" w14:textId="4DE75D0A" w:rsidR="00873829" w:rsidRDefault="00873829" w:rsidP="00873829">
      <w:pPr>
        <w:pStyle w:val="Odstavec1-1a"/>
        <w:numPr>
          <w:ilvl w:val="0"/>
          <w:numId w:val="0"/>
        </w:numPr>
        <w:spacing w:after="0"/>
        <w:ind w:left="1077"/>
      </w:pPr>
      <w:r>
        <w:rPr>
          <w:b/>
        </w:rPr>
        <w:t>Zde uvedené zkušenosti nelze u téže osoby zároveň uvést v Příloze č. 9 pro účely hodnocení.</w:t>
      </w:r>
    </w:p>
    <w:p w14:paraId="11376B65" w14:textId="77777777"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127483B"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61FCE1F"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5D33393A"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D0149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B0AB0F6" w14:textId="77777777" w:rsidR="00452F69" w:rsidRPr="00833899" w:rsidRDefault="00543F07" w:rsidP="00307641">
            <w:pPr>
              <w:rPr>
                <w:sz w:val="16"/>
                <w:szCs w:val="16"/>
              </w:rPr>
            </w:pPr>
            <w:r w:rsidRPr="00543F07">
              <w:rPr>
                <w:sz w:val="16"/>
                <w:szCs w:val="16"/>
              </w:rPr>
              <w:t>Popis předmětu plnění zakázky - v detailu potřebném pro ověření splnění požadavků</w:t>
            </w:r>
            <w:r w:rsidR="001B04B9">
              <w:rPr>
                <w:sz w:val="16"/>
                <w:szCs w:val="16"/>
              </w:rPr>
              <w:t xml:space="preserve"> (uveďte rovněž stupeň projektované dokumentace)</w:t>
            </w:r>
          </w:p>
        </w:tc>
        <w:tc>
          <w:tcPr>
            <w:tcW w:w="2835" w:type="dxa"/>
            <w:tcBorders>
              <w:top w:val="single" w:sz="2" w:space="0" w:color="auto"/>
            </w:tcBorders>
          </w:tcPr>
          <w:p w14:paraId="5433A9A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B00D4" w:rsidRPr="00833899" w14:paraId="2044C6E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5093B11" w14:textId="5F25462C" w:rsidR="00CB00D4" w:rsidRPr="00543F07" w:rsidRDefault="00CB00D4" w:rsidP="00381906">
            <w:pPr>
              <w:rPr>
                <w:sz w:val="16"/>
                <w:szCs w:val="16"/>
              </w:rPr>
            </w:pPr>
            <w:r w:rsidRPr="0042061D">
              <w:rPr>
                <w:sz w:val="16"/>
                <w:szCs w:val="16"/>
              </w:rPr>
              <w:t>Cena zakázky v Kč bez DPH, resp. té části plnění zakázky</w:t>
            </w:r>
            <w:r>
              <w:rPr>
                <w:sz w:val="16"/>
                <w:szCs w:val="16"/>
              </w:rPr>
              <w:t xml:space="preserve"> a požadovaného stupně dokumentace</w:t>
            </w:r>
            <w:r w:rsidRPr="0042061D">
              <w:rPr>
                <w:sz w:val="16"/>
                <w:szCs w:val="16"/>
              </w:rPr>
              <w:t>, kter</w:t>
            </w:r>
            <w:r>
              <w:rPr>
                <w:sz w:val="16"/>
                <w:szCs w:val="16"/>
              </w:rPr>
              <w:t>á</w:t>
            </w:r>
            <w:r w:rsidRPr="0042061D">
              <w:rPr>
                <w:sz w:val="16"/>
                <w:szCs w:val="16"/>
              </w:rPr>
              <w:t xml:space="preserve"> v případě zakázky na více</w:t>
            </w:r>
            <w:r>
              <w:rPr>
                <w:sz w:val="16"/>
                <w:szCs w:val="16"/>
              </w:rPr>
              <w:t xml:space="preserve"> činností či</w:t>
            </w:r>
            <w:r w:rsidRPr="0042061D">
              <w:rPr>
                <w:sz w:val="16"/>
                <w:szCs w:val="16"/>
              </w:rPr>
              <w:t xml:space="preserve"> </w:t>
            </w:r>
            <w:r>
              <w:rPr>
                <w:sz w:val="16"/>
                <w:szCs w:val="16"/>
              </w:rPr>
              <w:t xml:space="preserve">stupňů dokumentace </w:t>
            </w:r>
            <w:r w:rsidRPr="0042061D">
              <w:rPr>
                <w:sz w:val="16"/>
                <w:szCs w:val="16"/>
              </w:rPr>
              <w:t xml:space="preserve">obsahově odpovídá zadavatelem stanovené </w:t>
            </w:r>
            <w:r>
              <w:rPr>
                <w:sz w:val="16"/>
                <w:szCs w:val="16"/>
              </w:rPr>
              <w:t>definici</w:t>
            </w:r>
            <w:r w:rsidRPr="0042061D">
              <w:rPr>
                <w:sz w:val="16"/>
                <w:szCs w:val="16"/>
              </w:rPr>
              <w:t xml:space="preserve"> </w:t>
            </w:r>
            <w:r w:rsidRPr="00543F07">
              <w:rPr>
                <w:sz w:val="16"/>
                <w:szCs w:val="16"/>
              </w:rPr>
              <w:t xml:space="preserve">požadované </w:t>
            </w:r>
            <w:r>
              <w:rPr>
                <w:sz w:val="16"/>
                <w:szCs w:val="16"/>
              </w:rPr>
              <w:t xml:space="preserve">zkušenosti; odečtěte cenu </w:t>
            </w:r>
            <w:r w:rsidRPr="00755E2F">
              <w:rPr>
                <w:sz w:val="16"/>
                <w:szCs w:val="16"/>
              </w:rPr>
              <w:t xml:space="preserve">dozoru </w:t>
            </w:r>
            <w:r w:rsidR="00381906">
              <w:rPr>
                <w:sz w:val="16"/>
                <w:szCs w:val="16"/>
              </w:rPr>
              <w:t xml:space="preserve">projektanta </w:t>
            </w:r>
            <w:r w:rsidRPr="00755E2F">
              <w:rPr>
                <w:sz w:val="16"/>
                <w:szCs w:val="16"/>
              </w:rPr>
              <w:t xml:space="preserve">(vyplňuje se pouze u </w:t>
            </w:r>
            <w:r w:rsidR="00164B08" w:rsidRPr="00755E2F">
              <w:rPr>
                <w:sz w:val="16"/>
                <w:szCs w:val="16"/>
              </w:rPr>
              <w:t>hlavního projektanta</w:t>
            </w:r>
            <w:r w:rsidRPr="00755E2F">
              <w:rPr>
                <w:sz w:val="16"/>
                <w:szCs w:val="16"/>
              </w:rPr>
              <w:t xml:space="preserve"> (HIP)</w:t>
            </w:r>
          </w:p>
        </w:tc>
        <w:tc>
          <w:tcPr>
            <w:tcW w:w="2835" w:type="dxa"/>
            <w:tcBorders>
              <w:top w:val="single" w:sz="2" w:space="0" w:color="auto"/>
            </w:tcBorders>
          </w:tcPr>
          <w:p w14:paraId="6E2BC581" w14:textId="145B04F5" w:rsidR="00CB00D4" w:rsidRPr="00833899" w:rsidRDefault="00CB00D4"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AA1E72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5739CE2" w14:textId="77777777"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0F563E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B00D4" w:rsidRPr="00833899" w14:paraId="053907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835BDCD" w14:textId="5D6DF3E6" w:rsidR="00CB00D4" w:rsidRPr="00543F07" w:rsidRDefault="00CB00D4" w:rsidP="00CB00D4">
            <w:pPr>
              <w:rPr>
                <w:sz w:val="16"/>
                <w:szCs w:val="16"/>
              </w:rPr>
            </w:pPr>
            <w:r>
              <w:rPr>
                <w:sz w:val="16"/>
                <w:szCs w:val="16"/>
              </w:rPr>
              <w:t>Zhotovitel zakázky (obch. firma/název, sídlo, IČO)</w:t>
            </w:r>
          </w:p>
        </w:tc>
        <w:tc>
          <w:tcPr>
            <w:tcW w:w="2835" w:type="dxa"/>
            <w:tcBorders>
              <w:top w:val="single" w:sz="2" w:space="0" w:color="auto"/>
            </w:tcBorders>
          </w:tcPr>
          <w:p w14:paraId="40BF47FA" w14:textId="36CC51D6" w:rsidR="00CB00D4" w:rsidRPr="00833899" w:rsidRDefault="00CB00D4" w:rsidP="00CB00D4">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CB00D4" w:rsidRPr="00833899" w14:paraId="774E6A1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02D4CFC" w14:textId="6D8053B4" w:rsidR="00CB00D4" w:rsidRPr="00833899" w:rsidRDefault="00CB00D4" w:rsidP="005A45D1">
            <w:pPr>
              <w:rPr>
                <w:sz w:val="16"/>
                <w:szCs w:val="16"/>
              </w:rPr>
            </w:pPr>
            <w:r w:rsidRPr="00543F07">
              <w:rPr>
                <w:sz w:val="16"/>
                <w:szCs w:val="16"/>
              </w:rPr>
              <w:t>Termín dokončení zakázky, resp. té části plnění zakázky, kter</w:t>
            </w:r>
            <w:r>
              <w:rPr>
                <w:sz w:val="16"/>
                <w:szCs w:val="16"/>
              </w:rPr>
              <w:t>á</w:t>
            </w:r>
            <w:r w:rsidRPr="00543F07">
              <w:rPr>
                <w:sz w:val="16"/>
                <w:szCs w:val="16"/>
              </w:rPr>
              <w:t xml:space="preserve"> v případě zakázky na více </w:t>
            </w:r>
            <w:r w:rsidRPr="007E2827">
              <w:rPr>
                <w:sz w:val="16"/>
                <w:szCs w:val="16"/>
              </w:rPr>
              <w:t>činností či stupňů dokumentace obsahově odpovídá zadavatelem stanovené definici požadované zkušenosti (</w:t>
            </w:r>
            <w:r w:rsidR="005A45D1" w:rsidRPr="007E2827">
              <w:rPr>
                <w:sz w:val="16"/>
                <w:szCs w:val="16"/>
              </w:rPr>
              <w:t>např.</w:t>
            </w:r>
            <w:r w:rsidRPr="007E2827">
              <w:rPr>
                <w:sz w:val="16"/>
                <w:szCs w:val="16"/>
              </w:rPr>
              <w:t xml:space="preserve"> projektových prací spočívajících ve zpracování dokumentace/ zpracování hodnocení ekonomické efektivnosti); odečtěte</w:t>
            </w:r>
            <w:r>
              <w:rPr>
                <w:sz w:val="16"/>
                <w:szCs w:val="16"/>
              </w:rPr>
              <w:t xml:space="preserve"> dobu provádění dozoru</w:t>
            </w:r>
            <w:r w:rsidR="00381906">
              <w:rPr>
                <w:sz w:val="16"/>
                <w:szCs w:val="16"/>
              </w:rPr>
              <w:t xml:space="preserve"> projektanta</w:t>
            </w:r>
          </w:p>
        </w:tc>
        <w:tc>
          <w:tcPr>
            <w:tcW w:w="2835" w:type="dxa"/>
            <w:tcBorders>
              <w:top w:val="single" w:sz="2" w:space="0" w:color="auto"/>
            </w:tcBorders>
          </w:tcPr>
          <w:p w14:paraId="54EF3198" w14:textId="77777777" w:rsidR="00CB00D4" w:rsidRPr="00833899" w:rsidRDefault="00CB00D4" w:rsidP="00CB00D4">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B00D4" w:rsidRPr="00833899" w14:paraId="2C445F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48ADFA" w14:textId="4B92A13F" w:rsidR="00CB00D4" w:rsidRPr="00833899" w:rsidRDefault="00CB00D4" w:rsidP="00CB00D4">
            <w:pPr>
              <w:rPr>
                <w:sz w:val="16"/>
                <w:szCs w:val="16"/>
              </w:rPr>
            </w:pPr>
            <w:r w:rsidRPr="000E48A0">
              <w:rPr>
                <w:sz w:val="16"/>
                <w:szCs w:val="16"/>
              </w:rPr>
              <w:t xml:space="preserve">Vykonávaná </w:t>
            </w:r>
            <w:r>
              <w:rPr>
                <w:sz w:val="16"/>
                <w:szCs w:val="16"/>
              </w:rPr>
              <w:t>f</w:t>
            </w:r>
            <w:r w:rsidRPr="00833899">
              <w:rPr>
                <w:sz w:val="16"/>
                <w:szCs w:val="16"/>
              </w:rPr>
              <w:t>unkce</w:t>
            </w:r>
            <w:r>
              <w:rPr>
                <w:sz w:val="16"/>
                <w:szCs w:val="16"/>
              </w:rPr>
              <w:t>/pozice</w:t>
            </w:r>
            <w:r w:rsidRPr="00543F07">
              <w:rPr>
                <w:sz w:val="16"/>
                <w:szCs w:val="16"/>
              </w:rPr>
              <w:t xml:space="preserve"> </w:t>
            </w:r>
            <w:r>
              <w:rPr>
                <w:sz w:val="16"/>
                <w:szCs w:val="16"/>
              </w:rPr>
              <w:t>a p</w:t>
            </w:r>
            <w:r w:rsidRPr="00543F07">
              <w:rPr>
                <w:sz w:val="16"/>
                <w:szCs w:val="16"/>
              </w:rPr>
              <w:t>opis pracovních činností vykonávaných členem odb</w:t>
            </w:r>
            <w:r>
              <w:rPr>
                <w:sz w:val="16"/>
                <w:szCs w:val="16"/>
              </w:rPr>
              <w:t>orného</w:t>
            </w:r>
            <w:r w:rsidRPr="00543F07">
              <w:rPr>
                <w:sz w:val="16"/>
                <w:szCs w:val="16"/>
              </w:rPr>
              <w:t xml:space="preserve"> personálu - v detailu potřebném pro ověření splnění požadavků</w:t>
            </w:r>
          </w:p>
        </w:tc>
        <w:tc>
          <w:tcPr>
            <w:tcW w:w="2835" w:type="dxa"/>
            <w:tcBorders>
              <w:top w:val="single" w:sz="2" w:space="0" w:color="auto"/>
            </w:tcBorders>
          </w:tcPr>
          <w:p w14:paraId="7D471D84" w14:textId="77777777" w:rsidR="00CB00D4" w:rsidRPr="00833899" w:rsidRDefault="00CB00D4" w:rsidP="00CB00D4">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B00D4" w:rsidRPr="00833899" w14:paraId="390806E5" w14:textId="77777777" w:rsidTr="000E48A0">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55FE0547" w14:textId="6BE9A93F" w:rsidR="00CB00D4" w:rsidRPr="007E2827" w:rsidRDefault="00CB00D4" w:rsidP="00CB00D4">
            <w:pPr>
              <w:rPr>
                <w:sz w:val="16"/>
                <w:szCs w:val="16"/>
              </w:rPr>
            </w:pPr>
            <w:r w:rsidRPr="007E2827">
              <w:rPr>
                <w:sz w:val="16"/>
                <w:szCs w:val="16"/>
              </w:rPr>
              <w:t>CIN stavby u referenční zakázky (vyplňuje se pouze u specialisty na hodnocení ekonomické efektivnosti)</w:t>
            </w:r>
          </w:p>
        </w:tc>
        <w:tc>
          <w:tcPr>
            <w:tcW w:w="2835" w:type="dxa"/>
            <w:tcBorders>
              <w:top w:val="single" w:sz="2" w:space="0" w:color="auto"/>
              <w:bottom w:val="single" w:sz="2" w:space="0" w:color="auto"/>
            </w:tcBorders>
          </w:tcPr>
          <w:p w14:paraId="0D1D530E" w14:textId="77777777" w:rsidR="00CB00D4" w:rsidRPr="00833899" w:rsidRDefault="00CB00D4" w:rsidP="00CB00D4">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B00D4" w:rsidRPr="00873829" w14:paraId="7C3651B9" w14:textId="77777777" w:rsidTr="00873829">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shd w:val="clear" w:color="auto" w:fill="auto"/>
          </w:tcPr>
          <w:p w14:paraId="03FD4B9F" w14:textId="0EE69370" w:rsidR="00CB00D4" w:rsidRPr="007E2827" w:rsidRDefault="00CB00D4" w:rsidP="00CB00D4">
            <w:pPr>
              <w:rPr>
                <w:sz w:val="16"/>
                <w:szCs w:val="16"/>
              </w:rPr>
            </w:pPr>
            <w:r w:rsidRPr="007E2827">
              <w:rPr>
                <w:sz w:val="16"/>
                <w:szCs w:val="16"/>
              </w:rPr>
              <w:t>Označení dokumentu, podle kterého bylo zpracováno hodnocení ekonomické efektivnosti (vyplňuje se pouze u specialisty na hodnocení ekonomické efektivnosti)</w:t>
            </w:r>
          </w:p>
        </w:tc>
        <w:tc>
          <w:tcPr>
            <w:tcW w:w="2835" w:type="dxa"/>
            <w:tcBorders>
              <w:top w:val="single" w:sz="2" w:space="0" w:color="auto"/>
              <w:bottom w:val="single" w:sz="2" w:space="0" w:color="auto"/>
            </w:tcBorders>
            <w:shd w:val="clear" w:color="auto" w:fill="auto"/>
          </w:tcPr>
          <w:p w14:paraId="274AD0BB" w14:textId="77777777" w:rsidR="00CB00D4" w:rsidRPr="00873829" w:rsidRDefault="00CB00D4" w:rsidP="00CB00D4">
            <w:pPr>
              <w:cnfStyle w:val="000000000000" w:firstRow="0" w:lastRow="0" w:firstColumn="0" w:lastColumn="0" w:oddVBand="0" w:evenVBand="0" w:oddHBand="0" w:evenHBand="0" w:firstRowFirstColumn="0" w:firstRowLastColumn="0" w:lastRowFirstColumn="0" w:lastRowLastColumn="0"/>
              <w:rPr>
                <w:sz w:val="16"/>
                <w:szCs w:val="16"/>
              </w:rPr>
            </w:pPr>
            <w:r w:rsidRPr="00873829">
              <w:rPr>
                <w:sz w:val="16"/>
                <w:szCs w:val="16"/>
                <w:highlight w:val="yellow"/>
              </w:rPr>
              <w:t>[DOPLNÍ DODAVATEL]</w:t>
            </w:r>
          </w:p>
        </w:tc>
      </w:tr>
      <w:tr w:rsidR="00873829" w:rsidRPr="00833899" w14:paraId="7C320EBC" w14:textId="77777777" w:rsidTr="000E48A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513182C2" w14:textId="68559D9C" w:rsidR="00873829" w:rsidRPr="007E2827" w:rsidRDefault="00873829" w:rsidP="00CB00D4">
            <w:pPr>
              <w:rPr>
                <w:b w:val="0"/>
                <w:sz w:val="16"/>
                <w:szCs w:val="16"/>
              </w:rPr>
            </w:pPr>
            <w:r w:rsidRPr="007E2827">
              <w:rPr>
                <w:b w:val="0"/>
                <w:sz w:val="16"/>
                <w:szCs w:val="16"/>
              </w:rPr>
              <w:t>Uveďte metodu, podle které bylo provedeno hodnocení ekonomické efektivnosti (vyplňuje se pouze u specialisty na hodnocení ekonomické efektivnosti)</w:t>
            </w:r>
          </w:p>
        </w:tc>
        <w:tc>
          <w:tcPr>
            <w:tcW w:w="2835" w:type="dxa"/>
            <w:tcBorders>
              <w:top w:val="single" w:sz="2" w:space="0" w:color="auto"/>
            </w:tcBorders>
            <w:shd w:val="clear" w:color="auto" w:fill="auto"/>
          </w:tcPr>
          <w:p w14:paraId="73721F92" w14:textId="4BA1A986" w:rsidR="00873829" w:rsidRPr="00873829" w:rsidRDefault="00873829" w:rsidP="00CB00D4">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73829">
              <w:rPr>
                <w:b w:val="0"/>
                <w:sz w:val="16"/>
                <w:szCs w:val="16"/>
                <w:highlight w:val="yellow"/>
              </w:rPr>
              <w:t>[DOPLNÍ DODAVATEL]</w:t>
            </w:r>
          </w:p>
        </w:tc>
      </w:tr>
    </w:tbl>
    <w:p w14:paraId="4AEA2476" w14:textId="77777777" w:rsidR="0035531B" w:rsidRPr="00833899" w:rsidRDefault="0035531B" w:rsidP="00474F4D">
      <w:pPr>
        <w:pStyle w:val="Textbezslovn"/>
        <w:ind w:left="0"/>
      </w:pPr>
    </w:p>
    <w:p w14:paraId="13859F42" w14:textId="7BB97F45"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výkonu vybraných činností ve výstavbě</w:t>
      </w:r>
      <w:r w:rsidR="00546192">
        <w:t xml:space="preserve">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2F885A08" w14:textId="77777777" w:rsidR="0035531B" w:rsidRDefault="0035531B" w:rsidP="00452F69">
      <w:pPr>
        <w:pStyle w:val="Odstavec1-1a"/>
      </w:pPr>
      <w:r>
        <w:t>Jiné informace (dle uvážení dodavatele): [</w:t>
      </w:r>
      <w:r w:rsidRPr="00833899">
        <w:rPr>
          <w:highlight w:val="yellow"/>
        </w:rPr>
        <w:t>DOPLNÍ DODAVATEL</w:t>
      </w:r>
      <w:r>
        <w:t>]</w:t>
      </w:r>
    </w:p>
    <w:p w14:paraId="1CF2AC04" w14:textId="77777777" w:rsidR="0035531B" w:rsidRDefault="0035531B" w:rsidP="00474F4D">
      <w:pPr>
        <w:pStyle w:val="Textbezslovn"/>
        <w:ind w:left="0"/>
      </w:pPr>
    </w:p>
    <w:p w14:paraId="7BA2C410" w14:textId="77777777" w:rsidR="0042061D" w:rsidRPr="00833899" w:rsidRDefault="0042061D" w:rsidP="0042061D">
      <w:pPr>
        <w:pStyle w:val="Textbezslovn"/>
        <w:ind w:left="0"/>
      </w:pPr>
    </w:p>
    <w:p w14:paraId="2E48911A" w14:textId="77777777" w:rsidR="0042061D" w:rsidRDefault="000E48A0" w:rsidP="000E48A0">
      <w:pPr>
        <w:pStyle w:val="Textbezslovn"/>
        <w:rPr>
          <w:b/>
        </w:rPr>
      </w:pPr>
      <w:r w:rsidRPr="0042061D">
        <w:rPr>
          <w:b/>
        </w:rPr>
        <w:t xml:space="preserve">Přílohy: </w:t>
      </w:r>
      <w:r w:rsidRPr="0042061D">
        <w:rPr>
          <w:b/>
        </w:rPr>
        <w:tab/>
      </w:r>
    </w:p>
    <w:p w14:paraId="00CB3508" w14:textId="77777777" w:rsidR="000E48A0" w:rsidRPr="0042061D" w:rsidRDefault="000E48A0" w:rsidP="00F20453">
      <w:pPr>
        <w:pStyle w:val="Textbezslovn"/>
        <w:numPr>
          <w:ilvl w:val="0"/>
          <w:numId w:val="26"/>
        </w:numPr>
        <w:rPr>
          <w:b/>
        </w:rPr>
      </w:pPr>
      <w:r w:rsidRPr="0042061D">
        <w:rPr>
          <w:b/>
        </w:rPr>
        <w:t>doklady o odborné způsobilosti členů odborného personálu, u kterých jsou požadovány</w:t>
      </w:r>
    </w:p>
    <w:p w14:paraId="0EBE158D" w14:textId="67CE751E" w:rsidR="00EE3C5F" w:rsidRDefault="00EE3C5F" w:rsidP="00D7399D">
      <w:pPr>
        <w:pStyle w:val="Doplujcdaje"/>
        <w:ind w:left="709"/>
        <w:jc w:val="both"/>
      </w:pPr>
      <w:r>
        <w:br w:type="page"/>
      </w:r>
    </w:p>
    <w:p w14:paraId="2D4D8B0E" w14:textId="77777777" w:rsidR="0035531B" w:rsidRDefault="0035531B" w:rsidP="00FE4333">
      <w:pPr>
        <w:pStyle w:val="Nadpisbezsl1-1"/>
      </w:pPr>
      <w:r>
        <w:lastRenderedPageBreak/>
        <w:t>Příloha č. 7</w:t>
      </w:r>
    </w:p>
    <w:p w14:paraId="12DC6C59"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2D353C68" w14:textId="77777777" w:rsidR="00AB1063" w:rsidRDefault="00AB1063" w:rsidP="00452F69">
      <w:pPr>
        <w:pStyle w:val="Textbezslovn"/>
      </w:pPr>
    </w:p>
    <w:p w14:paraId="6E5B2819" w14:textId="77777777" w:rsidR="0035531B" w:rsidRPr="00833899" w:rsidRDefault="0035531B" w:rsidP="00452F69">
      <w:pPr>
        <w:pStyle w:val="Textbezslovn"/>
        <w:ind w:left="0"/>
        <w:rPr>
          <w:rStyle w:val="Tun9b"/>
          <w:b w:val="0"/>
        </w:rPr>
      </w:pPr>
      <w:r w:rsidRPr="00452F69">
        <w:rPr>
          <w:rStyle w:val="Tun9b"/>
        </w:rPr>
        <w:t>Čestné prohlášení</w:t>
      </w:r>
    </w:p>
    <w:p w14:paraId="3A1E4620" w14:textId="291B26CB" w:rsidR="0035531B" w:rsidRPr="00833899" w:rsidRDefault="0035531B" w:rsidP="00452F69">
      <w:pPr>
        <w:pStyle w:val="Textbezslovn"/>
        <w:ind w:left="0"/>
      </w:pPr>
      <w:r w:rsidRPr="00833899">
        <w:t>obchodní firma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3674FF3C"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417070D2"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57AEE3A" w14:textId="1552CB02" w:rsidR="0035531B" w:rsidRPr="00833899" w:rsidRDefault="0035531B" w:rsidP="00452F69">
      <w:pPr>
        <w:pStyle w:val="Textbezslovn"/>
        <w:ind w:left="0"/>
      </w:pPr>
    </w:p>
    <w:p w14:paraId="5811CD6F" w14:textId="77777777" w:rsidR="0035531B" w:rsidRDefault="0035531B" w:rsidP="00452F69">
      <w:pPr>
        <w:pStyle w:val="Textbezslovn"/>
        <w:ind w:left="0"/>
      </w:pPr>
      <w:r w:rsidRPr="00307641">
        <w:rPr>
          <w:b/>
        </w:rPr>
        <w:t>čestně prohlašuje</w:t>
      </w:r>
      <w:r>
        <w:t>, že:</w:t>
      </w:r>
    </w:p>
    <w:p w14:paraId="3E030C28"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15F63A38"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22242819"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602311EF" w14:textId="77777777" w:rsidR="00D139AC" w:rsidRPr="00327047" w:rsidRDefault="00D139AC" w:rsidP="00307641">
      <w:pPr>
        <w:pStyle w:val="Doplujcdaje"/>
        <w:jc w:val="both"/>
        <w:rPr>
          <w:sz w:val="16"/>
          <w:szCs w:val="16"/>
        </w:rPr>
      </w:pPr>
    </w:p>
    <w:p w14:paraId="3C73E946"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5C8E80A" w14:textId="77777777" w:rsidR="0035531B" w:rsidRDefault="0035531B" w:rsidP="00307641">
      <w:pPr>
        <w:pStyle w:val="Textbezslovn"/>
        <w:ind w:left="0"/>
      </w:pPr>
    </w:p>
    <w:p w14:paraId="477A97A8" w14:textId="77777777" w:rsidR="00307641" w:rsidRDefault="00307641" w:rsidP="00307641">
      <w:pPr>
        <w:pStyle w:val="Textbezslovn"/>
        <w:ind w:left="0"/>
      </w:pPr>
    </w:p>
    <w:p w14:paraId="4518E192"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66927A33" w14:textId="77777777" w:rsidR="0035531B" w:rsidRDefault="0035531B" w:rsidP="00307641">
      <w:pPr>
        <w:pStyle w:val="Textbezslovn"/>
        <w:ind w:left="0"/>
      </w:pPr>
    </w:p>
    <w:p w14:paraId="1C66E067" w14:textId="77777777" w:rsidR="0035531B" w:rsidRDefault="0035531B" w:rsidP="00307641">
      <w:pPr>
        <w:pStyle w:val="Textbezslovn"/>
        <w:ind w:left="0"/>
      </w:pPr>
      <w:r>
        <w:t>Podpis osoby oprávněné jednat za dodavatele:</w:t>
      </w:r>
    </w:p>
    <w:p w14:paraId="31BB9C25" w14:textId="77777777" w:rsidR="0035531B" w:rsidRDefault="0035531B" w:rsidP="00307641">
      <w:pPr>
        <w:pStyle w:val="Textbezslovn"/>
        <w:ind w:left="0"/>
      </w:pPr>
    </w:p>
    <w:p w14:paraId="05621149" w14:textId="77777777" w:rsidR="00307641" w:rsidRDefault="00307641" w:rsidP="00307641">
      <w:pPr>
        <w:pStyle w:val="Textbezslovn"/>
        <w:ind w:left="0"/>
      </w:pPr>
    </w:p>
    <w:p w14:paraId="1E3DC8D5" w14:textId="77777777" w:rsidR="00307641" w:rsidRDefault="0035531B" w:rsidP="00307641">
      <w:pPr>
        <w:pStyle w:val="Textbezslovn"/>
        <w:ind w:left="0"/>
      </w:pPr>
      <w:r>
        <w:t>Jméno</w:t>
      </w:r>
      <w:r w:rsidR="00307641">
        <w:t>: ______________________</w:t>
      </w:r>
    </w:p>
    <w:p w14:paraId="434E4668" w14:textId="77777777" w:rsidR="0035531B" w:rsidRDefault="0035531B" w:rsidP="00307641">
      <w:pPr>
        <w:pStyle w:val="Textbezslovn"/>
        <w:ind w:left="0"/>
      </w:pPr>
      <w:r>
        <w:tab/>
      </w:r>
    </w:p>
    <w:p w14:paraId="2CEFD202" w14:textId="77777777" w:rsidR="00307641" w:rsidRDefault="00307641" w:rsidP="00307641">
      <w:pPr>
        <w:pStyle w:val="Textbezslovn"/>
        <w:ind w:left="0"/>
      </w:pPr>
    </w:p>
    <w:p w14:paraId="0758627C" w14:textId="77777777" w:rsidR="0035531B" w:rsidRDefault="0035531B" w:rsidP="00307641">
      <w:pPr>
        <w:pStyle w:val="Textbezslovn"/>
        <w:ind w:left="0"/>
      </w:pPr>
      <w:r>
        <w:t>Podp</w:t>
      </w:r>
      <w:r w:rsidR="00307641">
        <w:t>is: ______________________</w:t>
      </w:r>
    </w:p>
    <w:p w14:paraId="64C6D4A9" w14:textId="77777777" w:rsidR="0035531B" w:rsidRDefault="0035531B" w:rsidP="00307641">
      <w:pPr>
        <w:pStyle w:val="Textbezslovn"/>
        <w:ind w:left="0"/>
      </w:pPr>
      <w:r>
        <w:t xml:space="preserve"> </w:t>
      </w:r>
    </w:p>
    <w:p w14:paraId="3AD93847" w14:textId="77777777" w:rsidR="00EE3C5F" w:rsidRDefault="00EE3C5F" w:rsidP="00452F69">
      <w:pPr>
        <w:pStyle w:val="Textbezslovn"/>
      </w:pPr>
      <w:r>
        <w:br w:type="page"/>
      </w:r>
    </w:p>
    <w:p w14:paraId="3A50D050" w14:textId="77777777" w:rsidR="0035531B" w:rsidRDefault="0035531B" w:rsidP="00FE4333">
      <w:pPr>
        <w:pStyle w:val="Nadpisbezsl1-1"/>
      </w:pPr>
      <w:r>
        <w:lastRenderedPageBreak/>
        <w:t>Příloha č. 8</w:t>
      </w:r>
    </w:p>
    <w:p w14:paraId="495462B5"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455B84D5" w14:textId="77777777" w:rsidR="00AB1063" w:rsidRDefault="00AB1063" w:rsidP="00307641">
      <w:pPr>
        <w:pStyle w:val="Textbezslovn"/>
      </w:pPr>
    </w:p>
    <w:p w14:paraId="6303B95E" w14:textId="5BE3A048"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kvalifikac</w:t>
      </w:r>
      <w:r w:rsidR="0040621A">
        <w:t>i</w:t>
      </w:r>
      <w:r w:rsidRPr="00327047">
        <w:t xml:space="preserve">, a u nichž dokládá </w:t>
      </w:r>
      <w:r w:rsidR="0040621A" w:rsidRPr="00C85644">
        <w:t>smlouvu nebo jinou osobou podepsané potvrzení o její existenci, její</w:t>
      </w:r>
      <w:r w:rsidR="0040621A">
        <w:t>mž obsahem je závazek</w:t>
      </w:r>
      <w:r w:rsidR="0040621A" w:rsidRPr="00327047">
        <w:t xml:space="preserve"> </w:t>
      </w:r>
      <w:r w:rsidRPr="00327047">
        <w:t xml:space="preserve">jiné osoby k poskytnutí plnění určeného k plnění veřejné zakázky nebo k poskytnutí věcí nebo práv, s nimiž bude dodavatel oprávněn disponovat </w:t>
      </w:r>
      <w:r w:rsidR="0040621A">
        <w:t>při</w:t>
      </w:r>
      <w:r w:rsidRPr="00327047">
        <w:t xml:space="preserve"> plnění veřejné zakázky, a to alespoň v rozsahu, v jakém jiná osoba prokázala kvalifikaci za dodavatele</w:t>
      </w:r>
      <w:r w:rsidR="0035531B">
        <w:t xml:space="preserve">. </w:t>
      </w:r>
    </w:p>
    <w:p w14:paraId="20EB2AC2"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0625BC4F"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27074004" w14:textId="77777777" w:rsidR="003057BB" w:rsidRDefault="00307641" w:rsidP="003057BB">
            <w:pPr>
              <w:pStyle w:val="Textbezslovn"/>
              <w:ind w:left="0"/>
              <w:jc w:val="left"/>
              <w:rPr>
                <w:b/>
                <w:sz w:val="16"/>
                <w:szCs w:val="16"/>
              </w:rPr>
            </w:pPr>
            <w:r w:rsidRPr="00307641">
              <w:rPr>
                <w:b/>
                <w:sz w:val="16"/>
                <w:szCs w:val="16"/>
              </w:rPr>
              <w:t>Obchodní firma/název/jméno a příjmení</w:t>
            </w:r>
          </w:p>
          <w:p w14:paraId="78D4259F" w14:textId="477FF2A9" w:rsidR="00307641" w:rsidRPr="00307641" w:rsidRDefault="003057BB" w:rsidP="003057BB">
            <w:pPr>
              <w:pStyle w:val="Textbezslovn"/>
              <w:ind w:left="0"/>
              <w:jc w:val="left"/>
              <w:rPr>
                <w:b/>
                <w:sz w:val="16"/>
                <w:szCs w:val="16"/>
              </w:rPr>
            </w:pPr>
            <w:r>
              <w:rPr>
                <w:b/>
                <w:sz w:val="16"/>
                <w:szCs w:val="16"/>
              </w:rPr>
              <w:t>síd</w:t>
            </w:r>
            <w:r w:rsidR="00307641" w:rsidRPr="00307641">
              <w:rPr>
                <w:b/>
                <w:sz w:val="16"/>
                <w:szCs w:val="16"/>
              </w:rPr>
              <w:t>lo, IČO</w:t>
            </w:r>
          </w:p>
        </w:tc>
        <w:tc>
          <w:tcPr>
            <w:tcW w:w="4111" w:type="dxa"/>
            <w:tcBorders>
              <w:bottom w:val="single" w:sz="2" w:space="0" w:color="auto"/>
            </w:tcBorders>
          </w:tcPr>
          <w:p w14:paraId="7DB43A19"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E650B4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0B5D37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A7ED2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6C9807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56F0AE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02CEE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DA9E5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512BD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40AD6A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D1E786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F8396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4BE21A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82492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4FD2A9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F576E0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36DA09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E06CD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604062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C1254B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FB5F20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212F37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D475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64A18A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A07C7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6127AD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7A391D7"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91E9A4E"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DFEDE58" w14:textId="77777777" w:rsidR="0035531B" w:rsidRPr="00833899" w:rsidRDefault="0035531B" w:rsidP="00307641">
      <w:pPr>
        <w:pStyle w:val="Textbezslovn"/>
      </w:pPr>
    </w:p>
    <w:p w14:paraId="35A4D32D" w14:textId="77777777" w:rsidR="0035531B" w:rsidRDefault="0035531B" w:rsidP="00307641">
      <w:pPr>
        <w:pStyle w:val="Textbezslovn"/>
      </w:pPr>
    </w:p>
    <w:bookmarkEnd w:id="1"/>
    <w:bookmarkEnd w:id="2"/>
    <w:bookmarkEnd w:id="3"/>
    <w:bookmarkEnd w:id="4"/>
    <w:p w14:paraId="0F462CE8" w14:textId="58A0F11B" w:rsidR="009E003E" w:rsidRDefault="009E003E">
      <w:r>
        <w:br w:type="page"/>
      </w:r>
    </w:p>
    <w:p w14:paraId="3581FBF5" w14:textId="77777777" w:rsidR="009E003E" w:rsidRDefault="009E003E" w:rsidP="009E003E">
      <w:pPr>
        <w:pStyle w:val="Nadpisbezsl1-1"/>
      </w:pPr>
      <w:r>
        <w:lastRenderedPageBreak/>
        <w:t>Příloha č. 9</w:t>
      </w:r>
    </w:p>
    <w:p w14:paraId="56ABAF48" w14:textId="77777777" w:rsidR="009E003E" w:rsidRPr="00BA1CFD" w:rsidRDefault="009E003E" w:rsidP="009E003E">
      <w:pPr>
        <w:pStyle w:val="Textbezslovn"/>
        <w:ind w:left="0"/>
        <w:rPr>
          <w:b/>
          <w:sz w:val="20"/>
          <w:szCs w:val="20"/>
        </w:rPr>
      </w:pPr>
      <w:r w:rsidRPr="00E56CBF">
        <w:rPr>
          <w:b/>
          <w:sz w:val="20"/>
          <w:szCs w:val="20"/>
        </w:rPr>
        <w:t xml:space="preserve">Seznam </w:t>
      </w:r>
      <w:r w:rsidRPr="00BA1CFD">
        <w:rPr>
          <w:b/>
          <w:sz w:val="20"/>
          <w:szCs w:val="20"/>
        </w:rPr>
        <w:t>zkušeností hodnocených členů odborného personálu dodavatele</w:t>
      </w:r>
    </w:p>
    <w:p w14:paraId="13704FBA" w14:textId="77777777" w:rsidR="009E003E" w:rsidRDefault="009E003E" w:rsidP="009E003E">
      <w:pPr>
        <w:pStyle w:val="Textbezslovn"/>
        <w:ind w:left="0"/>
      </w:pPr>
    </w:p>
    <w:p w14:paraId="56AF3BA1" w14:textId="7A0BEAC8" w:rsidR="009E003E" w:rsidRDefault="008301A0" w:rsidP="009E003E">
      <w:pPr>
        <w:pStyle w:val="Textbezslovn"/>
        <w:ind w:left="0"/>
      </w:pPr>
      <w:r>
        <w:rPr>
          <w:b/>
        </w:rPr>
        <w:t>F</w:t>
      </w:r>
      <w:r w:rsidR="009E003E" w:rsidRPr="00474F4D">
        <w:rPr>
          <w:b/>
        </w:rPr>
        <w:t>unkce</w:t>
      </w:r>
      <w:r w:rsidR="009E003E">
        <w:t xml:space="preserve"> ze seznamu odborného personálu dodavatele: [</w:t>
      </w:r>
      <w:r w:rsidR="009E003E" w:rsidRPr="00DE6A35">
        <w:rPr>
          <w:b/>
          <w:highlight w:val="yellow"/>
        </w:rPr>
        <w:t>DOPLNÍ DODAVATEL</w:t>
      </w:r>
      <w:r w:rsidR="009E003E">
        <w:t>]</w:t>
      </w:r>
    </w:p>
    <w:p w14:paraId="1B8F7E03" w14:textId="77777777" w:rsidR="009E003E" w:rsidRPr="00543F07" w:rsidRDefault="009E003E" w:rsidP="009E003E">
      <w:pPr>
        <w:pStyle w:val="Doplujcdaje"/>
        <w:jc w:val="both"/>
      </w:pPr>
    </w:p>
    <w:p w14:paraId="6AE1E97E" w14:textId="77777777" w:rsidR="009E003E" w:rsidRPr="0042061D" w:rsidRDefault="009E003E" w:rsidP="009E003E">
      <w:pPr>
        <w:pStyle w:val="Doplujcdaje"/>
        <w:jc w:val="both"/>
        <w:rPr>
          <w:sz w:val="16"/>
          <w:szCs w:val="16"/>
        </w:rPr>
      </w:pPr>
      <w:r w:rsidRPr="0042061D">
        <w:rPr>
          <w:b/>
          <w:sz w:val="16"/>
          <w:szCs w:val="16"/>
        </w:rPr>
        <w:t>Pozn. zadavatele:</w:t>
      </w:r>
      <w:r w:rsidRPr="0042061D">
        <w:rPr>
          <w:sz w:val="16"/>
          <w:szCs w:val="16"/>
        </w:rPr>
        <w:t xml:space="preserve"> Určí-li dodavatel jednu fyzickou osobou pro více funkcí člena odborného personálu</w:t>
      </w:r>
      <w:r>
        <w:rPr>
          <w:sz w:val="16"/>
          <w:szCs w:val="16"/>
        </w:rPr>
        <w:t xml:space="preserve"> (j</w:t>
      </w:r>
      <w:r w:rsidRPr="007E6B85">
        <w:rPr>
          <w:sz w:val="16"/>
          <w:szCs w:val="16"/>
        </w:rPr>
        <w:t>ednou osobou lze současně zastávat maximálně 2 funkce člena odborného personálu</w:t>
      </w:r>
      <w:r>
        <w:rPr>
          <w:sz w:val="16"/>
          <w:szCs w:val="16"/>
        </w:rPr>
        <w:t xml:space="preserve"> dodavatele)</w:t>
      </w:r>
      <w:r w:rsidRPr="0042061D">
        <w:rPr>
          <w:sz w:val="16"/>
          <w:szCs w:val="16"/>
        </w:rPr>
        <w:t>, může být tato osoba předmětem hodnocení pouze u jedné z funkcí, kterou má zastávat. V takovém případě je dodavatel povinen v</w:t>
      </w:r>
      <w:r>
        <w:rPr>
          <w:sz w:val="16"/>
          <w:szCs w:val="16"/>
        </w:rPr>
        <w:t xml:space="preserve"> této příloze </w:t>
      </w:r>
      <w:r w:rsidRPr="0042061D">
        <w:rPr>
          <w:sz w:val="16"/>
          <w:szCs w:val="16"/>
        </w:rPr>
        <w:t>uvést</w:t>
      </w:r>
      <w:r>
        <w:rPr>
          <w:sz w:val="16"/>
          <w:szCs w:val="16"/>
        </w:rPr>
        <w:t xml:space="preserve"> tu funkci</w:t>
      </w:r>
      <w:r w:rsidRPr="0042061D">
        <w:rPr>
          <w:sz w:val="16"/>
          <w:szCs w:val="16"/>
        </w:rPr>
        <w:t xml:space="preserve">, pro kterou </w:t>
      </w:r>
      <w:r>
        <w:rPr>
          <w:sz w:val="16"/>
          <w:szCs w:val="16"/>
        </w:rPr>
        <w:t>m</w:t>
      </w:r>
      <w:r w:rsidRPr="0042061D">
        <w:rPr>
          <w:sz w:val="16"/>
          <w:szCs w:val="16"/>
        </w:rPr>
        <w:t xml:space="preserve">á být </w:t>
      </w:r>
      <w:r>
        <w:rPr>
          <w:sz w:val="16"/>
          <w:szCs w:val="16"/>
        </w:rPr>
        <w:t xml:space="preserve">příslušná </w:t>
      </w:r>
      <w:r w:rsidRPr="0042061D">
        <w:rPr>
          <w:sz w:val="16"/>
          <w:szCs w:val="16"/>
        </w:rPr>
        <w:t xml:space="preserve">fyzická osoba hodnocena. Nebude-li nabídka tento údaj </w:t>
      </w:r>
      <w:r>
        <w:rPr>
          <w:sz w:val="16"/>
          <w:szCs w:val="16"/>
        </w:rPr>
        <w:t xml:space="preserve">o funkci </w:t>
      </w:r>
      <w:r w:rsidRPr="0042061D">
        <w:rPr>
          <w:sz w:val="16"/>
          <w:szCs w:val="16"/>
        </w:rPr>
        <w:t xml:space="preserve">obsahovat, </w:t>
      </w:r>
      <w:r w:rsidRPr="004B595B">
        <w:rPr>
          <w:sz w:val="16"/>
          <w:szCs w:val="16"/>
        </w:rPr>
        <w:t xml:space="preserve">příp. bude-li uvedeno, že má být osoba hodnocena pro </w:t>
      </w:r>
      <w:r>
        <w:rPr>
          <w:sz w:val="16"/>
          <w:szCs w:val="16"/>
        </w:rPr>
        <w:t>více</w:t>
      </w:r>
      <w:r w:rsidRPr="004B595B">
        <w:rPr>
          <w:sz w:val="16"/>
          <w:szCs w:val="16"/>
        </w:rPr>
        <w:t xml:space="preserve"> funkc</w:t>
      </w:r>
      <w:r>
        <w:rPr>
          <w:sz w:val="16"/>
          <w:szCs w:val="16"/>
        </w:rPr>
        <w:t>í</w:t>
      </w:r>
      <w:r w:rsidRPr="004B595B">
        <w:rPr>
          <w:sz w:val="16"/>
          <w:szCs w:val="16"/>
        </w:rPr>
        <w:t xml:space="preserve"> člena odborného personálu dodavatele</w:t>
      </w:r>
      <w:r>
        <w:rPr>
          <w:sz w:val="16"/>
          <w:szCs w:val="16"/>
        </w:rPr>
        <w:t>,</w:t>
      </w:r>
      <w:r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Pr>
          <w:sz w:val="16"/>
          <w:szCs w:val="16"/>
        </w:rPr>
        <w:t xml:space="preserve">či měněn </w:t>
      </w:r>
      <w:r w:rsidRPr="0042061D">
        <w:rPr>
          <w:sz w:val="16"/>
          <w:szCs w:val="16"/>
        </w:rPr>
        <w:t>postupem dle § 46 odst. 2 ZZVZ.</w:t>
      </w:r>
    </w:p>
    <w:p w14:paraId="77C76DA6" w14:textId="77777777" w:rsidR="009E003E" w:rsidRPr="00543F07" w:rsidRDefault="009E003E" w:rsidP="009E003E">
      <w:pPr>
        <w:pStyle w:val="Doplujcdaje"/>
        <w:ind w:left="360"/>
        <w:jc w:val="both"/>
      </w:pPr>
    </w:p>
    <w:p w14:paraId="38C66248" w14:textId="77777777" w:rsidR="009E003E" w:rsidRDefault="009E003E" w:rsidP="0014107B">
      <w:pPr>
        <w:pStyle w:val="Odstavec1-1a"/>
        <w:numPr>
          <w:ilvl w:val="0"/>
          <w:numId w:val="0"/>
        </w:numPr>
      </w:pPr>
      <w:r w:rsidRPr="0090773F">
        <w:rPr>
          <w:b/>
        </w:rPr>
        <w:t>Příjmení</w:t>
      </w:r>
      <w:r>
        <w:t>: [</w:t>
      </w:r>
      <w:r w:rsidRPr="0090773F">
        <w:rPr>
          <w:b/>
          <w:highlight w:val="yellow"/>
        </w:rPr>
        <w:t>DOPLNÍ DODAVATEL</w:t>
      </w:r>
      <w:r>
        <w:t>]</w:t>
      </w:r>
    </w:p>
    <w:p w14:paraId="2DB52A11" w14:textId="77777777" w:rsidR="009E003E" w:rsidRDefault="009E003E" w:rsidP="0014107B">
      <w:pPr>
        <w:pStyle w:val="Odstavec1-1a"/>
        <w:numPr>
          <w:ilvl w:val="0"/>
          <w:numId w:val="0"/>
        </w:numPr>
      </w:pPr>
      <w:r w:rsidRPr="00D006F4">
        <w:rPr>
          <w:b/>
        </w:rPr>
        <w:t>Jméno</w:t>
      </w:r>
      <w:r>
        <w:t>: [</w:t>
      </w:r>
      <w:r w:rsidRPr="00DE6A35">
        <w:rPr>
          <w:b/>
          <w:highlight w:val="yellow"/>
        </w:rPr>
        <w:t>DOPLNÍ DODAVATEL</w:t>
      </w:r>
      <w:r>
        <w:t>]</w:t>
      </w:r>
    </w:p>
    <w:p w14:paraId="1A1B93B6" w14:textId="77777777" w:rsidR="009E003E" w:rsidRDefault="009E003E" w:rsidP="0014107B">
      <w:pPr>
        <w:pStyle w:val="Odstavec1-1a"/>
        <w:numPr>
          <w:ilvl w:val="0"/>
          <w:numId w:val="0"/>
        </w:numPr>
      </w:pPr>
      <w:r w:rsidRPr="0014107B">
        <w:t>Datum</w:t>
      </w:r>
      <w:r>
        <w:t xml:space="preserve"> narození: [</w:t>
      </w:r>
      <w:r w:rsidRPr="00833899">
        <w:rPr>
          <w:highlight w:val="yellow"/>
        </w:rPr>
        <w:t>DOPLNÍ DODAVATEL</w:t>
      </w:r>
      <w:r>
        <w:t>]</w:t>
      </w:r>
    </w:p>
    <w:p w14:paraId="2EFE762C" w14:textId="77777777" w:rsidR="009E003E" w:rsidRPr="000E48A0" w:rsidRDefault="009E003E" w:rsidP="009E003E">
      <w:pPr>
        <w:pStyle w:val="Textbezslovn"/>
        <w:ind w:left="0"/>
        <w:rPr>
          <w:b/>
        </w:rPr>
      </w:pPr>
      <w:r>
        <w:rPr>
          <w:b/>
        </w:rPr>
        <w:t xml:space="preserve">Tuto přílohu </w:t>
      </w:r>
      <w:r w:rsidRPr="000E48A0">
        <w:rPr>
          <w:b/>
        </w:rPr>
        <w:t>dodavatel vyplň</w:t>
      </w:r>
      <w:r>
        <w:rPr>
          <w:b/>
        </w:rPr>
        <w:t>uje</w:t>
      </w:r>
      <w:r w:rsidRPr="000E48A0">
        <w:rPr>
          <w:b/>
        </w:rPr>
        <w:t xml:space="preserve"> za účelem hodnocení </w:t>
      </w:r>
      <w:r>
        <w:rPr>
          <w:b/>
        </w:rPr>
        <w:t xml:space="preserve">pouze </w:t>
      </w:r>
      <w:r w:rsidRPr="000E48A0">
        <w:rPr>
          <w:b/>
        </w:rPr>
        <w:t>u těch členů odborného personálu</w:t>
      </w:r>
      <w:r>
        <w:rPr>
          <w:b/>
        </w:rPr>
        <w:t xml:space="preserve"> dodavatele</w:t>
      </w:r>
      <w:r w:rsidRPr="000E48A0">
        <w:rPr>
          <w:b/>
        </w:rPr>
        <w:t xml:space="preserve">, kteří mají být hodnoceni. </w:t>
      </w:r>
      <w:r w:rsidRPr="00294DE2">
        <w:t xml:space="preserve">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níže uvedenou tabulku proškrtne nebo ponechá nevyplněnou. Bližší informace k hodnocení – viz čl. 16.3 Pokynů pro dodavatele. </w:t>
      </w:r>
    </w:p>
    <w:p w14:paraId="730853A4" w14:textId="77777777" w:rsidR="009E003E" w:rsidRDefault="009E003E" w:rsidP="009E003E">
      <w:pPr>
        <w:pStyle w:val="Odstavec1-1a"/>
        <w:numPr>
          <w:ilvl w:val="0"/>
          <w:numId w:val="0"/>
        </w:numPr>
        <w:spacing w:after="0"/>
        <w:ind w:left="1077"/>
        <w:rPr>
          <w:b/>
        </w:rPr>
      </w:pPr>
    </w:p>
    <w:p w14:paraId="217DBCBB" w14:textId="3BA130B5" w:rsidR="009E003E" w:rsidRDefault="009E003E" w:rsidP="0014107B">
      <w:pPr>
        <w:pStyle w:val="Odstavec1-1a"/>
        <w:numPr>
          <w:ilvl w:val="0"/>
          <w:numId w:val="0"/>
        </w:numPr>
      </w:pPr>
      <w:r w:rsidRPr="0042061D">
        <w:rPr>
          <w:b/>
        </w:rPr>
        <w:t>Zkušenosti</w:t>
      </w:r>
      <w:r>
        <w:t xml:space="preserve"> s plněním zakázek, jež jsou pro členy odborného personálu dodavatele relevantní dle čl. 16.3 těchto Pokynů </w:t>
      </w:r>
      <w:r w:rsidRPr="0042061D">
        <w:rPr>
          <w:b/>
        </w:rPr>
        <w:t>pro hodnocení</w:t>
      </w:r>
      <w:r>
        <w:rPr>
          <w:rStyle w:val="Znakapoznpodarou"/>
        </w:rPr>
        <w:footnoteReference w:id="9"/>
      </w:r>
      <w:r>
        <w:t xml:space="preserve">: </w:t>
      </w:r>
    </w:p>
    <w:p w14:paraId="31D6579D" w14:textId="18791ED7" w:rsidR="00101038" w:rsidRDefault="00101038" w:rsidP="0014107B">
      <w:pPr>
        <w:pStyle w:val="Odstavec1-1a"/>
        <w:numPr>
          <w:ilvl w:val="0"/>
          <w:numId w:val="0"/>
        </w:numPr>
      </w:pPr>
      <w:r>
        <w:rPr>
          <w:b/>
        </w:rPr>
        <w:t xml:space="preserve">Zde uvedené zkušenosti nelze u téže osoby zároveň uvést v Příloze č. 6 pro účely prokázání kvalifikace. </w:t>
      </w:r>
    </w:p>
    <w:p w14:paraId="6FBE190A" w14:textId="77777777" w:rsidR="009E003E" w:rsidRDefault="009E003E" w:rsidP="009E003E">
      <w:pPr>
        <w:pStyle w:val="Odstavec1-1a"/>
        <w:numPr>
          <w:ilvl w:val="0"/>
          <w:numId w:val="0"/>
        </w:numPr>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9E003E" w:rsidRPr="00833899" w14:paraId="3AC273DA" w14:textId="77777777" w:rsidTr="005A45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6AD37CEE" w14:textId="77777777" w:rsidR="009E003E" w:rsidRPr="00833899" w:rsidRDefault="009E003E" w:rsidP="00C313BF">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4E6CB0AB" w14:textId="77777777" w:rsidR="009E003E" w:rsidRPr="00833899" w:rsidRDefault="009E003E" w:rsidP="00C313BF">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E003E" w:rsidRPr="00833899" w14:paraId="6FDCD82B"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50E342F8" w14:textId="77777777" w:rsidR="009E003E" w:rsidRPr="00833899" w:rsidRDefault="009E003E" w:rsidP="00C313BF">
            <w:pPr>
              <w:rPr>
                <w:sz w:val="16"/>
                <w:szCs w:val="16"/>
              </w:rPr>
            </w:pPr>
            <w:r w:rsidRPr="00543F07">
              <w:rPr>
                <w:sz w:val="16"/>
                <w:szCs w:val="16"/>
              </w:rPr>
              <w:t>Popis předmětu plnění zakázky - v detailu potřebném pro ověření splnění požadavků</w:t>
            </w:r>
            <w:r>
              <w:rPr>
                <w:sz w:val="16"/>
                <w:szCs w:val="16"/>
              </w:rPr>
              <w:t xml:space="preserve"> relevantních pro hodnocení (uveďte rovněž stupeň projektované dokumentace)</w:t>
            </w:r>
          </w:p>
        </w:tc>
        <w:tc>
          <w:tcPr>
            <w:tcW w:w="2835" w:type="dxa"/>
            <w:tcBorders>
              <w:top w:val="single" w:sz="2" w:space="0" w:color="auto"/>
            </w:tcBorders>
          </w:tcPr>
          <w:p w14:paraId="398CF697"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E003E" w:rsidRPr="00833899" w14:paraId="6A6B3587"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065DD73F" w14:textId="6814E36C" w:rsidR="009E003E" w:rsidRPr="00543F07" w:rsidRDefault="009E003E" w:rsidP="0020423B">
            <w:pPr>
              <w:rPr>
                <w:sz w:val="16"/>
                <w:szCs w:val="16"/>
              </w:rPr>
            </w:pPr>
            <w:r w:rsidRPr="0042061D">
              <w:rPr>
                <w:sz w:val="16"/>
                <w:szCs w:val="16"/>
              </w:rPr>
              <w:t>Cena zakázky v Kč bez DPH, resp. té části plnění zakázky</w:t>
            </w:r>
            <w:r>
              <w:rPr>
                <w:sz w:val="16"/>
                <w:szCs w:val="16"/>
              </w:rPr>
              <w:t xml:space="preserve"> a požadovaného stupně dokumentace</w:t>
            </w:r>
            <w:r w:rsidRPr="0042061D">
              <w:rPr>
                <w:sz w:val="16"/>
                <w:szCs w:val="16"/>
              </w:rPr>
              <w:t>, kter</w:t>
            </w:r>
            <w:r>
              <w:rPr>
                <w:sz w:val="16"/>
                <w:szCs w:val="16"/>
              </w:rPr>
              <w:t>á</w:t>
            </w:r>
            <w:r w:rsidRPr="0042061D">
              <w:rPr>
                <w:sz w:val="16"/>
                <w:szCs w:val="16"/>
              </w:rPr>
              <w:t xml:space="preserve"> v případě zakázky na více činností</w:t>
            </w:r>
            <w:r>
              <w:rPr>
                <w:sz w:val="16"/>
                <w:szCs w:val="16"/>
              </w:rPr>
              <w:t xml:space="preserve"> či stupňů dokumentace </w:t>
            </w:r>
            <w:r w:rsidRPr="0042061D">
              <w:rPr>
                <w:sz w:val="16"/>
                <w:szCs w:val="16"/>
              </w:rPr>
              <w:t xml:space="preserve">obsahově odpovídá zadavatelem stanovené </w:t>
            </w:r>
            <w:r>
              <w:rPr>
                <w:sz w:val="16"/>
                <w:szCs w:val="16"/>
              </w:rPr>
              <w:t xml:space="preserve">definici </w:t>
            </w:r>
            <w:r w:rsidRPr="0042061D">
              <w:rPr>
                <w:sz w:val="16"/>
                <w:szCs w:val="16"/>
              </w:rPr>
              <w:t>hodnocené zkušenosti</w:t>
            </w:r>
            <w:r>
              <w:rPr>
                <w:sz w:val="16"/>
                <w:szCs w:val="16"/>
              </w:rPr>
              <w:t>; odečtěte cenu dozoru</w:t>
            </w:r>
            <w:r w:rsidR="0020423B">
              <w:rPr>
                <w:sz w:val="16"/>
                <w:szCs w:val="16"/>
              </w:rPr>
              <w:t xml:space="preserve"> projektanta</w:t>
            </w:r>
          </w:p>
        </w:tc>
        <w:tc>
          <w:tcPr>
            <w:tcW w:w="2835" w:type="dxa"/>
            <w:tcBorders>
              <w:top w:val="single" w:sz="2" w:space="0" w:color="auto"/>
            </w:tcBorders>
          </w:tcPr>
          <w:p w14:paraId="59173579"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E003E" w:rsidRPr="00833899" w14:paraId="1DFE67EB"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DF15C54" w14:textId="77777777" w:rsidR="009E003E" w:rsidRPr="00833899" w:rsidRDefault="009E003E" w:rsidP="00C313BF">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objednatele - jméno, tel., email)</w:t>
            </w:r>
          </w:p>
        </w:tc>
        <w:tc>
          <w:tcPr>
            <w:tcW w:w="2835" w:type="dxa"/>
            <w:tcBorders>
              <w:top w:val="single" w:sz="2" w:space="0" w:color="auto"/>
            </w:tcBorders>
          </w:tcPr>
          <w:p w14:paraId="1F6FC5A7"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E003E" w:rsidRPr="00833899" w14:paraId="34D0E930"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43E56A74" w14:textId="77777777" w:rsidR="009E003E" w:rsidRPr="00543F07" w:rsidRDefault="009E003E" w:rsidP="00C313BF">
            <w:pPr>
              <w:rPr>
                <w:sz w:val="16"/>
                <w:szCs w:val="16"/>
              </w:rPr>
            </w:pPr>
            <w:r>
              <w:rPr>
                <w:sz w:val="16"/>
                <w:szCs w:val="16"/>
              </w:rPr>
              <w:t>Zhotovitel zakázky (obch. firma/název, sídlo, IČO)</w:t>
            </w:r>
          </w:p>
        </w:tc>
        <w:tc>
          <w:tcPr>
            <w:tcW w:w="2835" w:type="dxa"/>
            <w:tcBorders>
              <w:top w:val="single" w:sz="2" w:space="0" w:color="auto"/>
            </w:tcBorders>
          </w:tcPr>
          <w:p w14:paraId="5331B3F0"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E003E" w:rsidRPr="00833899" w14:paraId="5C0FAA2B"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4D8E9899" w14:textId="0465962E" w:rsidR="009E003E" w:rsidRPr="00833899" w:rsidRDefault="009E003E" w:rsidP="0020423B">
            <w:pPr>
              <w:rPr>
                <w:sz w:val="16"/>
                <w:szCs w:val="16"/>
              </w:rPr>
            </w:pPr>
            <w:r w:rsidRPr="00543F07">
              <w:rPr>
                <w:sz w:val="16"/>
                <w:szCs w:val="16"/>
              </w:rPr>
              <w:t>Termín dokončení zakázky, resp. té části plnění zakázky</w:t>
            </w:r>
            <w:r>
              <w:rPr>
                <w:sz w:val="16"/>
                <w:szCs w:val="16"/>
              </w:rPr>
              <w:t xml:space="preserve"> a požadovaného stupně dokumentace,</w:t>
            </w:r>
            <w:r w:rsidRPr="00543F07">
              <w:rPr>
                <w:sz w:val="16"/>
                <w:szCs w:val="16"/>
              </w:rPr>
              <w:t xml:space="preserve"> kter</w:t>
            </w:r>
            <w:r>
              <w:rPr>
                <w:sz w:val="16"/>
                <w:szCs w:val="16"/>
              </w:rPr>
              <w:t>á</w:t>
            </w:r>
            <w:r w:rsidRPr="00543F07">
              <w:rPr>
                <w:sz w:val="16"/>
                <w:szCs w:val="16"/>
              </w:rPr>
              <w:t xml:space="preserve"> v případě zakázky na více činností </w:t>
            </w:r>
            <w:r>
              <w:rPr>
                <w:sz w:val="16"/>
                <w:szCs w:val="16"/>
              </w:rPr>
              <w:t xml:space="preserve">či stupňů dokumentace </w:t>
            </w:r>
            <w:r w:rsidRPr="00543F07">
              <w:rPr>
                <w:sz w:val="16"/>
                <w:szCs w:val="16"/>
              </w:rPr>
              <w:t xml:space="preserve">obsahově odpovídá zadavatelem stanovené </w:t>
            </w:r>
            <w:r>
              <w:rPr>
                <w:sz w:val="16"/>
                <w:szCs w:val="16"/>
              </w:rPr>
              <w:t xml:space="preserve">definici </w:t>
            </w:r>
            <w:r w:rsidRPr="0042061D">
              <w:rPr>
                <w:sz w:val="16"/>
                <w:szCs w:val="16"/>
              </w:rPr>
              <w:t>hodnocené zkušenosti</w:t>
            </w:r>
            <w:r>
              <w:rPr>
                <w:sz w:val="16"/>
                <w:szCs w:val="16"/>
              </w:rPr>
              <w:t>; odečtěte dobu provádění dozoru</w:t>
            </w:r>
            <w:r w:rsidR="0020423B">
              <w:rPr>
                <w:sz w:val="16"/>
                <w:szCs w:val="16"/>
              </w:rPr>
              <w:t xml:space="preserve"> projektanta</w:t>
            </w:r>
            <w:r w:rsidRPr="0042061D">
              <w:rPr>
                <w:sz w:val="16"/>
                <w:szCs w:val="16"/>
              </w:rPr>
              <w:t xml:space="preserve"> </w:t>
            </w:r>
          </w:p>
        </w:tc>
        <w:tc>
          <w:tcPr>
            <w:tcW w:w="2835" w:type="dxa"/>
            <w:tcBorders>
              <w:top w:val="single" w:sz="2" w:space="0" w:color="auto"/>
              <w:bottom w:val="single" w:sz="2" w:space="0" w:color="auto"/>
            </w:tcBorders>
          </w:tcPr>
          <w:p w14:paraId="72810E54"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E003E" w:rsidRPr="005A45D1" w14:paraId="5B371E30"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shd w:val="clear" w:color="auto" w:fill="FFFFFF" w:themeFill="background1"/>
          </w:tcPr>
          <w:p w14:paraId="600024FC" w14:textId="77777777" w:rsidR="009E003E" w:rsidRPr="005A45D1" w:rsidRDefault="009E003E" w:rsidP="00C313BF">
            <w:pPr>
              <w:rPr>
                <w:sz w:val="16"/>
                <w:szCs w:val="16"/>
              </w:rPr>
            </w:pPr>
            <w:r w:rsidRPr="005A45D1">
              <w:rPr>
                <w:sz w:val="16"/>
                <w:szCs w:val="16"/>
              </w:rPr>
              <w:t>Vykonávaná funkce/pozice a popis pracovních činností vykonávaných členem odborného personálu dodavatele - v detailu potřebném pro ověření splnění požadavků</w:t>
            </w:r>
            <w:r w:rsidRPr="005A45D1">
              <w:t xml:space="preserve"> </w:t>
            </w:r>
            <w:r w:rsidRPr="005A45D1">
              <w:rPr>
                <w:sz w:val="16"/>
                <w:szCs w:val="16"/>
              </w:rPr>
              <w:t>relevantních pro hodnocení</w:t>
            </w:r>
          </w:p>
        </w:tc>
        <w:tc>
          <w:tcPr>
            <w:tcW w:w="2835" w:type="dxa"/>
            <w:tcBorders>
              <w:top w:val="single" w:sz="2" w:space="0" w:color="auto"/>
              <w:bottom w:val="single" w:sz="2" w:space="0" w:color="auto"/>
            </w:tcBorders>
            <w:shd w:val="clear" w:color="auto" w:fill="FFFFFF" w:themeFill="background1"/>
          </w:tcPr>
          <w:p w14:paraId="0097D0EF" w14:textId="77777777" w:rsidR="009E003E" w:rsidRPr="005A45D1" w:rsidRDefault="009E003E" w:rsidP="00C313BF">
            <w:pPr>
              <w:cnfStyle w:val="000000000000" w:firstRow="0" w:lastRow="0" w:firstColumn="0" w:lastColumn="0" w:oddVBand="0" w:evenVBand="0" w:oddHBand="0" w:evenHBand="0" w:firstRowFirstColumn="0" w:firstRowLastColumn="0" w:lastRowFirstColumn="0" w:lastRowLastColumn="0"/>
              <w:rPr>
                <w:sz w:val="16"/>
                <w:szCs w:val="16"/>
              </w:rPr>
            </w:pPr>
            <w:r w:rsidRPr="005A45D1">
              <w:rPr>
                <w:sz w:val="16"/>
                <w:szCs w:val="16"/>
                <w:highlight w:val="yellow"/>
              </w:rPr>
              <w:t>[DOPLNÍ DODAVATEL]</w:t>
            </w:r>
          </w:p>
        </w:tc>
      </w:tr>
      <w:tr w:rsidR="005A45D1" w:rsidRPr="00833899" w14:paraId="3D2420BB" w14:textId="77777777" w:rsidTr="005A45D1">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shd w:val="clear" w:color="auto" w:fill="auto"/>
          </w:tcPr>
          <w:p w14:paraId="0FC58B2C" w14:textId="0EFC6267" w:rsidR="005A45D1" w:rsidRPr="007E2827" w:rsidRDefault="001F500B" w:rsidP="00C313BF">
            <w:pPr>
              <w:rPr>
                <w:sz w:val="16"/>
                <w:szCs w:val="16"/>
              </w:rPr>
            </w:pPr>
            <w:r w:rsidRPr="007E2827">
              <w:rPr>
                <w:sz w:val="16"/>
                <w:szCs w:val="16"/>
              </w:rPr>
              <w:t>CIN stavby u referenční zakázky (vyplňuje se pouze u specialisty na hodnocení ekonomické efektivnosti)</w:t>
            </w:r>
          </w:p>
        </w:tc>
        <w:tc>
          <w:tcPr>
            <w:tcW w:w="2835" w:type="dxa"/>
            <w:tcBorders>
              <w:top w:val="single" w:sz="2" w:space="0" w:color="auto"/>
              <w:bottom w:val="single" w:sz="2" w:space="0" w:color="auto"/>
            </w:tcBorders>
            <w:shd w:val="clear" w:color="auto" w:fill="auto"/>
          </w:tcPr>
          <w:p w14:paraId="2878CB83" w14:textId="272E697A" w:rsidR="005A45D1" w:rsidRPr="0042061D" w:rsidRDefault="001F500B" w:rsidP="00C313BF">
            <w:pPr>
              <w:cnfStyle w:val="000000000000" w:firstRow="0" w:lastRow="0" w:firstColumn="0" w:lastColumn="0" w:oddVBand="0" w:evenVBand="0" w:oddHBand="0" w:evenHBand="0" w:firstRowFirstColumn="0" w:firstRowLastColumn="0" w:lastRowFirstColumn="0" w:lastRowLastColumn="0"/>
              <w:rPr>
                <w:b/>
                <w:sz w:val="16"/>
                <w:szCs w:val="16"/>
                <w:highlight w:val="yellow"/>
              </w:rPr>
            </w:pPr>
            <w:r w:rsidRPr="005A45D1">
              <w:rPr>
                <w:sz w:val="16"/>
                <w:szCs w:val="16"/>
                <w:highlight w:val="yellow"/>
              </w:rPr>
              <w:t>[DOPLNÍ DODAVATEL]</w:t>
            </w:r>
          </w:p>
        </w:tc>
      </w:tr>
      <w:tr w:rsidR="005A45D1" w:rsidRPr="003A0F3C" w14:paraId="1E497F42" w14:textId="77777777" w:rsidTr="003A0F3C">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shd w:val="clear" w:color="auto" w:fill="auto"/>
          </w:tcPr>
          <w:p w14:paraId="7DAD7EDE" w14:textId="05EB03DD" w:rsidR="005A45D1" w:rsidRPr="007E2827" w:rsidRDefault="001F500B" w:rsidP="00C313BF">
            <w:pPr>
              <w:rPr>
                <w:sz w:val="16"/>
                <w:szCs w:val="16"/>
              </w:rPr>
            </w:pPr>
            <w:r w:rsidRPr="007E2827">
              <w:rPr>
                <w:sz w:val="16"/>
                <w:szCs w:val="16"/>
              </w:rPr>
              <w:lastRenderedPageBreak/>
              <w:t>Označení dokumentu, podle kterého bylo zpracováno hodnocení ekonomické efektivnosti (vyplňuje se pouze u specialisty na hodnocení ekonomické efektivnosti)</w:t>
            </w:r>
          </w:p>
        </w:tc>
        <w:tc>
          <w:tcPr>
            <w:tcW w:w="2835" w:type="dxa"/>
            <w:tcBorders>
              <w:top w:val="single" w:sz="2" w:space="0" w:color="auto"/>
              <w:bottom w:val="single" w:sz="2" w:space="0" w:color="auto"/>
            </w:tcBorders>
            <w:shd w:val="clear" w:color="auto" w:fill="auto"/>
          </w:tcPr>
          <w:p w14:paraId="03E90AA1" w14:textId="53AC9186" w:rsidR="005A45D1" w:rsidRPr="003A0F3C" w:rsidRDefault="001F500B" w:rsidP="00C313BF">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3A0F3C">
              <w:rPr>
                <w:sz w:val="16"/>
                <w:szCs w:val="16"/>
                <w:highlight w:val="yellow"/>
              </w:rPr>
              <w:t>[DOPLNÍ DODAVATEL]</w:t>
            </w:r>
          </w:p>
        </w:tc>
      </w:tr>
      <w:tr w:rsidR="003A0F3C" w:rsidRPr="00833899" w14:paraId="7118EEE4" w14:textId="77777777" w:rsidTr="005A45D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shd w:val="clear" w:color="auto" w:fill="auto"/>
          </w:tcPr>
          <w:p w14:paraId="62CDB505" w14:textId="0CDC144B" w:rsidR="003A0F3C" w:rsidRPr="007E2827" w:rsidRDefault="003A0F3C" w:rsidP="00C313BF">
            <w:pPr>
              <w:rPr>
                <w:b w:val="0"/>
                <w:sz w:val="16"/>
                <w:szCs w:val="16"/>
              </w:rPr>
            </w:pPr>
            <w:r w:rsidRPr="007E2827">
              <w:rPr>
                <w:b w:val="0"/>
                <w:sz w:val="16"/>
                <w:szCs w:val="16"/>
              </w:rPr>
              <w:t>Uveďte metodu, podle které bylo provedeno hodnocení ekonomické efektivnosti (vyplňuje se pouze u specialisty na hodnocení ekonomické efektivnosti)</w:t>
            </w:r>
          </w:p>
        </w:tc>
        <w:tc>
          <w:tcPr>
            <w:tcW w:w="2835" w:type="dxa"/>
            <w:tcBorders>
              <w:top w:val="single" w:sz="2" w:space="0" w:color="auto"/>
            </w:tcBorders>
            <w:shd w:val="clear" w:color="auto" w:fill="auto"/>
          </w:tcPr>
          <w:p w14:paraId="08A65BB5" w14:textId="17053AAF" w:rsidR="003A0F3C" w:rsidRPr="003A0F3C" w:rsidRDefault="003A0F3C" w:rsidP="00C313BF">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3A0F3C">
              <w:rPr>
                <w:b w:val="0"/>
                <w:sz w:val="16"/>
                <w:szCs w:val="16"/>
                <w:highlight w:val="yellow"/>
              </w:rPr>
              <w:t>[DOPLNÍ DODAVATEL]</w:t>
            </w:r>
          </w:p>
        </w:tc>
      </w:tr>
    </w:tbl>
    <w:p w14:paraId="6C8E0E92" w14:textId="77777777" w:rsidR="009E003E" w:rsidRPr="00833899" w:rsidRDefault="009E003E" w:rsidP="009E003E">
      <w:pPr>
        <w:pStyle w:val="Textbezslovn"/>
        <w:ind w:left="0"/>
      </w:pPr>
    </w:p>
    <w:p w14:paraId="20D1FB5D" w14:textId="77777777" w:rsidR="009E003E" w:rsidRDefault="009E003E" w:rsidP="009E003E">
      <w:pPr>
        <w:pStyle w:val="Textbezslovn"/>
        <w:ind w:left="0"/>
        <w:rPr>
          <w:b/>
        </w:rPr>
      </w:pPr>
      <w:r w:rsidRPr="0042061D">
        <w:rPr>
          <w:b/>
        </w:rPr>
        <w:t xml:space="preserve">Přílohy: </w:t>
      </w:r>
      <w:r w:rsidRPr="0042061D">
        <w:rPr>
          <w:b/>
        </w:rPr>
        <w:tab/>
      </w:r>
    </w:p>
    <w:p w14:paraId="32A4F03C" w14:textId="2AED4EA7" w:rsidR="009E003E" w:rsidRDefault="009E003E" w:rsidP="009E003E">
      <w:pPr>
        <w:pStyle w:val="Textbezslovn"/>
        <w:ind w:left="0"/>
      </w:pPr>
      <w:r>
        <w:t xml:space="preserve">Dodavatel je povinen připojit k této Příloze č. 9 </w:t>
      </w:r>
      <w:r w:rsidRPr="003E611F">
        <w:t>doklady</w:t>
      </w:r>
      <w:r>
        <w:t xml:space="preserve"> (postačují v kopii)</w:t>
      </w:r>
      <w:r w:rsidRPr="003E611F">
        <w:t xml:space="preserve">, </w:t>
      </w:r>
      <w:r>
        <w:t>kterými dodavatel dolož</w:t>
      </w:r>
      <w:r w:rsidR="007611BB">
        <w:t>í</w:t>
      </w:r>
      <w:r>
        <w:t xml:space="preserve"> </w:t>
      </w:r>
      <w:r w:rsidRPr="003E611F">
        <w:t xml:space="preserve">zkušenosti </w:t>
      </w:r>
      <w:r>
        <w:t xml:space="preserve">hodnocených osob </w:t>
      </w:r>
      <w:r w:rsidRPr="003E611F">
        <w:t xml:space="preserve">s plněním zakázek, jež jsou </w:t>
      </w:r>
      <w:r>
        <w:t xml:space="preserve">v seznamu </w:t>
      </w:r>
      <w:r w:rsidRPr="003E611F">
        <w:t>uvedeny</w:t>
      </w:r>
      <w:r>
        <w:t xml:space="preserve"> pro účely hodnocení, přičemž z dokladů musí </w:t>
      </w:r>
      <w:r w:rsidRPr="005037A9">
        <w:t>vyplývat naplnění parametrů</w:t>
      </w:r>
      <w:r w:rsidRPr="003E611F">
        <w:t xml:space="preserve"> </w:t>
      </w:r>
      <w:r w:rsidRPr="005037A9">
        <w:t xml:space="preserve">požadovaných </w:t>
      </w:r>
      <w:r>
        <w:t xml:space="preserve">pro hodnocení </w:t>
      </w:r>
      <w:r w:rsidRPr="003E611F">
        <w:t>(například</w:t>
      </w:r>
      <w:r>
        <w:t xml:space="preserve"> smlouva na plnění zakázky</w:t>
      </w:r>
      <w:r w:rsidRPr="003E611F">
        <w:t xml:space="preserve">, osvědčení </w:t>
      </w:r>
      <w:r>
        <w:t>objednatele</w:t>
      </w:r>
      <w:r w:rsidRPr="003E611F">
        <w:t xml:space="preserve">, </w:t>
      </w:r>
      <w:r>
        <w:t>úvodní strana dokumentace s popisovým polem, protokol o provedení díla, deník</w:t>
      </w:r>
      <w:r w:rsidRPr="000D1296">
        <w:t xml:space="preserve"> autorizované osoby, ve smyslu </w:t>
      </w:r>
      <w:r>
        <w:t xml:space="preserve">autorizačního </w:t>
      </w:r>
      <w:r w:rsidRPr="000D1296">
        <w:t>zákona, ve kterém je každá autorizovan</w:t>
      </w:r>
      <w:r>
        <w:t>á</w:t>
      </w:r>
      <w:r w:rsidRPr="000D1296">
        <w:t xml:space="preserve"> osoba </w:t>
      </w:r>
      <w:r>
        <w:t xml:space="preserve">povinna </w:t>
      </w:r>
      <w:r w:rsidRPr="000D1296">
        <w:t>vést chronologický seznam dokumentů opatřených autorizačním razítkem</w:t>
      </w:r>
      <w:r>
        <w:t xml:space="preserve"> či jiný alternativní doklad</w:t>
      </w:r>
      <w:r w:rsidRPr="003E611F">
        <w:t>).</w:t>
      </w:r>
      <w:r w:rsidDel="009B3A21">
        <w:t xml:space="preserve"> </w:t>
      </w:r>
    </w:p>
    <w:p w14:paraId="49C9FEA6" w14:textId="018D7DF9" w:rsidR="001F1BFA" w:rsidRDefault="001F1BFA">
      <w:r>
        <w:br w:type="page"/>
      </w:r>
    </w:p>
    <w:p w14:paraId="68C6D1FB" w14:textId="77777777" w:rsidR="001F1BFA" w:rsidRDefault="001F1BFA" w:rsidP="001F1BFA">
      <w:pPr>
        <w:pStyle w:val="Nadpisbezsl1-1"/>
      </w:pPr>
      <w:r>
        <w:lastRenderedPageBreak/>
        <w:t>Příloha č. 10</w:t>
      </w:r>
    </w:p>
    <w:p w14:paraId="2E72709D" w14:textId="453C5AE1" w:rsidR="001F1BFA" w:rsidRPr="00964860" w:rsidRDefault="001F1BFA" w:rsidP="001F1BFA">
      <w:pPr>
        <w:pStyle w:val="Nadpisbezsl1-2"/>
      </w:pPr>
      <w:r w:rsidRPr="00010882">
        <w:rPr>
          <w:lang w:eastAsia="cs-CZ"/>
        </w:rPr>
        <w:t xml:space="preserve">Čestné prohlášení o splnění podmínek v souvislosti </w:t>
      </w:r>
      <w:r w:rsidR="00E4366B">
        <w:rPr>
          <w:lang w:eastAsia="cs-CZ"/>
        </w:rPr>
        <w:t>s mezinárodními sankcemi</w:t>
      </w:r>
    </w:p>
    <w:p w14:paraId="7756F61F" w14:textId="77777777" w:rsidR="001F1BFA" w:rsidRDefault="001F1BFA" w:rsidP="001F1BFA">
      <w:pPr>
        <w:pStyle w:val="Textbezslovn"/>
        <w:ind w:left="0"/>
      </w:pPr>
    </w:p>
    <w:p w14:paraId="5E2D0137" w14:textId="77777777" w:rsidR="001F1BFA" w:rsidRPr="00964860" w:rsidRDefault="001F1BFA" w:rsidP="001F1BFA">
      <w:pPr>
        <w:pStyle w:val="Textbezslovn"/>
        <w:ind w:left="0"/>
        <w:rPr>
          <w:b/>
        </w:rPr>
      </w:pPr>
      <w:r w:rsidRPr="00964860">
        <w:rPr>
          <w:b/>
        </w:rPr>
        <w:t>Čestné prohlášení</w:t>
      </w:r>
    </w:p>
    <w:p w14:paraId="7F9481DA" w14:textId="77777777" w:rsidR="001F1BFA" w:rsidRPr="00833899" w:rsidRDefault="001F1BFA" w:rsidP="001F1BFA">
      <w:pPr>
        <w:pStyle w:val="Textbezslovn"/>
        <w:ind w:left="0"/>
      </w:pPr>
      <w:r>
        <w:t>Obchodní firma / jméno a příjmení</w:t>
      </w:r>
      <w:r w:rsidRPr="00833899">
        <w:rPr>
          <w:rStyle w:val="Znakapoznpodarou"/>
        </w:rPr>
        <w:footnoteReference w:id="10"/>
      </w:r>
      <w:r w:rsidRPr="00833899">
        <w:t xml:space="preserve">  [</w:t>
      </w:r>
      <w:r w:rsidRPr="00327119">
        <w:rPr>
          <w:b/>
          <w:highlight w:val="yellow"/>
        </w:rPr>
        <w:t>DOPLNÍ DODAVATEL</w:t>
      </w:r>
      <w:r w:rsidRPr="00833899">
        <w:t>]</w:t>
      </w:r>
    </w:p>
    <w:p w14:paraId="7F469774" w14:textId="77777777" w:rsidR="001F1BFA" w:rsidRPr="00833899" w:rsidRDefault="001F1BFA" w:rsidP="001F1BFA">
      <w:pPr>
        <w:pStyle w:val="Textbezslovn"/>
        <w:ind w:left="0"/>
      </w:pPr>
      <w:r w:rsidRPr="00833899">
        <w:t>se sídlem [</w:t>
      </w:r>
      <w:r w:rsidRPr="00833899">
        <w:rPr>
          <w:highlight w:val="yellow"/>
        </w:rPr>
        <w:t>DOPLNÍ DODAVATEL</w:t>
      </w:r>
      <w:r w:rsidRPr="00833899">
        <w:t>]</w:t>
      </w:r>
    </w:p>
    <w:p w14:paraId="522D48BB" w14:textId="77777777" w:rsidR="001F1BFA" w:rsidRPr="00833899" w:rsidRDefault="001F1BFA" w:rsidP="001F1BFA">
      <w:pPr>
        <w:pStyle w:val="Textbezslovn"/>
        <w:ind w:left="0"/>
      </w:pPr>
      <w:r w:rsidRPr="00833899">
        <w:t>IČO: [</w:t>
      </w:r>
      <w:r w:rsidRPr="00833899">
        <w:rPr>
          <w:highlight w:val="yellow"/>
        </w:rPr>
        <w:t>DOPLNÍ DODAVATEL</w:t>
      </w:r>
      <w:r w:rsidRPr="00833899">
        <w:t>]</w:t>
      </w:r>
    </w:p>
    <w:p w14:paraId="74BDFBD4" w14:textId="77777777" w:rsidR="001F1BFA" w:rsidRDefault="001F1BFA" w:rsidP="001F1BFA">
      <w:pPr>
        <w:spacing w:after="0" w:line="240" w:lineRule="auto"/>
        <w:jc w:val="both"/>
        <w:rPr>
          <w:rFonts w:eastAsia="Times New Roman" w:cs="Times New Roman"/>
          <w:lang w:eastAsia="cs-CZ"/>
        </w:rPr>
      </w:pPr>
    </w:p>
    <w:p w14:paraId="3772F09F" w14:textId="62B639F0" w:rsidR="001F1BFA" w:rsidRDefault="001F1BFA" w:rsidP="001F1BFA">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podává nabídku do nadlimitní veřejné zakázky s</w:t>
      </w:r>
      <w:r w:rsidR="00C334BC">
        <w:rPr>
          <w:rFonts w:eastAsia="Times New Roman" w:cs="Times New Roman"/>
          <w:lang w:eastAsia="cs-CZ"/>
        </w:rPr>
        <w:t> </w:t>
      </w:r>
      <w:r w:rsidRPr="00DF0EC8">
        <w:rPr>
          <w:rFonts w:eastAsia="Times New Roman" w:cs="Times New Roman"/>
          <w:lang w:eastAsia="cs-CZ"/>
        </w:rPr>
        <w:t>názvem</w:t>
      </w:r>
      <w:r w:rsidR="00C334BC">
        <w:rPr>
          <w:rFonts w:eastAsia="Times New Roman" w:cs="Times New Roman"/>
          <w:lang w:eastAsia="cs-CZ"/>
        </w:rPr>
        <w:t xml:space="preserve"> „</w:t>
      </w:r>
      <w:r w:rsidR="00C334BC" w:rsidRPr="00C334BC">
        <w:rPr>
          <w:rFonts w:eastAsia="Times New Roman" w:cs="Times New Roman"/>
          <w:lang w:eastAsia="cs-CZ"/>
        </w:rPr>
        <w:t xml:space="preserve">Prostá elektrizace trati Praha - Vrané n. Vlt. / Měchenice </w:t>
      </w:r>
      <w:r w:rsidR="00C334BC">
        <w:rPr>
          <w:rFonts w:eastAsia="Times New Roman" w:cs="Times New Roman"/>
          <w:lang w:eastAsia="cs-CZ"/>
        </w:rPr>
        <w:t>–</w:t>
      </w:r>
      <w:r w:rsidR="00C334BC" w:rsidRPr="00C334BC">
        <w:rPr>
          <w:rFonts w:eastAsia="Times New Roman" w:cs="Times New Roman"/>
          <w:lang w:eastAsia="cs-CZ"/>
        </w:rPr>
        <w:t xml:space="preserve"> Čerčany</w:t>
      </w:r>
      <w:r w:rsidR="00C334BC">
        <w:rPr>
          <w:rFonts w:eastAsia="Times New Roman" w:cs="Times New Roman"/>
          <w:lang w:eastAsia="cs-CZ"/>
        </w:rPr>
        <w:t>“</w:t>
      </w:r>
      <w:r w:rsidRPr="00DF0EC8">
        <w:rPr>
          <w:rFonts w:eastAsia="Times New Roman" w:cs="Times New Roman"/>
          <w:lang w:eastAsia="cs-CZ"/>
        </w:rPr>
        <w:t>, (dále</w:t>
      </w:r>
      <w:r>
        <w:rPr>
          <w:rFonts w:eastAsia="Times New Roman" w:cs="Times New Roman"/>
          <w:lang w:eastAsia="cs-CZ"/>
        </w:rPr>
        <w:t xml:space="preserve"> jen </w:t>
      </w:r>
      <w:r w:rsidRPr="00E2553F">
        <w:rPr>
          <w:rFonts w:eastAsia="Times New Roman" w:cs="Times New Roman"/>
          <w:lang w:eastAsia="cs-CZ"/>
        </w:rPr>
        <w:t>„</w:t>
      </w:r>
      <w:r w:rsidRPr="00E2553F">
        <w:rPr>
          <w:rFonts w:eastAsia="Times New Roman" w:cs="Times New Roman"/>
          <w:b/>
          <w:lang w:eastAsia="cs-CZ"/>
        </w:rPr>
        <w:t>Veřejná zakázka</w:t>
      </w:r>
      <w:r w:rsidRPr="00E2553F">
        <w:rPr>
          <w:rFonts w:eastAsia="Times New Roman" w:cs="Times New Roman"/>
          <w:lang w:eastAsia="cs-CZ"/>
        </w:rPr>
        <w:t xml:space="preserve">“ a </w:t>
      </w:r>
      <w:r w:rsidRPr="00E2553F">
        <w:rPr>
          <w:rFonts w:eastAsia="Times New Roman" w:cs="Times New Roman"/>
          <w:b/>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180B9572" w14:textId="56771FD5" w:rsidR="008F3265" w:rsidRPr="008F3265" w:rsidRDefault="008F3265" w:rsidP="001F1BFA">
      <w:pPr>
        <w:pStyle w:val="Odstavecseseznamem"/>
        <w:numPr>
          <w:ilvl w:val="0"/>
          <w:numId w:val="28"/>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A74B4D">
        <w:rPr>
          <w:rFonts w:eastAsia="Calibri" w:cs="Times New Roman"/>
          <w:b/>
        </w:rPr>
        <w:t>nejsou</w:t>
      </w:r>
      <w:r w:rsidRPr="00BE68D3">
        <w:rPr>
          <w:rFonts w:eastAsia="Calibri" w:cs="Times New Roman"/>
        </w:rPr>
        <w:t xml:space="preserve"> osobami, na něž se vztahuje zákaz zadání veřejné zakázky ve smyslu § 48a</w:t>
      </w:r>
      <w:r w:rsidR="00546192" w:rsidRPr="00546192">
        <w:rPr>
          <w:rFonts w:eastAsia="Times New Roman" w:cs="Times New Roman"/>
          <w:lang w:eastAsia="cs-CZ"/>
        </w:rPr>
        <w:t xml:space="preserve"> </w:t>
      </w:r>
      <w:r w:rsidR="00546192"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49022EC0" w14:textId="77777777" w:rsidR="008F3265" w:rsidRPr="008F3265" w:rsidRDefault="008F3265" w:rsidP="008F3265">
      <w:pPr>
        <w:pStyle w:val="Odstavecseseznamem"/>
        <w:spacing w:line="240" w:lineRule="auto"/>
        <w:jc w:val="both"/>
        <w:rPr>
          <w:rFonts w:eastAsia="Calibri" w:cs="Times New Roman"/>
        </w:rPr>
      </w:pPr>
    </w:p>
    <w:p w14:paraId="4F85E04C" w14:textId="25ABC06F" w:rsidR="001F1BFA" w:rsidRDefault="001F1BFA" w:rsidP="001F1BFA">
      <w:pPr>
        <w:pStyle w:val="Odstavecseseznamem"/>
        <w:numPr>
          <w:ilvl w:val="0"/>
          <w:numId w:val="28"/>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DFAA9F6" w14:textId="77777777" w:rsidR="001F1BFA" w:rsidRPr="007F769F" w:rsidRDefault="001F1BFA" w:rsidP="001F1BFA">
      <w:pPr>
        <w:pStyle w:val="Odstavecseseznamem"/>
        <w:spacing w:line="240" w:lineRule="auto"/>
        <w:jc w:val="both"/>
        <w:rPr>
          <w:rFonts w:eastAsia="Calibri" w:cs="Times New Roman"/>
        </w:rPr>
      </w:pPr>
    </w:p>
    <w:p w14:paraId="745720D9" w14:textId="15F31DC7" w:rsidR="001F1BFA" w:rsidRPr="007F769F" w:rsidRDefault="001F1BFA" w:rsidP="001F1BFA">
      <w:pPr>
        <w:pStyle w:val="Odstavecseseznamem"/>
        <w:numPr>
          <w:ilvl w:val="0"/>
          <w:numId w:val="28"/>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546192"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546192">
        <w:t xml:space="preserve"> </w:t>
      </w:r>
      <w:r w:rsidR="002A530C">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2A530C">
        <w:t xml:space="preserve"> </w:t>
      </w:r>
      <w:r>
        <w:t>(</w:t>
      </w:r>
      <w:r w:rsidRPr="002904AF">
        <w:rPr>
          <w:b/>
        </w:rPr>
        <w:t>tzv. sankční seznamy</w:t>
      </w:r>
      <w:r>
        <w:t>)</w:t>
      </w:r>
      <w:r w:rsidRPr="007F769F">
        <w:rPr>
          <w:rFonts w:eastAsia="Calibri" w:cs="Times New Roman"/>
        </w:rPr>
        <w:t>.</w:t>
      </w:r>
    </w:p>
    <w:p w14:paraId="4D9426E8" w14:textId="77777777" w:rsidR="001F1BFA" w:rsidRPr="007F769F" w:rsidRDefault="001F1BFA" w:rsidP="001F1BFA">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CA0F247" w14:textId="463358AB" w:rsidR="009E003E" w:rsidRDefault="001F1BFA" w:rsidP="000A21E8">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r w:rsidR="000A21E8">
        <w:t xml:space="preserve"> </w:t>
      </w:r>
    </w:p>
    <w:p w14:paraId="314E7A97" w14:textId="77777777" w:rsidR="00307641" w:rsidRDefault="00307641"/>
    <w:sectPr w:rsidR="00307641"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15C2AB" w14:textId="77777777" w:rsidR="00400270" w:rsidRDefault="00400270" w:rsidP="00962258">
      <w:pPr>
        <w:spacing w:after="0" w:line="240" w:lineRule="auto"/>
      </w:pPr>
      <w:r>
        <w:separator/>
      </w:r>
    </w:p>
  </w:endnote>
  <w:endnote w:type="continuationSeparator" w:id="0">
    <w:p w14:paraId="60C98F80" w14:textId="77777777" w:rsidR="00400270" w:rsidRDefault="0040027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665AB" w:rsidRPr="00840ABE" w14:paraId="2882F859" w14:textId="77777777" w:rsidTr="00EB46E5">
      <w:tc>
        <w:tcPr>
          <w:tcW w:w="1361" w:type="dxa"/>
          <w:tcMar>
            <w:left w:w="0" w:type="dxa"/>
            <w:right w:w="0" w:type="dxa"/>
          </w:tcMar>
          <w:vAlign w:val="bottom"/>
        </w:tcPr>
        <w:p w14:paraId="39515EC6" w14:textId="20FEDD3E" w:rsidR="00D665AB" w:rsidRPr="00B8518B" w:rsidRDefault="00D665AB"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D0E89">
            <w:rPr>
              <w:rStyle w:val="slostrnky"/>
              <w:noProof/>
            </w:rPr>
            <w:t>59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D0E89">
            <w:rPr>
              <w:rStyle w:val="slostrnky"/>
              <w:noProof/>
            </w:rPr>
            <w:t>61</w:t>
          </w:r>
          <w:r w:rsidRPr="00B8518B">
            <w:rPr>
              <w:rStyle w:val="slostrnky"/>
            </w:rPr>
            <w:fldChar w:fldCharType="end"/>
          </w:r>
        </w:p>
      </w:tc>
      <w:tc>
        <w:tcPr>
          <w:tcW w:w="284" w:type="dxa"/>
          <w:shd w:val="clear" w:color="auto" w:fill="auto"/>
          <w:tcMar>
            <w:left w:w="0" w:type="dxa"/>
            <w:right w:w="0" w:type="dxa"/>
          </w:tcMar>
        </w:tcPr>
        <w:p w14:paraId="01ADA1E2" w14:textId="77777777" w:rsidR="00D665AB" w:rsidRDefault="00D665AB" w:rsidP="00B8518B">
          <w:pPr>
            <w:pStyle w:val="Zpat"/>
          </w:pPr>
        </w:p>
      </w:tc>
      <w:tc>
        <w:tcPr>
          <w:tcW w:w="425" w:type="dxa"/>
          <w:shd w:val="clear" w:color="auto" w:fill="auto"/>
          <w:tcMar>
            <w:left w:w="0" w:type="dxa"/>
            <w:right w:w="0" w:type="dxa"/>
          </w:tcMar>
        </w:tcPr>
        <w:p w14:paraId="7D28074E" w14:textId="77777777" w:rsidR="00D665AB" w:rsidRDefault="00D665AB" w:rsidP="00B8518B">
          <w:pPr>
            <w:pStyle w:val="Zpat"/>
          </w:pPr>
        </w:p>
      </w:tc>
      <w:tc>
        <w:tcPr>
          <w:tcW w:w="8505" w:type="dxa"/>
        </w:tcPr>
        <w:p w14:paraId="03AD41FD" w14:textId="768593EE" w:rsidR="00D665AB" w:rsidRPr="00840ABE" w:rsidRDefault="00D665AB" w:rsidP="00EB46E5">
          <w:pPr>
            <w:pStyle w:val="Zpat0"/>
          </w:pPr>
          <w:r w:rsidRPr="00840ABE">
            <w:t>„</w:t>
          </w:r>
          <w:r w:rsidR="00840ABE" w:rsidRPr="00840ABE">
            <w:t>Prostá elektrizace trati Praha - Vrané n. Vlt. / Měchenice - Čerčany</w:t>
          </w:r>
          <w:r w:rsidRPr="00840ABE">
            <w:t>“</w:t>
          </w:r>
        </w:p>
        <w:p w14:paraId="28C93AB0" w14:textId="77777777" w:rsidR="00D665AB" w:rsidRPr="00840ABE" w:rsidRDefault="00D665AB" w:rsidP="00EB46E5">
          <w:pPr>
            <w:pStyle w:val="Zpat0"/>
          </w:pPr>
          <w:r w:rsidRPr="00840ABE">
            <w:t xml:space="preserve">Díl 1 – </w:t>
          </w:r>
          <w:r w:rsidRPr="00840ABE">
            <w:rPr>
              <w:caps/>
            </w:rPr>
            <w:t>Požadavky a podmínky pro zpracování nabídky</w:t>
          </w:r>
        </w:p>
        <w:p w14:paraId="4ADD391E" w14:textId="77777777" w:rsidR="00D665AB" w:rsidRPr="00840ABE" w:rsidRDefault="00D665AB" w:rsidP="00392730">
          <w:pPr>
            <w:pStyle w:val="Zpat0"/>
          </w:pPr>
          <w:r w:rsidRPr="00840ABE">
            <w:t xml:space="preserve">Část 2 – </w:t>
          </w:r>
          <w:r w:rsidRPr="00840ABE">
            <w:rPr>
              <w:caps/>
            </w:rPr>
            <w:t>Pokyny pro dodavatele</w:t>
          </w:r>
        </w:p>
        <w:p w14:paraId="23E5232B" w14:textId="77777777" w:rsidR="00D665AB" w:rsidRPr="00840ABE" w:rsidRDefault="00D665AB" w:rsidP="00392730">
          <w:pPr>
            <w:pStyle w:val="Zpat0"/>
          </w:pPr>
        </w:p>
      </w:tc>
    </w:tr>
  </w:tbl>
  <w:p w14:paraId="437E2C00" w14:textId="77777777" w:rsidR="00D665AB" w:rsidRPr="00B8518B" w:rsidRDefault="00D665A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0005E9" w14:textId="77777777" w:rsidR="00D665AB" w:rsidRPr="00B8518B" w:rsidRDefault="00D665AB" w:rsidP="00460660">
    <w:pPr>
      <w:pStyle w:val="Zpat"/>
      <w:rPr>
        <w:sz w:val="2"/>
        <w:szCs w:val="2"/>
      </w:rPr>
    </w:pPr>
  </w:p>
  <w:p w14:paraId="40EF9A81" w14:textId="5A06B45C" w:rsidR="00D665AB" w:rsidRPr="00460660" w:rsidRDefault="00D665A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65CF83" w14:textId="77777777" w:rsidR="00400270" w:rsidRDefault="00400270" w:rsidP="00962258">
      <w:pPr>
        <w:spacing w:after="0" w:line="240" w:lineRule="auto"/>
      </w:pPr>
      <w:r>
        <w:separator/>
      </w:r>
    </w:p>
  </w:footnote>
  <w:footnote w:type="continuationSeparator" w:id="0">
    <w:p w14:paraId="5230E32C" w14:textId="77777777" w:rsidR="00400270" w:rsidRDefault="00400270" w:rsidP="00962258">
      <w:pPr>
        <w:spacing w:after="0" w:line="240" w:lineRule="auto"/>
      </w:pPr>
      <w:r>
        <w:continuationSeparator/>
      </w:r>
    </w:p>
  </w:footnote>
  <w:footnote w:id="1">
    <w:p w14:paraId="48CBE6E6" w14:textId="78D72C6D" w:rsidR="00D665AB" w:rsidRDefault="00D665AB" w:rsidP="00C6720B">
      <w:pPr>
        <w:pStyle w:val="Textpoznpodarou"/>
        <w:jc w:val="both"/>
      </w:pPr>
      <w:r>
        <w:rPr>
          <w:rStyle w:val="Znakapoznpodarou"/>
        </w:rPr>
        <w:footnoteRef/>
      </w:r>
      <w:r>
        <w:t xml:space="preserve"> Vyhl. č. 227/2024 Sb., o rozsahu a obsahu projektové dokumentace staveb dopravní infrastruktury, ve znění pozdějších předpisů,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Pr="00307641">
        <w:t>.</w:t>
      </w:r>
    </w:p>
  </w:footnote>
  <w:footnote w:id="2">
    <w:p w14:paraId="481AB419" w14:textId="48AE7FF2" w:rsidR="00D665AB" w:rsidRDefault="00D665AB" w:rsidP="001F1BFA">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437BF787" w14:textId="77777777" w:rsidR="00D665AB" w:rsidRPr="00EB54C9" w:rsidRDefault="00D665AB" w:rsidP="001F1BF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1B36AD58" w14:textId="77777777" w:rsidR="00D665AB" w:rsidRDefault="00D665AB" w:rsidP="006749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49DB4279" w14:textId="77777777" w:rsidR="00D665AB" w:rsidRDefault="00D665AB" w:rsidP="0014107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1A43F2F0" w14:textId="77777777" w:rsidR="00D665AB" w:rsidRDefault="00D665AB">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3BCB99FC" w14:textId="77777777" w:rsidR="00D665AB" w:rsidRDefault="00D665AB">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77943150" w14:textId="77777777" w:rsidR="00D665AB" w:rsidRDefault="00D665A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457B8EBF" w14:textId="77777777" w:rsidR="00D665AB" w:rsidRDefault="00D665AB" w:rsidP="009E003E">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označí, k jaké zkušenosti se jednotlivé údaje vztahují</w:t>
      </w:r>
      <w:r w:rsidRPr="00307641">
        <w:t>.</w:t>
      </w:r>
    </w:p>
  </w:footnote>
  <w:footnote w:id="10">
    <w:p w14:paraId="32149D35" w14:textId="77777777" w:rsidR="00D665AB" w:rsidRDefault="00D665AB" w:rsidP="001F1BF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665AB" w14:paraId="59210BC2" w14:textId="77777777" w:rsidTr="00C02D0A">
      <w:trPr>
        <w:trHeight w:hRule="exact" w:val="454"/>
      </w:trPr>
      <w:tc>
        <w:tcPr>
          <w:tcW w:w="1361" w:type="dxa"/>
          <w:tcMar>
            <w:top w:w="57" w:type="dxa"/>
            <w:left w:w="0" w:type="dxa"/>
            <w:right w:w="0" w:type="dxa"/>
          </w:tcMar>
        </w:tcPr>
        <w:p w14:paraId="47C8A776" w14:textId="77777777" w:rsidR="00D665AB" w:rsidRPr="00B8518B" w:rsidRDefault="00D665AB" w:rsidP="00523EA7">
          <w:pPr>
            <w:pStyle w:val="Zpat"/>
            <w:rPr>
              <w:rStyle w:val="slostrnky"/>
            </w:rPr>
          </w:pPr>
        </w:p>
      </w:tc>
      <w:tc>
        <w:tcPr>
          <w:tcW w:w="3458" w:type="dxa"/>
          <w:shd w:val="clear" w:color="auto" w:fill="auto"/>
          <w:tcMar>
            <w:top w:w="57" w:type="dxa"/>
            <w:left w:w="0" w:type="dxa"/>
            <w:right w:w="0" w:type="dxa"/>
          </w:tcMar>
        </w:tcPr>
        <w:p w14:paraId="77CD26E4" w14:textId="77777777" w:rsidR="00D665AB" w:rsidRDefault="00D665AB" w:rsidP="00523EA7">
          <w:pPr>
            <w:pStyle w:val="Zpat"/>
          </w:pPr>
        </w:p>
      </w:tc>
      <w:tc>
        <w:tcPr>
          <w:tcW w:w="5698" w:type="dxa"/>
          <w:shd w:val="clear" w:color="auto" w:fill="auto"/>
          <w:tcMar>
            <w:top w:w="57" w:type="dxa"/>
            <w:left w:w="0" w:type="dxa"/>
            <w:right w:w="0" w:type="dxa"/>
          </w:tcMar>
        </w:tcPr>
        <w:p w14:paraId="1459EE8B" w14:textId="77777777" w:rsidR="00D665AB" w:rsidRPr="00D6163D" w:rsidRDefault="00D665AB" w:rsidP="00D6163D">
          <w:pPr>
            <w:pStyle w:val="Druhdokumentu"/>
          </w:pPr>
        </w:p>
      </w:tc>
    </w:tr>
  </w:tbl>
  <w:p w14:paraId="63CCF355" w14:textId="77777777" w:rsidR="00D665AB" w:rsidRPr="00D6163D" w:rsidRDefault="00D665A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665AB" w14:paraId="79FAD0EA" w14:textId="77777777" w:rsidTr="00B22106">
      <w:trPr>
        <w:trHeight w:hRule="exact" w:val="936"/>
      </w:trPr>
      <w:tc>
        <w:tcPr>
          <w:tcW w:w="1361" w:type="dxa"/>
          <w:tcMar>
            <w:left w:w="0" w:type="dxa"/>
            <w:right w:w="0" w:type="dxa"/>
          </w:tcMar>
        </w:tcPr>
        <w:p w14:paraId="4CAC2C88" w14:textId="77777777" w:rsidR="00D665AB" w:rsidRPr="00B8518B" w:rsidRDefault="00D665AB" w:rsidP="00FC6389">
          <w:pPr>
            <w:pStyle w:val="Zpat"/>
            <w:rPr>
              <w:rStyle w:val="slostrnky"/>
            </w:rPr>
          </w:pPr>
        </w:p>
      </w:tc>
      <w:tc>
        <w:tcPr>
          <w:tcW w:w="3458" w:type="dxa"/>
          <w:shd w:val="clear" w:color="auto" w:fill="auto"/>
          <w:tcMar>
            <w:left w:w="0" w:type="dxa"/>
            <w:right w:w="0" w:type="dxa"/>
          </w:tcMar>
        </w:tcPr>
        <w:p w14:paraId="04353839" w14:textId="77777777" w:rsidR="00D665AB" w:rsidRDefault="00D665AB" w:rsidP="00FC6389">
          <w:pPr>
            <w:pStyle w:val="Zpat"/>
          </w:pPr>
        </w:p>
      </w:tc>
      <w:tc>
        <w:tcPr>
          <w:tcW w:w="5756" w:type="dxa"/>
          <w:shd w:val="clear" w:color="auto" w:fill="auto"/>
          <w:tcMar>
            <w:left w:w="0" w:type="dxa"/>
            <w:right w:w="0" w:type="dxa"/>
          </w:tcMar>
        </w:tcPr>
        <w:p w14:paraId="08BA9BE2" w14:textId="77777777" w:rsidR="00D665AB" w:rsidRPr="00D6163D" w:rsidRDefault="00D665AB" w:rsidP="00FC6389">
          <w:pPr>
            <w:pStyle w:val="Druhdokumentu"/>
          </w:pPr>
        </w:p>
      </w:tc>
    </w:tr>
    <w:tr w:rsidR="00D665AB" w14:paraId="67F7C94B" w14:textId="77777777" w:rsidTr="00B22106">
      <w:trPr>
        <w:trHeight w:hRule="exact" w:val="936"/>
      </w:trPr>
      <w:tc>
        <w:tcPr>
          <w:tcW w:w="1361" w:type="dxa"/>
          <w:tcMar>
            <w:left w:w="0" w:type="dxa"/>
            <w:right w:w="0" w:type="dxa"/>
          </w:tcMar>
        </w:tcPr>
        <w:p w14:paraId="262D9A78" w14:textId="77777777" w:rsidR="00D665AB" w:rsidRPr="00B8518B" w:rsidRDefault="00D665AB" w:rsidP="00FC6389">
          <w:pPr>
            <w:pStyle w:val="Zpat"/>
            <w:rPr>
              <w:rStyle w:val="slostrnky"/>
            </w:rPr>
          </w:pPr>
        </w:p>
      </w:tc>
      <w:tc>
        <w:tcPr>
          <w:tcW w:w="3458" w:type="dxa"/>
          <w:shd w:val="clear" w:color="auto" w:fill="auto"/>
          <w:tcMar>
            <w:left w:w="0" w:type="dxa"/>
            <w:right w:w="0" w:type="dxa"/>
          </w:tcMar>
        </w:tcPr>
        <w:p w14:paraId="3E8BB201" w14:textId="77777777" w:rsidR="00D665AB" w:rsidRDefault="00D665AB" w:rsidP="00FC6389">
          <w:pPr>
            <w:pStyle w:val="Zpat"/>
          </w:pPr>
        </w:p>
      </w:tc>
      <w:tc>
        <w:tcPr>
          <w:tcW w:w="5756" w:type="dxa"/>
          <w:shd w:val="clear" w:color="auto" w:fill="auto"/>
          <w:tcMar>
            <w:left w:w="0" w:type="dxa"/>
            <w:right w:w="0" w:type="dxa"/>
          </w:tcMar>
        </w:tcPr>
        <w:p w14:paraId="1038A3FD" w14:textId="77777777" w:rsidR="00D665AB" w:rsidRPr="00D6163D" w:rsidRDefault="00D665AB" w:rsidP="00FC6389">
          <w:pPr>
            <w:pStyle w:val="Druhdokumentu"/>
          </w:pPr>
        </w:p>
      </w:tc>
    </w:tr>
  </w:tbl>
  <w:p w14:paraId="27F23EC7" w14:textId="77777777" w:rsidR="00D665AB" w:rsidRPr="00D6163D" w:rsidRDefault="00D665AB" w:rsidP="00FC6389">
    <w:pPr>
      <w:pStyle w:val="Zhlav"/>
      <w:rPr>
        <w:sz w:val="8"/>
        <w:szCs w:val="8"/>
      </w:rPr>
    </w:pPr>
    <w:r>
      <w:rPr>
        <w:noProof/>
        <w:lang w:eastAsia="cs-CZ"/>
      </w:rPr>
      <w:drawing>
        <wp:anchor distT="0" distB="0" distL="114300" distR="114300" simplePos="0" relativeHeight="251672576" behindDoc="0" locked="1" layoutInCell="1" allowOverlap="1" wp14:anchorId="29D1049C" wp14:editId="52AA9AA8">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35F2DCA" w14:textId="77777777" w:rsidR="00D665AB" w:rsidRPr="00460660" w:rsidRDefault="00D665A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211283D"/>
    <w:multiLevelType w:val="hybridMultilevel"/>
    <w:tmpl w:val="D6FE6B2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15:restartNumberingAfterBreak="0">
    <w:nsid w:val="233C7B82"/>
    <w:multiLevelType w:val="multilevel"/>
    <w:tmpl w:val="7A86C35E"/>
    <w:lvl w:ilvl="0">
      <w:start w:val="1"/>
      <w:numFmt w:val="lowerLetter"/>
      <w:lvlText w:val="%1)"/>
      <w:lvlJc w:val="left"/>
      <w:pPr>
        <w:tabs>
          <w:tab w:val="num" w:pos="2251"/>
        </w:tabs>
        <w:ind w:left="2251" w:hanging="720"/>
      </w:pPr>
      <w:rPr>
        <w:rFonts w:hint="default"/>
        <w:b w:val="0"/>
        <w:bCs w:val="0"/>
      </w:rPr>
    </w:lvl>
    <w:lvl w:ilvl="1">
      <w:start w:val="1"/>
      <w:numFmt w:val="bullet"/>
      <w:lvlText w:val="o"/>
      <w:lvlJc w:val="left"/>
      <w:pPr>
        <w:tabs>
          <w:tab w:val="num" w:pos="2971"/>
        </w:tabs>
        <w:ind w:left="2971" w:hanging="720"/>
      </w:pPr>
      <w:rPr>
        <w:rFonts w:ascii="Courier New" w:hAnsi="Courier New" w:cs="Courier New" w:hint="default"/>
      </w:rPr>
    </w:lvl>
    <w:lvl w:ilvl="2">
      <w:start w:val="1"/>
      <w:numFmt w:val="decimal"/>
      <w:lvlText w:val="%3."/>
      <w:lvlJc w:val="left"/>
      <w:pPr>
        <w:tabs>
          <w:tab w:val="num" w:pos="3691"/>
        </w:tabs>
        <w:ind w:left="3691" w:hanging="720"/>
      </w:pPr>
    </w:lvl>
    <w:lvl w:ilvl="3">
      <w:start w:val="1"/>
      <w:numFmt w:val="decimal"/>
      <w:lvlText w:val="%4."/>
      <w:lvlJc w:val="left"/>
      <w:pPr>
        <w:tabs>
          <w:tab w:val="num" w:pos="4411"/>
        </w:tabs>
        <w:ind w:left="4411" w:hanging="720"/>
      </w:pPr>
    </w:lvl>
    <w:lvl w:ilvl="4">
      <w:start w:val="1"/>
      <w:numFmt w:val="decimal"/>
      <w:lvlText w:val="%5."/>
      <w:lvlJc w:val="left"/>
      <w:pPr>
        <w:tabs>
          <w:tab w:val="num" w:pos="5131"/>
        </w:tabs>
        <w:ind w:left="5131" w:hanging="720"/>
      </w:pPr>
    </w:lvl>
    <w:lvl w:ilvl="5">
      <w:start w:val="1"/>
      <w:numFmt w:val="decimal"/>
      <w:lvlText w:val="%6."/>
      <w:lvlJc w:val="left"/>
      <w:pPr>
        <w:tabs>
          <w:tab w:val="num" w:pos="5851"/>
        </w:tabs>
        <w:ind w:left="5851" w:hanging="720"/>
      </w:pPr>
    </w:lvl>
    <w:lvl w:ilvl="6">
      <w:start w:val="1"/>
      <w:numFmt w:val="decimal"/>
      <w:lvlText w:val="%7."/>
      <w:lvlJc w:val="left"/>
      <w:pPr>
        <w:tabs>
          <w:tab w:val="num" w:pos="6571"/>
        </w:tabs>
        <w:ind w:left="6571" w:hanging="720"/>
      </w:pPr>
    </w:lvl>
    <w:lvl w:ilvl="7">
      <w:start w:val="1"/>
      <w:numFmt w:val="decimal"/>
      <w:lvlText w:val="%8."/>
      <w:lvlJc w:val="left"/>
      <w:pPr>
        <w:tabs>
          <w:tab w:val="num" w:pos="7291"/>
        </w:tabs>
        <w:ind w:left="7291" w:hanging="720"/>
      </w:pPr>
    </w:lvl>
    <w:lvl w:ilvl="8">
      <w:start w:val="1"/>
      <w:numFmt w:val="decimal"/>
      <w:lvlText w:val="%9."/>
      <w:lvlJc w:val="left"/>
      <w:pPr>
        <w:tabs>
          <w:tab w:val="num" w:pos="8011"/>
        </w:tabs>
        <w:ind w:left="8011" w:hanging="72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8E7367E"/>
    <w:multiLevelType w:val="hybridMultilevel"/>
    <w:tmpl w:val="77E8758A"/>
    <w:lvl w:ilvl="0" w:tplc="04050017">
      <w:start w:val="1"/>
      <w:numFmt w:val="lowerLetter"/>
      <w:lvlText w:val="%1)"/>
      <w:lvlJc w:val="left"/>
      <w:pPr>
        <w:ind w:left="1891" w:hanging="360"/>
      </w:p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10" w15:restartNumberingAfterBreak="0">
    <w:nsid w:val="3E086D49"/>
    <w:multiLevelType w:val="hybridMultilevel"/>
    <w:tmpl w:val="D6D06464"/>
    <w:lvl w:ilvl="0" w:tplc="04050017">
      <w:start w:val="1"/>
      <w:numFmt w:val="lowerLetter"/>
      <w:lvlText w:val="%1)"/>
      <w:lvlJc w:val="left"/>
      <w:pPr>
        <w:ind w:left="1069" w:hanging="360"/>
      </w:pPr>
      <w:rPr>
        <w:rFonts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1" w15:restartNumberingAfterBreak="0">
    <w:nsid w:val="54AE6858"/>
    <w:multiLevelType w:val="multilevel"/>
    <w:tmpl w:val="CBA875D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CABE99FC"/>
    <w:numStyleLink w:val="ListNumbermultilevel"/>
  </w:abstractNum>
  <w:abstractNum w:abstractNumId="14"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985811623">
    <w:abstractNumId w:val="3"/>
  </w:num>
  <w:num w:numId="2" w16cid:durableId="1727991175">
    <w:abstractNumId w:val="1"/>
  </w:num>
  <w:num w:numId="3" w16cid:durableId="957106735">
    <w:abstractNumId w:val="13"/>
  </w:num>
  <w:num w:numId="4" w16cid:durableId="1587953560">
    <w:abstractNumId w:val="2"/>
  </w:num>
  <w:num w:numId="5" w16cid:durableId="2112964446">
    <w:abstractNumId w:val="0"/>
  </w:num>
  <w:num w:numId="6" w16cid:durableId="627661252">
    <w:abstractNumId w:val="7"/>
  </w:num>
  <w:num w:numId="7" w16cid:durableId="1768577076">
    <w:abstractNumId w:val="11"/>
  </w:num>
  <w:num w:numId="8" w16cid:durableId="1869561958">
    <w:abstractNumId w:val="8"/>
  </w:num>
  <w:num w:numId="9" w16cid:durableId="111825582">
    <w:abstractNumId w:val="15"/>
  </w:num>
  <w:num w:numId="10" w16cid:durableId="181555391">
    <w:abstractNumId w:val="12"/>
  </w:num>
  <w:num w:numId="11" w16cid:durableId="34505577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8490527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831886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89800237">
    <w:abstractNumId w:val="11"/>
  </w:num>
  <w:num w:numId="15" w16cid:durableId="1584291156">
    <w:abstractNumId w:val="9"/>
  </w:num>
  <w:num w:numId="16" w16cid:durableId="1237786480">
    <w:abstractNumId w:val="10"/>
  </w:num>
  <w:num w:numId="17" w16cid:durableId="2019962965">
    <w:abstractNumId w:val="6"/>
  </w:num>
  <w:num w:numId="18" w16cid:durableId="1191919733">
    <w:abstractNumId w:val="6"/>
  </w:num>
  <w:num w:numId="19" w16cid:durableId="25089605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52247301">
    <w:abstractNumId w:val="8"/>
  </w:num>
  <w:num w:numId="21" w16cid:durableId="171072138">
    <w:abstractNumId w:val="8"/>
  </w:num>
  <w:num w:numId="22" w16cid:durableId="1251045815">
    <w:abstractNumId w:val="11"/>
  </w:num>
  <w:num w:numId="23" w16cid:durableId="478226732">
    <w:abstractNumId w:val="11"/>
  </w:num>
  <w:num w:numId="24" w16cid:durableId="4746732">
    <w:abstractNumId w:val="11"/>
  </w:num>
  <w:num w:numId="25" w16cid:durableId="3948200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50460801">
    <w:abstractNumId w:val="5"/>
  </w:num>
  <w:num w:numId="27" w16cid:durableId="1475681618">
    <w:abstractNumId w:val="14"/>
  </w:num>
  <w:num w:numId="28" w16cid:durableId="742487717">
    <w:abstractNumId w:val="4"/>
  </w:num>
  <w:num w:numId="29" w16cid:durableId="1294216832">
    <w:abstractNumId w:val="11"/>
  </w:num>
  <w:num w:numId="30" w16cid:durableId="1645816872">
    <w:abstractNumId w:val="8"/>
  </w:num>
  <w:num w:numId="31" w16cid:durableId="1122646703">
    <w:abstractNumId w:val="11"/>
  </w:num>
  <w:num w:numId="32" w16cid:durableId="1381127510">
    <w:abstractNumId w:val="11"/>
  </w:num>
  <w:num w:numId="33" w16cid:durableId="354313652">
    <w:abstractNumId w:val="8"/>
  </w:num>
  <w:num w:numId="34" w16cid:durableId="71978976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969432168">
    <w:abstractNumId w:val="11"/>
  </w:num>
  <w:num w:numId="36" w16cid:durableId="1760062253">
    <w:abstractNumId w:val="11"/>
  </w:num>
  <w:num w:numId="37" w16cid:durableId="625740458">
    <w:abstractNumId w:val="11"/>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08C"/>
    <w:rsid w:val="00012DD2"/>
    <w:rsid w:val="000161D4"/>
    <w:rsid w:val="00016DBF"/>
    <w:rsid w:val="000174E8"/>
    <w:rsid w:val="00017520"/>
    <w:rsid w:val="00017F3C"/>
    <w:rsid w:val="00020AF4"/>
    <w:rsid w:val="00023063"/>
    <w:rsid w:val="0002621B"/>
    <w:rsid w:val="000264EA"/>
    <w:rsid w:val="00026527"/>
    <w:rsid w:val="0003013D"/>
    <w:rsid w:val="00030559"/>
    <w:rsid w:val="00031005"/>
    <w:rsid w:val="00032DE2"/>
    <w:rsid w:val="000338E9"/>
    <w:rsid w:val="00037681"/>
    <w:rsid w:val="00040961"/>
    <w:rsid w:val="00041B91"/>
    <w:rsid w:val="00041EC8"/>
    <w:rsid w:val="000466BC"/>
    <w:rsid w:val="00056038"/>
    <w:rsid w:val="00062F21"/>
    <w:rsid w:val="0006499F"/>
    <w:rsid w:val="0006588D"/>
    <w:rsid w:val="00067A5E"/>
    <w:rsid w:val="00067EE3"/>
    <w:rsid w:val="00070A9E"/>
    <w:rsid w:val="00070F9A"/>
    <w:rsid w:val="000719BB"/>
    <w:rsid w:val="00072A65"/>
    <w:rsid w:val="00072C1E"/>
    <w:rsid w:val="000749E8"/>
    <w:rsid w:val="00074B08"/>
    <w:rsid w:val="00075902"/>
    <w:rsid w:val="00075CC6"/>
    <w:rsid w:val="00077596"/>
    <w:rsid w:val="000825DE"/>
    <w:rsid w:val="00082E2F"/>
    <w:rsid w:val="000839DD"/>
    <w:rsid w:val="00084642"/>
    <w:rsid w:val="00087825"/>
    <w:rsid w:val="00087E1A"/>
    <w:rsid w:val="00092CC9"/>
    <w:rsid w:val="00093276"/>
    <w:rsid w:val="00094930"/>
    <w:rsid w:val="000960A0"/>
    <w:rsid w:val="000A21E8"/>
    <w:rsid w:val="000A629D"/>
    <w:rsid w:val="000A784D"/>
    <w:rsid w:val="000B17EE"/>
    <w:rsid w:val="000B1ED6"/>
    <w:rsid w:val="000B4EB8"/>
    <w:rsid w:val="000B548F"/>
    <w:rsid w:val="000B6471"/>
    <w:rsid w:val="000B7E61"/>
    <w:rsid w:val="000C04F0"/>
    <w:rsid w:val="000C1980"/>
    <w:rsid w:val="000C3384"/>
    <w:rsid w:val="000C41F2"/>
    <w:rsid w:val="000C5CBA"/>
    <w:rsid w:val="000C685D"/>
    <w:rsid w:val="000D22C4"/>
    <w:rsid w:val="000D27D1"/>
    <w:rsid w:val="000D4EB8"/>
    <w:rsid w:val="000D5E72"/>
    <w:rsid w:val="000D6B89"/>
    <w:rsid w:val="000E0F25"/>
    <w:rsid w:val="000E125F"/>
    <w:rsid w:val="000E1442"/>
    <w:rsid w:val="000E1A7F"/>
    <w:rsid w:val="000E27AC"/>
    <w:rsid w:val="000E2AF3"/>
    <w:rsid w:val="000E48A0"/>
    <w:rsid w:val="000E6038"/>
    <w:rsid w:val="000E7FA0"/>
    <w:rsid w:val="000F538C"/>
    <w:rsid w:val="00101038"/>
    <w:rsid w:val="001017A2"/>
    <w:rsid w:val="00104488"/>
    <w:rsid w:val="00106A0E"/>
    <w:rsid w:val="00112864"/>
    <w:rsid w:val="00114472"/>
    <w:rsid w:val="00114988"/>
    <w:rsid w:val="00115069"/>
    <w:rsid w:val="001150F2"/>
    <w:rsid w:val="001159F2"/>
    <w:rsid w:val="0012178F"/>
    <w:rsid w:val="00121BF8"/>
    <w:rsid w:val="00124269"/>
    <w:rsid w:val="00125101"/>
    <w:rsid w:val="00125BFC"/>
    <w:rsid w:val="001341BB"/>
    <w:rsid w:val="0013511B"/>
    <w:rsid w:val="0013740A"/>
    <w:rsid w:val="0014107B"/>
    <w:rsid w:val="001448BE"/>
    <w:rsid w:val="00145889"/>
    <w:rsid w:val="0014598B"/>
    <w:rsid w:val="00146BCB"/>
    <w:rsid w:val="00147827"/>
    <w:rsid w:val="0015012F"/>
    <w:rsid w:val="001501B9"/>
    <w:rsid w:val="001518EF"/>
    <w:rsid w:val="00154FCA"/>
    <w:rsid w:val="001579FA"/>
    <w:rsid w:val="001625E1"/>
    <w:rsid w:val="00164B08"/>
    <w:rsid w:val="0016521E"/>
    <w:rsid w:val="001656A2"/>
    <w:rsid w:val="00165E72"/>
    <w:rsid w:val="00170EC5"/>
    <w:rsid w:val="001728E7"/>
    <w:rsid w:val="001747C1"/>
    <w:rsid w:val="00176255"/>
    <w:rsid w:val="00177D6B"/>
    <w:rsid w:val="00183AF1"/>
    <w:rsid w:val="00184075"/>
    <w:rsid w:val="00184564"/>
    <w:rsid w:val="001851B9"/>
    <w:rsid w:val="001867AA"/>
    <w:rsid w:val="00187E44"/>
    <w:rsid w:val="00190AC5"/>
    <w:rsid w:val="00191F90"/>
    <w:rsid w:val="00192264"/>
    <w:rsid w:val="00193804"/>
    <w:rsid w:val="00193D8F"/>
    <w:rsid w:val="001950C2"/>
    <w:rsid w:val="00195CAC"/>
    <w:rsid w:val="00197BDC"/>
    <w:rsid w:val="001B04B9"/>
    <w:rsid w:val="001B23A1"/>
    <w:rsid w:val="001B38FB"/>
    <w:rsid w:val="001B4E74"/>
    <w:rsid w:val="001B5D20"/>
    <w:rsid w:val="001B651A"/>
    <w:rsid w:val="001C040C"/>
    <w:rsid w:val="001C19F3"/>
    <w:rsid w:val="001C5178"/>
    <w:rsid w:val="001C5886"/>
    <w:rsid w:val="001C645F"/>
    <w:rsid w:val="001C761A"/>
    <w:rsid w:val="001D0751"/>
    <w:rsid w:val="001D0E8B"/>
    <w:rsid w:val="001D3805"/>
    <w:rsid w:val="001D43EC"/>
    <w:rsid w:val="001D5A76"/>
    <w:rsid w:val="001D6E71"/>
    <w:rsid w:val="001E18A8"/>
    <w:rsid w:val="001E6320"/>
    <w:rsid w:val="001E651D"/>
    <w:rsid w:val="001E678E"/>
    <w:rsid w:val="001E75BD"/>
    <w:rsid w:val="001F15F6"/>
    <w:rsid w:val="001F1BFA"/>
    <w:rsid w:val="001F3CE7"/>
    <w:rsid w:val="001F500B"/>
    <w:rsid w:val="0020423B"/>
    <w:rsid w:val="002071BB"/>
    <w:rsid w:val="00207DF5"/>
    <w:rsid w:val="00210AB8"/>
    <w:rsid w:val="00211F7B"/>
    <w:rsid w:val="00216521"/>
    <w:rsid w:val="002179EA"/>
    <w:rsid w:val="00217CE4"/>
    <w:rsid w:val="002207DA"/>
    <w:rsid w:val="00226CB9"/>
    <w:rsid w:val="00231A0D"/>
    <w:rsid w:val="0023221E"/>
    <w:rsid w:val="00233A53"/>
    <w:rsid w:val="002350CA"/>
    <w:rsid w:val="002367E0"/>
    <w:rsid w:val="002370E3"/>
    <w:rsid w:val="00240B81"/>
    <w:rsid w:val="0024255A"/>
    <w:rsid w:val="00245345"/>
    <w:rsid w:val="00247160"/>
    <w:rsid w:val="00247949"/>
    <w:rsid w:val="00247D01"/>
    <w:rsid w:val="0025030F"/>
    <w:rsid w:val="00255E47"/>
    <w:rsid w:val="00261A5B"/>
    <w:rsid w:val="00262AE4"/>
    <w:rsid w:val="00262E5B"/>
    <w:rsid w:val="0026385B"/>
    <w:rsid w:val="00266A9F"/>
    <w:rsid w:val="00266F38"/>
    <w:rsid w:val="00267C54"/>
    <w:rsid w:val="00276AFE"/>
    <w:rsid w:val="002821CE"/>
    <w:rsid w:val="00287A86"/>
    <w:rsid w:val="002924B8"/>
    <w:rsid w:val="00293CFD"/>
    <w:rsid w:val="002A125E"/>
    <w:rsid w:val="002A3B57"/>
    <w:rsid w:val="002A4521"/>
    <w:rsid w:val="002A530C"/>
    <w:rsid w:val="002A5F8F"/>
    <w:rsid w:val="002A75B1"/>
    <w:rsid w:val="002B1CBD"/>
    <w:rsid w:val="002B4BD4"/>
    <w:rsid w:val="002B76DF"/>
    <w:rsid w:val="002C04EE"/>
    <w:rsid w:val="002C1E7C"/>
    <w:rsid w:val="002C31BF"/>
    <w:rsid w:val="002C391B"/>
    <w:rsid w:val="002C4521"/>
    <w:rsid w:val="002C5CC3"/>
    <w:rsid w:val="002C5F8A"/>
    <w:rsid w:val="002C7825"/>
    <w:rsid w:val="002D5D95"/>
    <w:rsid w:val="002D5F95"/>
    <w:rsid w:val="002D6136"/>
    <w:rsid w:val="002D7B58"/>
    <w:rsid w:val="002D7FD6"/>
    <w:rsid w:val="002E0CD7"/>
    <w:rsid w:val="002E0CFB"/>
    <w:rsid w:val="002E232C"/>
    <w:rsid w:val="002E5B61"/>
    <w:rsid w:val="002E5C7B"/>
    <w:rsid w:val="002E5F48"/>
    <w:rsid w:val="002F4333"/>
    <w:rsid w:val="002F6BCE"/>
    <w:rsid w:val="003038E0"/>
    <w:rsid w:val="0030398B"/>
    <w:rsid w:val="003057BB"/>
    <w:rsid w:val="00307641"/>
    <w:rsid w:val="00311069"/>
    <w:rsid w:val="003119CD"/>
    <w:rsid w:val="00311F11"/>
    <w:rsid w:val="00316901"/>
    <w:rsid w:val="00321323"/>
    <w:rsid w:val="00327047"/>
    <w:rsid w:val="00327EEF"/>
    <w:rsid w:val="0033239F"/>
    <w:rsid w:val="00333290"/>
    <w:rsid w:val="00333C1C"/>
    <w:rsid w:val="00336FC3"/>
    <w:rsid w:val="0034274B"/>
    <w:rsid w:val="003468DC"/>
    <w:rsid w:val="0034719F"/>
    <w:rsid w:val="00350A35"/>
    <w:rsid w:val="00353AEB"/>
    <w:rsid w:val="0035410B"/>
    <w:rsid w:val="0035531B"/>
    <w:rsid w:val="00355D2A"/>
    <w:rsid w:val="0035601E"/>
    <w:rsid w:val="003571D8"/>
    <w:rsid w:val="00357BC6"/>
    <w:rsid w:val="00360597"/>
    <w:rsid w:val="00361422"/>
    <w:rsid w:val="003616E0"/>
    <w:rsid w:val="00361A66"/>
    <w:rsid w:val="0036238C"/>
    <w:rsid w:val="0036288F"/>
    <w:rsid w:val="00363977"/>
    <w:rsid w:val="0036607A"/>
    <w:rsid w:val="003703E9"/>
    <w:rsid w:val="003717A3"/>
    <w:rsid w:val="003742CB"/>
    <w:rsid w:val="0037545D"/>
    <w:rsid w:val="003771EB"/>
    <w:rsid w:val="00381130"/>
    <w:rsid w:val="00381452"/>
    <w:rsid w:val="00381906"/>
    <w:rsid w:val="00381BF9"/>
    <w:rsid w:val="00381C5C"/>
    <w:rsid w:val="0038545D"/>
    <w:rsid w:val="00385C59"/>
    <w:rsid w:val="00386FF1"/>
    <w:rsid w:val="00390E38"/>
    <w:rsid w:val="0039216C"/>
    <w:rsid w:val="00392730"/>
    <w:rsid w:val="00392EB6"/>
    <w:rsid w:val="00394D03"/>
    <w:rsid w:val="003956C6"/>
    <w:rsid w:val="003A0F3C"/>
    <w:rsid w:val="003A26D1"/>
    <w:rsid w:val="003A2C23"/>
    <w:rsid w:val="003A4513"/>
    <w:rsid w:val="003A4A14"/>
    <w:rsid w:val="003A52AD"/>
    <w:rsid w:val="003A681E"/>
    <w:rsid w:val="003A70B8"/>
    <w:rsid w:val="003B0F0D"/>
    <w:rsid w:val="003B1926"/>
    <w:rsid w:val="003B3CD9"/>
    <w:rsid w:val="003B6E02"/>
    <w:rsid w:val="003B7D0F"/>
    <w:rsid w:val="003C33F2"/>
    <w:rsid w:val="003D0CF7"/>
    <w:rsid w:val="003D55A0"/>
    <w:rsid w:val="003D6153"/>
    <w:rsid w:val="003D6AF9"/>
    <w:rsid w:val="003D756E"/>
    <w:rsid w:val="003E09E4"/>
    <w:rsid w:val="003E3CE3"/>
    <w:rsid w:val="003E420D"/>
    <w:rsid w:val="003E45B4"/>
    <w:rsid w:val="003E4C13"/>
    <w:rsid w:val="003E5CA7"/>
    <w:rsid w:val="003E67D1"/>
    <w:rsid w:val="003E79F5"/>
    <w:rsid w:val="003F0A36"/>
    <w:rsid w:val="003F1536"/>
    <w:rsid w:val="003F2228"/>
    <w:rsid w:val="003F2937"/>
    <w:rsid w:val="003F2D92"/>
    <w:rsid w:val="003F4C40"/>
    <w:rsid w:val="003F62FB"/>
    <w:rsid w:val="00400270"/>
    <w:rsid w:val="00400340"/>
    <w:rsid w:val="004018E3"/>
    <w:rsid w:val="00403C99"/>
    <w:rsid w:val="00404BA2"/>
    <w:rsid w:val="00404EB5"/>
    <w:rsid w:val="0040621A"/>
    <w:rsid w:val="00406512"/>
    <w:rsid w:val="00406B77"/>
    <w:rsid w:val="004078F3"/>
    <w:rsid w:val="00410B07"/>
    <w:rsid w:val="00410B6A"/>
    <w:rsid w:val="00411BFD"/>
    <w:rsid w:val="0041226D"/>
    <w:rsid w:val="004137A8"/>
    <w:rsid w:val="00413AE6"/>
    <w:rsid w:val="00413F39"/>
    <w:rsid w:val="00413FC4"/>
    <w:rsid w:val="0042061D"/>
    <w:rsid w:val="00424DB1"/>
    <w:rsid w:val="004268EE"/>
    <w:rsid w:val="004276DC"/>
    <w:rsid w:val="00427794"/>
    <w:rsid w:val="004343DB"/>
    <w:rsid w:val="004354CE"/>
    <w:rsid w:val="004373BF"/>
    <w:rsid w:val="004407F0"/>
    <w:rsid w:val="00440F7E"/>
    <w:rsid w:val="004423DC"/>
    <w:rsid w:val="004430D9"/>
    <w:rsid w:val="00443D15"/>
    <w:rsid w:val="004445E6"/>
    <w:rsid w:val="00446757"/>
    <w:rsid w:val="00450F07"/>
    <w:rsid w:val="00452F69"/>
    <w:rsid w:val="00453CD3"/>
    <w:rsid w:val="00454716"/>
    <w:rsid w:val="00454BB9"/>
    <w:rsid w:val="00454F7F"/>
    <w:rsid w:val="00457346"/>
    <w:rsid w:val="00460660"/>
    <w:rsid w:val="004628BC"/>
    <w:rsid w:val="0046348D"/>
    <w:rsid w:val="00464BA9"/>
    <w:rsid w:val="00465FDD"/>
    <w:rsid w:val="004660CF"/>
    <w:rsid w:val="00470647"/>
    <w:rsid w:val="00474F4D"/>
    <w:rsid w:val="00480CED"/>
    <w:rsid w:val="00483969"/>
    <w:rsid w:val="00486107"/>
    <w:rsid w:val="00486C5E"/>
    <w:rsid w:val="0048759A"/>
    <w:rsid w:val="00487B15"/>
    <w:rsid w:val="00491827"/>
    <w:rsid w:val="00491EC0"/>
    <w:rsid w:val="004944E4"/>
    <w:rsid w:val="004A737C"/>
    <w:rsid w:val="004B0AE4"/>
    <w:rsid w:val="004B319E"/>
    <w:rsid w:val="004B34E9"/>
    <w:rsid w:val="004B3824"/>
    <w:rsid w:val="004B6E4A"/>
    <w:rsid w:val="004C06AD"/>
    <w:rsid w:val="004C4399"/>
    <w:rsid w:val="004C7419"/>
    <w:rsid w:val="004C787C"/>
    <w:rsid w:val="004C7A75"/>
    <w:rsid w:val="004D010F"/>
    <w:rsid w:val="004D1F4E"/>
    <w:rsid w:val="004D2F4C"/>
    <w:rsid w:val="004D5285"/>
    <w:rsid w:val="004D743F"/>
    <w:rsid w:val="004E170C"/>
    <w:rsid w:val="004E285D"/>
    <w:rsid w:val="004E4053"/>
    <w:rsid w:val="004E7A1F"/>
    <w:rsid w:val="004E7E9E"/>
    <w:rsid w:val="004F1D17"/>
    <w:rsid w:val="004F3EEF"/>
    <w:rsid w:val="004F4597"/>
    <w:rsid w:val="004F4B9B"/>
    <w:rsid w:val="004F6DC5"/>
    <w:rsid w:val="00501B32"/>
    <w:rsid w:val="0050666E"/>
    <w:rsid w:val="005071D8"/>
    <w:rsid w:val="005072B4"/>
    <w:rsid w:val="0051049A"/>
    <w:rsid w:val="0051122E"/>
    <w:rsid w:val="00511AB9"/>
    <w:rsid w:val="005166E0"/>
    <w:rsid w:val="005210B3"/>
    <w:rsid w:val="00523096"/>
    <w:rsid w:val="00523BB5"/>
    <w:rsid w:val="00523BDA"/>
    <w:rsid w:val="00523EA7"/>
    <w:rsid w:val="005358AB"/>
    <w:rsid w:val="00537086"/>
    <w:rsid w:val="005406EB"/>
    <w:rsid w:val="00540C01"/>
    <w:rsid w:val="005434A6"/>
    <w:rsid w:val="00543F07"/>
    <w:rsid w:val="0054609D"/>
    <w:rsid w:val="00546192"/>
    <w:rsid w:val="00553375"/>
    <w:rsid w:val="005543C6"/>
    <w:rsid w:val="00554BFB"/>
    <w:rsid w:val="00555884"/>
    <w:rsid w:val="00561745"/>
    <w:rsid w:val="00561931"/>
    <w:rsid w:val="00561A0E"/>
    <w:rsid w:val="0056360F"/>
    <w:rsid w:val="00564169"/>
    <w:rsid w:val="00564BCA"/>
    <w:rsid w:val="00564DDD"/>
    <w:rsid w:val="00565CE5"/>
    <w:rsid w:val="00571DE2"/>
    <w:rsid w:val="00572B6C"/>
    <w:rsid w:val="00572F04"/>
    <w:rsid w:val="00572F11"/>
    <w:rsid w:val="005736B7"/>
    <w:rsid w:val="00573F86"/>
    <w:rsid w:val="0057465D"/>
    <w:rsid w:val="00575E5A"/>
    <w:rsid w:val="0057765F"/>
    <w:rsid w:val="00577A3C"/>
    <w:rsid w:val="00577C2A"/>
    <w:rsid w:val="00580245"/>
    <w:rsid w:val="0058678B"/>
    <w:rsid w:val="0058793D"/>
    <w:rsid w:val="005950BB"/>
    <w:rsid w:val="00596E4E"/>
    <w:rsid w:val="0059798D"/>
    <w:rsid w:val="005A1F44"/>
    <w:rsid w:val="005A3A48"/>
    <w:rsid w:val="005A3D2F"/>
    <w:rsid w:val="005A4199"/>
    <w:rsid w:val="005A45D1"/>
    <w:rsid w:val="005A595A"/>
    <w:rsid w:val="005B222D"/>
    <w:rsid w:val="005B4EC0"/>
    <w:rsid w:val="005B6DDE"/>
    <w:rsid w:val="005B73B8"/>
    <w:rsid w:val="005C10ED"/>
    <w:rsid w:val="005C1A97"/>
    <w:rsid w:val="005C3CAC"/>
    <w:rsid w:val="005D0E89"/>
    <w:rsid w:val="005D3964"/>
    <w:rsid w:val="005D3C39"/>
    <w:rsid w:val="005D5049"/>
    <w:rsid w:val="005E0759"/>
    <w:rsid w:val="005E6218"/>
    <w:rsid w:val="005E69D9"/>
    <w:rsid w:val="005F0D21"/>
    <w:rsid w:val="005F1BC7"/>
    <w:rsid w:val="005F1E2E"/>
    <w:rsid w:val="005F3295"/>
    <w:rsid w:val="005F7FF8"/>
    <w:rsid w:val="00600F67"/>
    <w:rsid w:val="0060115D"/>
    <w:rsid w:val="006014F5"/>
    <w:rsid w:val="00601A8C"/>
    <w:rsid w:val="00602DFB"/>
    <w:rsid w:val="00603612"/>
    <w:rsid w:val="00607C86"/>
    <w:rsid w:val="0061068E"/>
    <w:rsid w:val="006115D3"/>
    <w:rsid w:val="006124AD"/>
    <w:rsid w:val="00617041"/>
    <w:rsid w:val="0062045C"/>
    <w:rsid w:val="00620811"/>
    <w:rsid w:val="00624EB2"/>
    <w:rsid w:val="0062669A"/>
    <w:rsid w:val="0062741F"/>
    <w:rsid w:val="00627A39"/>
    <w:rsid w:val="00631633"/>
    <w:rsid w:val="00631EAA"/>
    <w:rsid w:val="00634A88"/>
    <w:rsid w:val="00640ADF"/>
    <w:rsid w:val="00640B30"/>
    <w:rsid w:val="00644460"/>
    <w:rsid w:val="00646382"/>
    <w:rsid w:val="00647BE3"/>
    <w:rsid w:val="00650C7D"/>
    <w:rsid w:val="006510A4"/>
    <w:rsid w:val="00651926"/>
    <w:rsid w:val="00652EFD"/>
    <w:rsid w:val="00655749"/>
    <w:rsid w:val="00655976"/>
    <w:rsid w:val="0065610E"/>
    <w:rsid w:val="00656C2F"/>
    <w:rsid w:val="00660AD3"/>
    <w:rsid w:val="00664669"/>
    <w:rsid w:val="00665BDC"/>
    <w:rsid w:val="00673F7D"/>
    <w:rsid w:val="00674099"/>
    <w:rsid w:val="006749AD"/>
    <w:rsid w:val="006776B6"/>
    <w:rsid w:val="00680D0C"/>
    <w:rsid w:val="00684D33"/>
    <w:rsid w:val="00693150"/>
    <w:rsid w:val="00694E3D"/>
    <w:rsid w:val="006A070D"/>
    <w:rsid w:val="006A14D0"/>
    <w:rsid w:val="006A5271"/>
    <w:rsid w:val="006A540D"/>
    <w:rsid w:val="006A5570"/>
    <w:rsid w:val="006A689C"/>
    <w:rsid w:val="006B0B03"/>
    <w:rsid w:val="006B3D79"/>
    <w:rsid w:val="006B510E"/>
    <w:rsid w:val="006B6FE4"/>
    <w:rsid w:val="006C0453"/>
    <w:rsid w:val="006C21E8"/>
    <w:rsid w:val="006C2343"/>
    <w:rsid w:val="006C3A38"/>
    <w:rsid w:val="006C442A"/>
    <w:rsid w:val="006C4639"/>
    <w:rsid w:val="006C5409"/>
    <w:rsid w:val="006D4252"/>
    <w:rsid w:val="006D4528"/>
    <w:rsid w:val="006D5C5A"/>
    <w:rsid w:val="006E0578"/>
    <w:rsid w:val="006E314D"/>
    <w:rsid w:val="006E5405"/>
    <w:rsid w:val="006E6C80"/>
    <w:rsid w:val="006E750A"/>
    <w:rsid w:val="006F439C"/>
    <w:rsid w:val="006F5AE7"/>
    <w:rsid w:val="006F6B09"/>
    <w:rsid w:val="0070255F"/>
    <w:rsid w:val="007029B1"/>
    <w:rsid w:val="007038DC"/>
    <w:rsid w:val="007049CA"/>
    <w:rsid w:val="00704C59"/>
    <w:rsid w:val="00706808"/>
    <w:rsid w:val="00706B12"/>
    <w:rsid w:val="00706F4C"/>
    <w:rsid w:val="0070752A"/>
    <w:rsid w:val="00710723"/>
    <w:rsid w:val="0071080E"/>
    <w:rsid w:val="00711119"/>
    <w:rsid w:val="007134F3"/>
    <w:rsid w:val="00717D97"/>
    <w:rsid w:val="007232D0"/>
    <w:rsid w:val="00723ED1"/>
    <w:rsid w:val="007250A8"/>
    <w:rsid w:val="007254CF"/>
    <w:rsid w:val="007255EF"/>
    <w:rsid w:val="00726461"/>
    <w:rsid w:val="0073461B"/>
    <w:rsid w:val="007356BD"/>
    <w:rsid w:val="00735D3B"/>
    <w:rsid w:val="00736F61"/>
    <w:rsid w:val="00740AF5"/>
    <w:rsid w:val="00741294"/>
    <w:rsid w:val="00741502"/>
    <w:rsid w:val="00743525"/>
    <w:rsid w:val="00744F6A"/>
    <w:rsid w:val="00745555"/>
    <w:rsid w:val="00752D15"/>
    <w:rsid w:val="00753E85"/>
    <w:rsid w:val="007541A2"/>
    <w:rsid w:val="00755818"/>
    <w:rsid w:val="00755E2F"/>
    <w:rsid w:val="007611BB"/>
    <w:rsid w:val="0076241C"/>
    <w:rsid w:val="0076286B"/>
    <w:rsid w:val="00763B51"/>
    <w:rsid w:val="00766846"/>
    <w:rsid w:val="00766F4A"/>
    <w:rsid w:val="0076790E"/>
    <w:rsid w:val="0077382B"/>
    <w:rsid w:val="00773DC0"/>
    <w:rsid w:val="00774789"/>
    <w:rsid w:val="0077673A"/>
    <w:rsid w:val="00776C7C"/>
    <w:rsid w:val="0078405F"/>
    <w:rsid w:val="007846E1"/>
    <w:rsid w:val="007847D6"/>
    <w:rsid w:val="00784FD0"/>
    <w:rsid w:val="0078774D"/>
    <w:rsid w:val="0079350A"/>
    <w:rsid w:val="007969A5"/>
    <w:rsid w:val="00796DC1"/>
    <w:rsid w:val="007A2107"/>
    <w:rsid w:val="007A3B81"/>
    <w:rsid w:val="007A4E44"/>
    <w:rsid w:val="007A5172"/>
    <w:rsid w:val="007A56BD"/>
    <w:rsid w:val="007A5918"/>
    <w:rsid w:val="007A67A0"/>
    <w:rsid w:val="007A68BE"/>
    <w:rsid w:val="007B3284"/>
    <w:rsid w:val="007B570C"/>
    <w:rsid w:val="007B608D"/>
    <w:rsid w:val="007B67C2"/>
    <w:rsid w:val="007B6970"/>
    <w:rsid w:val="007C1BD3"/>
    <w:rsid w:val="007C6F69"/>
    <w:rsid w:val="007D262D"/>
    <w:rsid w:val="007D448E"/>
    <w:rsid w:val="007D50DB"/>
    <w:rsid w:val="007D5A8D"/>
    <w:rsid w:val="007D63FC"/>
    <w:rsid w:val="007E2234"/>
    <w:rsid w:val="007E2827"/>
    <w:rsid w:val="007E4A6E"/>
    <w:rsid w:val="007E4C6F"/>
    <w:rsid w:val="007E59A1"/>
    <w:rsid w:val="007E6155"/>
    <w:rsid w:val="007F15CE"/>
    <w:rsid w:val="007F32DD"/>
    <w:rsid w:val="007F3581"/>
    <w:rsid w:val="007F4DFF"/>
    <w:rsid w:val="007F4F8F"/>
    <w:rsid w:val="007F56A7"/>
    <w:rsid w:val="00800851"/>
    <w:rsid w:val="00803601"/>
    <w:rsid w:val="00804D39"/>
    <w:rsid w:val="0080737F"/>
    <w:rsid w:val="00807B16"/>
    <w:rsid w:val="00807DD0"/>
    <w:rsid w:val="00814D08"/>
    <w:rsid w:val="0081521C"/>
    <w:rsid w:val="00815683"/>
    <w:rsid w:val="00815980"/>
    <w:rsid w:val="00815C1B"/>
    <w:rsid w:val="00821D01"/>
    <w:rsid w:val="00822B88"/>
    <w:rsid w:val="00826B7B"/>
    <w:rsid w:val="008301A0"/>
    <w:rsid w:val="00831DE9"/>
    <w:rsid w:val="00833899"/>
    <w:rsid w:val="00840ABE"/>
    <w:rsid w:val="008458EB"/>
    <w:rsid w:val="00845C50"/>
    <w:rsid w:val="00845E3A"/>
    <w:rsid w:val="00846789"/>
    <w:rsid w:val="00847393"/>
    <w:rsid w:val="00855F28"/>
    <w:rsid w:val="00872044"/>
    <w:rsid w:val="0087262B"/>
    <w:rsid w:val="00873829"/>
    <w:rsid w:val="008759A1"/>
    <w:rsid w:val="00876D73"/>
    <w:rsid w:val="00884275"/>
    <w:rsid w:val="00887F36"/>
    <w:rsid w:val="0089103D"/>
    <w:rsid w:val="00894F55"/>
    <w:rsid w:val="00895C8A"/>
    <w:rsid w:val="008961F7"/>
    <w:rsid w:val="008A1B78"/>
    <w:rsid w:val="008A3568"/>
    <w:rsid w:val="008A731A"/>
    <w:rsid w:val="008B2021"/>
    <w:rsid w:val="008B3DB2"/>
    <w:rsid w:val="008B4CEC"/>
    <w:rsid w:val="008B60F5"/>
    <w:rsid w:val="008B7E94"/>
    <w:rsid w:val="008C0335"/>
    <w:rsid w:val="008C50F3"/>
    <w:rsid w:val="008C65BC"/>
    <w:rsid w:val="008C73C5"/>
    <w:rsid w:val="008C7EFE"/>
    <w:rsid w:val="008D03B9"/>
    <w:rsid w:val="008D2612"/>
    <w:rsid w:val="008D30C7"/>
    <w:rsid w:val="008D552B"/>
    <w:rsid w:val="008D692E"/>
    <w:rsid w:val="008E0535"/>
    <w:rsid w:val="008E1138"/>
    <w:rsid w:val="008E235A"/>
    <w:rsid w:val="008E2E07"/>
    <w:rsid w:val="008E3B01"/>
    <w:rsid w:val="008E5DB4"/>
    <w:rsid w:val="008F18D6"/>
    <w:rsid w:val="008F2C9B"/>
    <w:rsid w:val="008F3265"/>
    <w:rsid w:val="008F4391"/>
    <w:rsid w:val="008F797B"/>
    <w:rsid w:val="00903605"/>
    <w:rsid w:val="00904780"/>
    <w:rsid w:val="0090635B"/>
    <w:rsid w:val="009119DE"/>
    <w:rsid w:val="00920DEB"/>
    <w:rsid w:val="009218E7"/>
    <w:rsid w:val="00922385"/>
    <w:rsid w:val="009223DF"/>
    <w:rsid w:val="009241ED"/>
    <w:rsid w:val="00930B79"/>
    <w:rsid w:val="00931F53"/>
    <w:rsid w:val="00936091"/>
    <w:rsid w:val="00940D8A"/>
    <w:rsid w:val="00941491"/>
    <w:rsid w:val="00950B4E"/>
    <w:rsid w:val="0096025E"/>
    <w:rsid w:val="00961906"/>
    <w:rsid w:val="009621CD"/>
    <w:rsid w:val="00962258"/>
    <w:rsid w:val="00962DF1"/>
    <w:rsid w:val="0096400F"/>
    <w:rsid w:val="00964860"/>
    <w:rsid w:val="009678B7"/>
    <w:rsid w:val="009841BD"/>
    <w:rsid w:val="00984632"/>
    <w:rsid w:val="009913A2"/>
    <w:rsid w:val="00992D9C"/>
    <w:rsid w:val="00994508"/>
    <w:rsid w:val="009959F2"/>
    <w:rsid w:val="00996CB8"/>
    <w:rsid w:val="009A27BB"/>
    <w:rsid w:val="009A2B2A"/>
    <w:rsid w:val="009A4347"/>
    <w:rsid w:val="009B20BC"/>
    <w:rsid w:val="009B2E97"/>
    <w:rsid w:val="009B4FF7"/>
    <w:rsid w:val="009B5146"/>
    <w:rsid w:val="009B733B"/>
    <w:rsid w:val="009B7BA9"/>
    <w:rsid w:val="009C0F4D"/>
    <w:rsid w:val="009C2A00"/>
    <w:rsid w:val="009C418E"/>
    <w:rsid w:val="009C442C"/>
    <w:rsid w:val="009C7832"/>
    <w:rsid w:val="009C79AB"/>
    <w:rsid w:val="009D20A1"/>
    <w:rsid w:val="009D4267"/>
    <w:rsid w:val="009D54E5"/>
    <w:rsid w:val="009D5FFE"/>
    <w:rsid w:val="009E003E"/>
    <w:rsid w:val="009E07F4"/>
    <w:rsid w:val="009E08EE"/>
    <w:rsid w:val="009E1482"/>
    <w:rsid w:val="009E1AEE"/>
    <w:rsid w:val="009E4C76"/>
    <w:rsid w:val="009E4DA1"/>
    <w:rsid w:val="009E7479"/>
    <w:rsid w:val="009E75F2"/>
    <w:rsid w:val="009F309B"/>
    <w:rsid w:val="009F392E"/>
    <w:rsid w:val="009F53C5"/>
    <w:rsid w:val="009F6CA3"/>
    <w:rsid w:val="00A0209B"/>
    <w:rsid w:val="00A020CC"/>
    <w:rsid w:val="00A066DE"/>
    <w:rsid w:val="00A0740E"/>
    <w:rsid w:val="00A07C15"/>
    <w:rsid w:val="00A12463"/>
    <w:rsid w:val="00A13A01"/>
    <w:rsid w:val="00A13A90"/>
    <w:rsid w:val="00A13F95"/>
    <w:rsid w:val="00A14134"/>
    <w:rsid w:val="00A15641"/>
    <w:rsid w:val="00A235D9"/>
    <w:rsid w:val="00A32F3B"/>
    <w:rsid w:val="00A373A7"/>
    <w:rsid w:val="00A4050F"/>
    <w:rsid w:val="00A40C1B"/>
    <w:rsid w:val="00A4169A"/>
    <w:rsid w:val="00A43668"/>
    <w:rsid w:val="00A50641"/>
    <w:rsid w:val="00A51062"/>
    <w:rsid w:val="00A51BE9"/>
    <w:rsid w:val="00A530BF"/>
    <w:rsid w:val="00A55030"/>
    <w:rsid w:val="00A56A4F"/>
    <w:rsid w:val="00A56DEC"/>
    <w:rsid w:val="00A576F2"/>
    <w:rsid w:val="00A6177B"/>
    <w:rsid w:val="00A61A76"/>
    <w:rsid w:val="00A626D2"/>
    <w:rsid w:val="00A64237"/>
    <w:rsid w:val="00A66136"/>
    <w:rsid w:val="00A6718D"/>
    <w:rsid w:val="00A71189"/>
    <w:rsid w:val="00A727C6"/>
    <w:rsid w:val="00A72A30"/>
    <w:rsid w:val="00A7364A"/>
    <w:rsid w:val="00A74991"/>
    <w:rsid w:val="00A74B4D"/>
    <w:rsid w:val="00A74DCC"/>
    <w:rsid w:val="00A74FFB"/>
    <w:rsid w:val="00A7506D"/>
    <w:rsid w:val="00A753ED"/>
    <w:rsid w:val="00A7567E"/>
    <w:rsid w:val="00A77512"/>
    <w:rsid w:val="00A82A07"/>
    <w:rsid w:val="00A85121"/>
    <w:rsid w:val="00A92C1D"/>
    <w:rsid w:val="00A94C2F"/>
    <w:rsid w:val="00A95C0A"/>
    <w:rsid w:val="00AA2B89"/>
    <w:rsid w:val="00AA3E17"/>
    <w:rsid w:val="00AA4782"/>
    <w:rsid w:val="00AA4CBB"/>
    <w:rsid w:val="00AA4EEF"/>
    <w:rsid w:val="00AA65FA"/>
    <w:rsid w:val="00AA7351"/>
    <w:rsid w:val="00AB0788"/>
    <w:rsid w:val="00AB1063"/>
    <w:rsid w:val="00AB12DF"/>
    <w:rsid w:val="00AB4CB7"/>
    <w:rsid w:val="00AC07D3"/>
    <w:rsid w:val="00AC3862"/>
    <w:rsid w:val="00AD056F"/>
    <w:rsid w:val="00AD0C7B"/>
    <w:rsid w:val="00AD1771"/>
    <w:rsid w:val="00AD1786"/>
    <w:rsid w:val="00AD3565"/>
    <w:rsid w:val="00AD41CF"/>
    <w:rsid w:val="00AD5F1A"/>
    <w:rsid w:val="00AD61BD"/>
    <w:rsid w:val="00AD6731"/>
    <w:rsid w:val="00AD792A"/>
    <w:rsid w:val="00AE16EF"/>
    <w:rsid w:val="00AE1D4A"/>
    <w:rsid w:val="00AE3BB4"/>
    <w:rsid w:val="00AE3E21"/>
    <w:rsid w:val="00AF32F5"/>
    <w:rsid w:val="00B008D5"/>
    <w:rsid w:val="00B02F73"/>
    <w:rsid w:val="00B035B6"/>
    <w:rsid w:val="00B0619F"/>
    <w:rsid w:val="00B113AD"/>
    <w:rsid w:val="00B13A26"/>
    <w:rsid w:val="00B15D0D"/>
    <w:rsid w:val="00B206FF"/>
    <w:rsid w:val="00B22106"/>
    <w:rsid w:val="00B2309B"/>
    <w:rsid w:val="00B2468E"/>
    <w:rsid w:val="00B33ABD"/>
    <w:rsid w:val="00B34CA4"/>
    <w:rsid w:val="00B361A8"/>
    <w:rsid w:val="00B411E9"/>
    <w:rsid w:val="00B41518"/>
    <w:rsid w:val="00B429CF"/>
    <w:rsid w:val="00B448FF"/>
    <w:rsid w:val="00B51ABC"/>
    <w:rsid w:val="00B51E0F"/>
    <w:rsid w:val="00B51EB0"/>
    <w:rsid w:val="00B52A86"/>
    <w:rsid w:val="00B5431A"/>
    <w:rsid w:val="00B60046"/>
    <w:rsid w:val="00B60CE2"/>
    <w:rsid w:val="00B61530"/>
    <w:rsid w:val="00B625EC"/>
    <w:rsid w:val="00B6308F"/>
    <w:rsid w:val="00B6371E"/>
    <w:rsid w:val="00B63D71"/>
    <w:rsid w:val="00B6436B"/>
    <w:rsid w:val="00B645BC"/>
    <w:rsid w:val="00B66203"/>
    <w:rsid w:val="00B70267"/>
    <w:rsid w:val="00B70DB8"/>
    <w:rsid w:val="00B7330D"/>
    <w:rsid w:val="00B734ED"/>
    <w:rsid w:val="00B747F3"/>
    <w:rsid w:val="00B75EE1"/>
    <w:rsid w:val="00B77110"/>
    <w:rsid w:val="00B77481"/>
    <w:rsid w:val="00B77C6D"/>
    <w:rsid w:val="00B80CB0"/>
    <w:rsid w:val="00B80E53"/>
    <w:rsid w:val="00B818F8"/>
    <w:rsid w:val="00B81B3B"/>
    <w:rsid w:val="00B82A36"/>
    <w:rsid w:val="00B82CA4"/>
    <w:rsid w:val="00B83FB3"/>
    <w:rsid w:val="00B8448C"/>
    <w:rsid w:val="00B8518B"/>
    <w:rsid w:val="00B85F1F"/>
    <w:rsid w:val="00B86106"/>
    <w:rsid w:val="00B86A4E"/>
    <w:rsid w:val="00B93DEB"/>
    <w:rsid w:val="00B96AA0"/>
    <w:rsid w:val="00B97CC3"/>
    <w:rsid w:val="00BA34EE"/>
    <w:rsid w:val="00BB4AF2"/>
    <w:rsid w:val="00BB5FF6"/>
    <w:rsid w:val="00BB7489"/>
    <w:rsid w:val="00BB79FD"/>
    <w:rsid w:val="00BC06C4"/>
    <w:rsid w:val="00BC2201"/>
    <w:rsid w:val="00BC3CDD"/>
    <w:rsid w:val="00BC4CE7"/>
    <w:rsid w:val="00BC6455"/>
    <w:rsid w:val="00BC663E"/>
    <w:rsid w:val="00BC6D2B"/>
    <w:rsid w:val="00BD2F67"/>
    <w:rsid w:val="00BD5A0E"/>
    <w:rsid w:val="00BD7E91"/>
    <w:rsid w:val="00BD7F0D"/>
    <w:rsid w:val="00BE0FD0"/>
    <w:rsid w:val="00BE49F4"/>
    <w:rsid w:val="00BE638F"/>
    <w:rsid w:val="00BF6640"/>
    <w:rsid w:val="00BF6AF2"/>
    <w:rsid w:val="00C00CC6"/>
    <w:rsid w:val="00C02D0A"/>
    <w:rsid w:val="00C03A6E"/>
    <w:rsid w:val="00C166A8"/>
    <w:rsid w:val="00C16E4F"/>
    <w:rsid w:val="00C21BEB"/>
    <w:rsid w:val="00C226C0"/>
    <w:rsid w:val="00C235B9"/>
    <w:rsid w:val="00C26B03"/>
    <w:rsid w:val="00C31232"/>
    <w:rsid w:val="00C313BF"/>
    <w:rsid w:val="00C334BC"/>
    <w:rsid w:val="00C33938"/>
    <w:rsid w:val="00C33CA6"/>
    <w:rsid w:val="00C35E33"/>
    <w:rsid w:val="00C413CB"/>
    <w:rsid w:val="00C429F0"/>
    <w:rsid w:val="00C42FE6"/>
    <w:rsid w:val="00C44F6A"/>
    <w:rsid w:val="00C460C6"/>
    <w:rsid w:val="00C524D1"/>
    <w:rsid w:val="00C52CF2"/>
    <w:rsid w:val="00C55B48"/>
    <w:rsid w:val="00C57268"/>
    <w:rsid w:val="00C60A4C"/>
    <w:rsid w:val="00C6198E"/>
    <w:rsid w:val="00C6287F"/>
    <w:rsid w:val="00C635AD"/>
    <w:rsid w:val="00C6654F"/>
    <w:rsid w:val="00C6720B"/>
    <w:rsid w:val="00C708EA"/>
    <w:rsid w:val="00C7216F"/>
    <w:rsid w:val="00C722F6"/>
    <w:rsid w:val="00C75802"/>
    <w:rsid w:val="00C776E5"/>
    <w:rsid w:val="00C778A5"/>
    <w:rsid w:val="00C81CEF"/>
    <w:rsid w:val="00C82396"/>
    <w:rsid w:val="00C92AE7"/>
    <w:rsid w:val="00C95162"/>
    <w:rsid w:val="00C95863"/>
    <w:rsid w:val="00CA2357"/>
    <w:rsid w:val="00CA2B5E"/>
    <w:rsid w:val="00CA69CC"/>
    <w:rsid w:val="00CB00D4"/>
    <w:rsid w:val="00CB020E"/>
    <w:rsid w:val="00CB140F"/>
    <w:rsid w:val="00CB2B9A"/>
    <w:rsid w:val="00CB3151"/>
    <w:rsid w:val="00CB34EF"/>
    <w:rsid w:val="00CB51FD"/>
    <w:rsid w:val="00CB535A"/>
    <w:rsid w:val="00CB65CD"/>
    <w:rsid w:val="00CB6A37"/>
    <w:rsid w:val="00CB7684"/>
    <w:rsid w:val="00CC0738"/>
    <w:rsid w:val="00CC1295"/>
    <w:rsid w:val="00CC16CC"/>
    <w:rsid w:val="00CC413F"/>
    <w:rsid w:val="00CC4380"/>
    <w:rsid w:val="00CC46FC"/>
    <w:rsid w:val="00CC7C8F"/>
    <w:rsid w:val="00CD1C73"/>
    <w:rsid w:val="00CD1FC4"/>
    <w:rsid w:val="00CE22D6"/>
    <w:rsid w:val="00CE6722"/>
    <w:rsid w:val="00CE7DE6"/>
    <w:rsid w:val="00CF06BF"/>
    <w:rsid w:val="00CF2CA1"/>
    <w:rsid w:val="00CF4237"/>
    <w:rsid w:val="00D01AF3"/>
    <w:rsid w:val="00D034A0"/>
    <w:rsid w:val="00D10973"/>
    <w:rsid w:val="00D10A2D"/>
    <w:rsid w:val="00D129D5"/>
    <w:rsid w:val="00D139AC"/>
    <w:rsid w:val="00D145E1"/>
    <w:rsid w:val="00D2074A"/>
    <w:rsid w:val="00D21061"/>
    <w:rsid w:val="00D21732"/>
    <w:rsid w:val="00D22913"/>
    <w:rsid w:val="00D25FC2"/>
    <w:rsid w:val="00D30099"/>
    <w:rsid w:val="00D3128F"/>
    <w:rsid w:val="00D31B38"/>
    <w:rsid w:val="00D34384"/>
    <w:rsid w:val="00D37513"/>
    <w:rsid w:val="00D37B14"/>
    <w:rsid w:val="00D4108E"/>
    <w:rsid w:val="00D474A0"/>
    <w:rsid w:val="00D51DF4"/>
    <w:rsid w:val="00D526CD"/>
    <w:rsid w:val="00D57BFB"/>
    <w:rsid w:val="00D605F5"/>
    <w:rsid w:val="00D6163D"/>
    <w:rsid w:val="00D6259C"/>
    <w:rsid w:val="00D665AB"/>
    <w:rsid w:val="00D70AEA"/>
    <w:rsid w:val="00D72866"/>
    <w:rsid w:val="00D7399D"/>
    <w:rsid w:val="00D774E6"/>
    <w:rsid w:val="00D80A5C"/>
    <w:rsid w:val="00D831A3"/>
    <w:rsid w:val="00D8413B"/>
    <w:rsid w:val="00D8716A"/>
    <w:rsid w:val="00D871B9"/>
    <w:rsid w:val="00D97BE3"/>
    <w:rsid w:val="00DA3711"/>
    <w:rsid w:val="00DA4391"/>
    <w:rsid w:val="00DA50E9"/>
    <w:rsid w:val="00DA5214"/>
    <w:rsid w:val="00DA5EEB"/>
    <w:rsid w:val="00DB4342"/>
    <w:rsid w:val="00DB4E72"/>
    <w:rsid w:val="00DB619A"/>
    <w:rsid w:val="00DC0205"/>
    <w:rsid w:val="00DC5D34"/>
    <w:rsid w:val="00DD0F5A"/>
    <w:rsid w:val="00DD4015"/>
    <w:rsid w:val="00DD4663"/>
    <w:rsid w:val="00DD46F3"/>
    <w:rsid w:val="00DD72E2"/>
    <w:rsid w:val="00DE0267"/>
    <w:rsid w:val="00DE1DFF"/>
    <w:rsid w:val="00DE28EE"/>
    <w:rsid w:val="00DE3D31"/>
    <w:rsid w:val="00DE51A5"/>
    <w:rsid w:val="00DE56F2"/>
    <w:rsid w:val="00DE62CE"/>
    <w:rsid w:val="00DE696C"/>
    <w:rsid w:val="00DE6A35"/>
    <w:rsid w:val="00DE72BC"/>
    <w:rsid w:val="00DE7EB3"/>
    <w:rsid w:val="00DF116D"/>
    <w:rsid w:val="00DF566F"/>
    <w:rsid w:val="00DF78B9"/>
    <w:rsid w:val="00E00141"/>
    <w:rsid w:val="00E00861"/>
    <w:rsid w:val="00E009D2"/>
    <w:rsid w:val="00E00C91"/>
    <w:rsid w:val="00E01EA1"/>
    <w:rsid w:val="00E03672"/>
    <w:rsid w:val="00E0719D"/>
    <w:rsid w:val="00E07CA8"/>
    <w:rsid w:val="00E1127C"/>
    <w:rsid w:val="00E16FF7"/>
    <w:rsid w:val="00E17AFD"/>
    <w:rsid w:val="00E226D0"/>
    <w:rsid w:val="00E22C30"/>
    <w:rsid w:val="00E2553F"/>
    <w:rsid w:val="00E265A4"/>
    <w:rsid w:val="00E26D68"/>
    <w:rsid w:val="00E37C46"/>
    <w:rsid w:val="00E4366B"/>
    <w:rsid w:val="00E437B0"/>
    <w:rsid w:val="00E44045"/>
    <w:rsid w:val="00E445C8"/>
    <w:rsid w:val="00E44DD4"/>
    <w:rsid w:val="00E4520D"/>
    <w:rsid w:val="00E5150A"/>
    <w:rsid w:val="00E618C4"/>
    <w:rsid w:val="00E645E3"/>
    <w:rsid w:val="00E668B4"/>
    <w:rsid w:val="00E66D98"/>
    <w:rsid w:val="00E672B1"/>
    <w:rsid w:val="00E7218A"/>
    <w:rsid w:val="00E722F7"/>
    <w:rsid w:val="00E72B48"/>
    <w:rsid w:val="00E7502F"/>
    <w:rsid w:val="00E82883"/>
    <w:rsid w:val="00E83DF2"/>
    <w:rsid w:val="00E83F2C"/>
    <w:rsid w:val="00E878EE"/>
    <w:rsid w:val="00E95781"/>
    <w:rsid w:val="00E95FC3"/>
    <w:rsid w:val="00E9608E"/>
    <w:rsid w:val="00EA08FE"/>
    <w:rsid w:val="00EA148D"/>
    <w:rsid w:val="00EA3B56"/>
    <w:rsid w:val="00EA6EC7"/>
    <w:rsid w:val="00EB0647"/>
    <w:rsid w:val="00EB104F"/>
    <w:rsid w:val="00EB138E"/>
    <w:rsid w:val="00EB282B"/>
    <w:rsid w:val="00EB456A"/>
    <w:rsid w:val="00EB46E5"/>
    <w:rsid w:val="00EB5D4D"/>
    <w:rsid w:val="00EB6882"/>
    <w:rsid w:val="00EC10AE"/>
    <w:rsid w:val="00EC11EE"/>
    <w:rsid w:val="00EC1DE0"/>
    <w:rsid w:val="00EC24BB"/>
    <w:rsid w:val="00EC60F7"/>
    <w:rsid w:val="00ED0703"/>
    <w:rsid w:val="00ED116C"/>
    <w:rsid w:val="00ED14BD"/>
    <w:rsid w:val="00ED18E8"/>
    <w:rsid w:val="00ED1E83"/>
    <w:rsid w:val="00ED34EC"/>
    <w:rsid w:val="00ED50F3"/>
    <w:rsid w:val="00ED6360"/>
    <w:rsid w:val="00EE0F41"/>
    <w:rsid w:val="00EE2244"/>
    <w:rsid w:val="00EE3C5F"/>
    <w:rsid w:val="00EE4459"/>
    <w:rsid w:val="00EE6D9D"/>
    <w:rsid w:val="00EE7882"/>
    <w:rsid w:val="00EF09E5"/>
    <w:rsid w:val="00EF1941"/>
    <w:rsid w:val="00EF360F"/>
    <w:rsid w:val="00EF4F18"/>
    <w:rsid w:val="00EF6C64"/>
    <w:rsid w:val="00F016C7"/>
    <w:rsid w:val="00F03BEC"/>
    <w:rsid w:val="00F03DA2"/>
    <w:rsid w:val="00F05FCA"/>
    <w:rsid w:val="00F063DF"/>
    <w:rsid w:val="00F12DEC"/>
    <w:rsid w:val="00F13F18"/>
    <w:rsid w:val="00F1561C"/>
    <w:rsid w:val="00F1715C"/>
    <w:rsid w:val="00F178E1"/>
    <w:rsid w:val="00F17C45"/>
    <w:rsid w:val="00F17E8A"/>
    <w:rsid w:val="00F20453"/>
    <w:rsid w:val="00F2092F"/>
    <w:rsid w:val="00F219B0"/>
    <w:rsid w:val="00F21DD2"/>
    <w:rsid w:val="00F22DB8"/>
    <w:rsid w:val="00F2723C"/>
    <w:rsid w:val="00F275D7"/>
    <w:rsid w:val="00F310F8"/>
    <w:rsid w:val="00F34816"/>
    <w:rsid w:val="00F348C0"/>
    <w:rsid w:val="00F35939"/>
    <w:rsid w:val="00F36DA3"/>
    <w:rsid w:val="00F37E62"/>
    <w:rsid w:val="00F40F8F"/>
    <w:rsid w:val="00F4147D"/>
    <w:rsid w:val="00F45607"/>
    <w:rsid w:val="00F46000"/>
    <w:rsid w:val="00F4722B"/>
    <w:rsid w:val="00F50A69"/>
    <w:rsid w:val="00F54432"/>
    <w:rsid w:val="00F569C6"/>
    <w:rsid w:val="00F659EB"/>
    <w:rsid w:val="00F6610C"/>
    <w:rsid w:val="00F666BB"/>
    <w:rsid w:val="00F765A8"/>
    <w:rsid w:val="00F85ADF"/>
    <w:rsid w:val="00F86BA6"/>
    <w:rsid w:val="00F875E9"/>
    <w:rsid w:val="00F87E77"/>
    <w:rsid w:val="00F93E20"/>
    <w:rsid w:val="00F96701"/>
    <w:rsid w:val="00F9785B"/>
    <w:rsid w:val="00FB3994"/>
    <w:rsid w:val="00FB5BAA"/>
    <w:rsid w:val="00FB6342"/>
    <w:rsid w:val="00FB6AE4"/>
    <w:rsid w:val="00FB6F6A"/>
    <w:rsid w:val="00FC39CE"/>
    <w:rsid w:val="00FC59E2"/>
    <w:rsid w:val="00FC6389"/>
    <w:rsid w:val="00FC757D"/>
    <w:rsid w:val="00FD76E4"/>
    <w:rsid w:val="00FD7B5E"/>
    <w:rsid w:val="00FE0CF2"/>
    <w:rsid w:val="00FE4333"/>
    <w:rsid w:val="00FE56B5"/>
    <w:rsid w:val="00FE6AEC"/>
    <w:rsid w:val="00FF2A62"/>
    <w:rsid w:val="00FF41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F90F63"/>
  <w14:defaultImageDpi w14:val="32767"/>
  <w15:docId w15:val="{5CECD4B5-BDA8-41FB-9E16-E12D457F2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950BB"/>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14"/>
      </w:numPr>
      <w:spacing w:after="120"/>
      <w:jc w:val="both"/>
    </w:pPr>
  </w:style>
  <w:style w:type="paragraph" w:customStyle="1" w:styleId="Odstavec1-2i">
    <w:name w:val="_Odstavec_1-2_(i)"/>
    <w:basedOn w:val="Normln"/>
    <w:qFormat/>
    <w:rsid w:val="00CB3151"/>
    <w:pPr>
      <w:numPr>
        <w:ilvl w:val="1"/>
        <w:numId w:val="14"/>
      </w:numPr>
      <w:spacing w:after="60"/>
      <w:jc w:val="both"/>
    </w:pPr>
  </w:style>
  <w:style w:type="paragraph" w:customStyle="1" w:styleId="Odstavec1-31">
    <w:name w:val="_Odstavec_1-3_1)"/>
    <w:qFormat/>
    <w:rsid w:val="00CB3151"/>
    <w:pPr>
      <w:numPr>
        <w:ilvl w:val="2"/>
        <w:numId w:val="14"/>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locked/>
    <w:rsid w:val="00680D0C"/>
  </w:style>
  <w:style w:type="character" w:customStyle="1" w:styleId="Odstavec1-1aChar">
    <w:name w:val="_Odstavec_1-1_a) Char"/>
    <w:basedOn w:val="Standardnpsmoodstavce"/>
    <w:link w:val="Odstavec1-1a"/>
    <w:locked/>
    <w:rsid w:val="000749E8"/>
  </w:style>
  <w:style w:type="character" w:customStyle="1" w:styleId="normaltextrun">
    <w:name w:val="normaltextrun"/>
    <w:basedOn w:val="Standardnpsmoodstavce"/>
    <w:rsid w:val="0030398B"/>
  </w:style>
  <w:style w:type="paragraph" w:customStyle="1" w:styleId="Odrka1-4">
    <w:name w:val="_Odrážka_1-4_•"/>
    <w:basedOn w:val="Odrka1-1"/>
    <w:qFormat/>
    <w:rsid w:val="00840ABE"/>
    <w:pPr>
      <w:numPr>
        <w:numId w:val="0"/>
      </w:numPr>
      <w:tabs>
        <w:tab w:val="num" w:pos="1531"/>
      </w:tabs>
      <w:spacing w:after="80"/>
      <w:ind w:left="1531" w:hanging="454"/>
    </w:pPr>
    <w:rPr>
      <w:rFonts w:ascii="Verdana" w:hAnsi="Verdana"/>
    </w:rPr>
  </w:style>
  <w:style w:type="paragraph" w:customStyle="1" w:styleId="Odrka1-5-">
    <w:name w:val="_Odrážka_1-5_-"/>
    <w:basedOn w:val="Odrka1-4"/>
    <w:qFormat/>
    <w:rsid w:val="00840ABE"/>
    <w:pPr>
      <w:tabs>
        <w:tab w:val="clear" w:pos="1531"/>
        <w:tab w:val="num" w:pos="1871"/>
      </w:tabs>
      <w:spacing w:after="40"/>
      <w:ind w:left="1871" w:hanging="340"/>
    </w:pPr>
  </w:style>
  <w:style w:type="character" w:customStyle="1" w:styleId="Tun">
    <w:name w:val="_Tučně"/>
    <w:basedOn w:val="Standardnpsmoodstavce"/>
    <w:qFormat/>
    <w:rsid w:val="00413FC4"/>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4959495">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453788049">
      <w:bodyDiv w:val="1"/>
      <w:marLeft w:val="0"/>
      <w:marRight w:val="0"/>
      <w:marTop w:val="0"/>
      <w:marBottom w:val="0"/>
      <w:divBdr>
        <w:top w:val="none" w:sz="0" w:space="0" w:color="auto"/>
        <w:left w:val="none" w:sz="0" w:space="0" w:color="auto"/>
        <w:bottom w:val="none" w:sz="0" w:space="0" w:color="auto"/>
        <w:right w:val="none" w:sz="0" w:space="0" w:color="auto"/>
      </w:divBdr>
    </w:div>
    <w:div w:id="1564020945">
      <w:bodyDiv w:val="1"/>
      <w:marLeft w:val="0"/>
      <w:marRight w:val="0"/>
      <w:marTop w:val="0"/>
      <w:marBottom w:val="0"/>
      <w:divBdr>
        <w:top w:val="none" w:sz="0" w:space="0" w:color="auto"/>
        <w:left w:val="none" w:sz="0" w:space="0" w:color="auto"/>
        <w:bottom w:val="none" w:sz="0" w:space="0" w:color="auto"/>
        <w:right w:val="none" w:sz="0" w:space="0" w:color="auto"/>
      </w:divBdr>
    </w:div>
    <w:div w:id="1702389878">
      <w:bodyDiv w:val="1"/>
      <w:marLeft w:val="0"/>
      <w:marRight w:val="0"/>
      <w:marTop w:val="0"/>
      <w:marBottom w:val="0"/>
      <w:divBdr>
        <w:top w:val="none" w:sz="0" w:space="0" w:color="auto"/>
        <w:left w:val="none" w:sz="0" w:space="0" w:color="auto"/>
        <w:bottom w:val="none" w:sz="0" w:space="0" w:color="auto"/>
        <w:right w:val="none" w:sz="0" w:space="0" w:color="auto"/>
      </w:divBdr>
    </w:div>
    <w:div w:id="1761364815">
      <w:bodyDiv w:val="1"/>
      <w:marLeft w:val="0"/>
      <w:marRight w:val="0"/>
      <w:marTop w:val="0"/>
      <w:marBottom w:val="0"/>
      <w:divBdr>
        <w:top w:val="none" w:sz="0" w:space="0" w:color="auto"/>
        <w:left w:val="none" w:sz="0" w:space="0" w:color="auto"/>
        <w:bottom w:val="none" w:sz="0" w:space="0" w:color="auto"/>
        <w:right w:val="none" w:sz="0" w:space="0" w:color="auto"/>
      </w:divBdr>
    </w:div>
    <w:div w:id="1946034612">
      <w:bodyDiv w:val="1"/>
      <w:marLeft w:val="0"/>
      <w:marRight w:val="0"/>
      <w:marTop w:val="0"/>
      <w:marBottom w:val="0"/>
      <w:divBdr>
        <w:top w:val="none" w:sz="0" w:space="0" w:color="auto"/>
        <w:left w:val="none" w:sz="0" w:space="0" w:color="auto"/>
        <w:bottom w:val="none" w:sz="0" w:space="0" w:color="auto"/>
        <w:right w:val="none" w:sz="0" w:space="0" w:color="auto"/>
      </w:divBdr>
    </w:div>
    <w:div w:id="1973751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Bastarova@spravazeleznic.cz" TargetMode="External"/><Relationship Id="rId18" Type="http://schemas.openxmlformats.org/officeDocument/2006/relationships/hyperlink" Target="https://www.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zd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www.tud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vestnikverejnychzakazek.cz/" TargetMode="External"/><Relationship Id="rId20" Type="http://schemas.openxmlformats.org/officeDocument/2006/relationships/hyperlink" Target="https://zakazky.szd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vvz.nipez.cz/" TargetMode="External"/><Relationship Id="rId23" Type="http://schemas.openxmlformats.org/officeDocument/2006/relationships/hyperlink" Target="https://zakazky.szd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hyperlink" Target="https://zakazky.szdc.cz/"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58F47CDC-C23E-433D-A773-C9B35A5047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966EE020-32B4-4C4C-A9B7-B9A612975A13}">
  <ds:schemaRefs>
    <ds:schemaRef ds:uri="http://schemas.openxmlformats.org/officeDocument/2006/bibliography"/>
  </ds:schemaRefs>
</ds:datastoreItem>
</file>

<file path=docMetadata/LabelInfo.xml><?xml version="1.0" encoding="utf-8"?>
<clbl:labelList xmlns:clbl="http://schemas.microsoft.com/office/2020/mipLabelMetadata">
  <clbl:label id="{f0ab7d6a-64b0-4696-9f4d-d69909c6e895}" enabled="0" method="" siteId="{f0ab7d6a-64b0-4696-9f4d-d69909c6e895}" removed="1"/>
</clbl:labelList>
</file>

<file path=docProps/app.xml><?xml version="1.0" encoding="utf-8"?>
<Properties xmlns="http://schemas.openxmlformats.org/officeDocument/2006/extended-properties" xmlns:vt="http://schemas.openxmlformats.org/officeDocument/2006/docPropsVTypes">
  <Template>VTP_nové_logo-6</Template>
  <TotalTime>2</TotalTime>
  <Pages>48</Pages>
  <Words>21413</Words>
  <Characters>126343</Characters>
  <Application>Microsoft Office Word</Application>
  <DocSecurity>0</DocSecurity>
  <Lines>1052</Lines>
  <Paragraphs>294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147462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Baštářová Helena</cp:lastModifiedBy>
  <cp:revision>3</cp:revision>
  <cp:lastPrinted>2024-12-13T08:43:00Z</cp:lastPrinted>
  <dcterms:created xsi:type="dcterms:W3CDTF">2025-01-30T12:39:00Z</dcterms:created>
  <dcterms:modified xsi:type="dcterms:W3CDTF">2025-01-30T12:40:00Z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